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19B41" w14:textId="77777777" w:rsidR="00DC5FA3" w:rsidRPr="008D3BE2" w:rsidRDefault="00DC5FA3" w:rsidP="003D78F4">
      <w:pPr>
        <w:spacing w:after="0"/>
        <w:jc w:val="center"/>
        <w:rPr>
          <w:rFonts w:ascii="Arial Narrow" w:eastAsia="Times New Roman" w:hAnsi="Arial Narrow" w:cs="Times New Roman"/>
          <w:b/>
          <w:bCs/>
          <w:color w:val="000000"/>
          <w:sz w:val="20"/>
          <w:szCs w:val="20"/>
          <w:lang w:eastAsia="pt-BR"/>
        </w:rPr>
      </w:pPr>
    </w:p>
    <w:p w14:paraId="75609FF5" w14:textId="77777777" w:rsidR="00F279B3" w:rsidRPr="008D3BE2" w:rsidRDefault="00F279B3" w:rsidP="003D78F4">
      <w:pPr>
        <w:spacing w:after="0"/>
        <w:jc w:val="center"/>
        <w:rPr>
          <w:rFonts w:ascii="Arial Narrow" w:eastAsia="Times New Roman" w:hAnsi="Arial Narrow" w:cs="Times New Roman"/>
          <w:b/>
          <w:bCs/>
          <w:color w:val="000000"/>
          <w:sz w:val="20"/>
          <w:szCs w:val="20"/>
          <w:lang w:eastAsia="pt-BR"/>
        </w:rPr>
      </w:pPr>
    </w:p>
    <w:p w14:paraId="490D2ABF" w14:textId="54FC7D52" w:rsidR="00C75367" w:rsidRPr="008D3BE2" w:rsidRDefault="00C75367" w:rsidP="003D78F4">
      <w:pPr>
        <w:spacing w:after="0"/>
        <w:jc w:val="center"/>
        <w:rPr>
          <w:rFonts w:ascii="Arial Narrow" w:eastAsia="Times New Roman" w:hAnsi="Arial Narrow" w:cs="Times New Roman"/>
          <w:b/>
          <w:bCs/>
          <w:color w:val="000000"/>
          <w:sz w:val="20"/>
          <w:szCs w:val="20"/>
          <w:shd w:val="clear" w:color="auto" w:fill="FFFF00"/>
          <w:lang w:eastAsia="pt-BR"/>
        </w:rPr>
      </w:pPr>
      <w:r w:rsidRPr="008D3BE2">
        <w:rPr>
          <w:rFonts w:ascii="Arial Narrow" w:eastAsia="Times New Roman" w:hAnsi="Arial Narrow" w:cs="Times New Roman"/>
          <w:b/>
          <w:bCs/>
          <w:color w:val="000000"/>
          <w:sz w:val="20"/>
          <w:szCs w:val="20"/>
          <w:lang w:eastAsia="pt-BR"/>
        </w:rPr>
        <w:t>PREGÃO ELETRÔNICO Nº </w:t>
      </w:r>
      <w:r w:rsidR="003E79EE" w:rsidRPr="008D3BE2">
        <w:rPr>
          <w:rFonts w:ascii="Arial Narrow" w:eastAsia="Times New Roman" w:hAnsi="Arial Narrow" w:cs="Times New Roman"/>
          <w:b/>
          <w:bCs/>
          <w:color w:val="000000"/>
          <w:sz w:val="20"/>
          <w:szCs w:val="20"/>
          <w:lang w:eastAsia="pt-BR"/>
        </w:rPr>
        <w:t>3</w:t>
      </w:r>
      <w:r w:rsidRPr="008D3BE2">
        <w:rPr>
          <w:rFonts w:ascii="Arial Narrow" w:eastAsia="Times New Roman" w:hAnsi="Arial Narrow" w:cs="Times New Roman"/>
          <w:b/>
          <w:bCs/>
          <w:color w:val="000000"/>
          <w:sz w:val="20"/>
          <w:szCs w:val="20"/>
          <w:lang w:eastAsia="pt-BR"/>
        </w:rPr>
        <w:t>/20</w:t>
      </w:r>
      <w:r w:rsidR="00E71C23" w:rsidRPr="008D3BE2">
        <w:rPr>
          <w:rFonts w:ascii="Arial Narrow" w:eastAsia="Times New Roman" w:hAnsi="Arial Narrow" w:cs="Times New Roman"/>
          <w:b/>
          <w:bCs/>
          <w:color w:val="000000"/>
          <w:sz w:val="20"/>
          <w:szCs w:val="20"/>
          <w:lang w:eastAsia="pt-BR"/>
        </w:rPr>
        <w:t>2</w:t>
      </w:r>
      <w:r w:rsidR="00DC33B2" w:rsidRPr="008D3BE2">
        <w:rPr>
          <w:rFonts w:ascii="Arial Narrow" w:eastAsia="Times New Roman" w:hAnsi="Arial Narrow" w:cs="Times New Roman"/>
          <w:b/>
          <w:bCs/>
          <w:color w:val="000000"/>
          <w:sz w:val="20"/>
          <w:szCs w:val="20"/>
          <w:lang w:eastAsia="pt-BR"/>
        </w:rPr>
        <w:t>1</w:t>
      </w:r>
    </w:p>
    <w:p w14:paraId="192DB3F6" w14:textId="77777777" w:rsidR="00C75367" w:rsidRPr="008D3BE2" w:rsidRDefault="00C75367" w:rsidP="003D78F4">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 </w:t>
      </w:r>
    </w:p>
    <w:tbl>
      <w:tblPr>
        <w:tblW w:w="0" w:type="auto"/>
        <w:jc w:val="center"/>
        <w:tblCellMar>
          <w:left w:w="0" w:type="dxa"/>
          <w:right w:w="0" w:type="dxa"/>
        </w:tblCellMar>
        <w:tblLook w:val="04A0" w:firstRow="1" w:lastRow="0" w:firstColumn="1" w:lastColumn="0" w:noHBand="0" w:noVBand="1"/>
      </w:tblPr>
      <w:tblGrid>
        <w:gridCol w:w="5389"/>
        <w:gridCol w:w="3513"/>
      </w:tblGrid>
      <w:tr w:rsidR="00C75367" w:rsidRPr="008D3BE2" w14:paraId="573AD010" w14:textId="77777777" w:rsidTr="00550AF8">
        <w:trPr>
          <w:trHeight w:val="386"/>
          <w:jc w:val="center"/>
        </w:trPr>
        <w:tc>
          <w:tcPr>
            <w:tcW w:w="5389"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095D9E4A" w14:textId="003778EC" w:rsidR="00C75367" w:rsidRPr="008D3BE2" w:rsidRDefault="00C75367" w:rsidP="000A3D65">
            <w:pPr>
              <w:spacing w:after="0"/>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Processo PRO</w:t>
            </w:r>
            <w:r w:rsidR="000A3D65" w:rsidRPr="008D3BE2">
              <w:rPr>
                <w:rFonts w:ascii="Arial Narrow" w:eastAsia="Times New Roman" w:hAnsi="Arial Narrow" w:cs="Times New Roman"/>
                <w:b/>
                <w:bCs/>
                <w:color w:val="000000"/>
                <w:sz w:val="20"/>
                <w:szCs w:val="20"/>
                <w:lang w:eastAsia="pt-BR"/>
              </w:rPr>
              <w:t xml:space="preserve"> </w:t>
            </w:r>
            <w:r w:rsidR="00DC33B2" w:rsidRPr="008D3BE2">
              <w:rPr>
                <w:rFonts w:ascii="Arial Narrow" w:eastAsia="Times New Roman" w:hAnsi="Arial Narrow" w:cs="Times New Roman"/>
                <w:b/>
                <w:bCs/>
                <w:color w:val="000000"/>
                <w:sz w:val="20"/>
                <w:szCs w:val="20"/>
                <w:lang w:eastAsia="pt-BR"/>
              </w:rPr>
              <w:t>–</w:t>
            </w:r>
            <w:r w:rsidR="000A3D65" w:rsidRPr="008D3BE2">
              <w:rPr>
                <w:rFonts w:ascii="Arial Narrow" w:eastAsia="Times New Roman" w:hAnsi="Arial Narrow" w:cs="Times New Roman"/>
                <w:b/>
                <w:bCs/>
                <w:color w:val="000000"/>
                <w:sz w:val="20"/>
                <w:szCs w:val="20"/>
                <w:lang w:eastAsia="pt-BR"/>
              </w:rPr>
              <w:t xml:space="preserve"> </w:t>
            </w:r>
            <w:r w:rsidR="003E79EE" w:rsidRPr="008D3BE2">
              <w:rPr>
                <w:rFonts w:ascii="Arial Narrow" w:eastAsia="Times New Roman" w:hAnsi="Arial Narrow" w:cs="Times New Roman"/>
                <w:b/>
                <w:bCs/>
                <w:color w:val="000000"/>
                <w:sz w:val="20"/>
                <w:szCs w:val="20"/>
                <w:lang w:eastAsia="pt-BR"/>
              </w:rPr>
              <w:t>01516/2021</w:t>
            </w:r>
            <w:r w:rsidRPr="008D3BE2">
              <w:rPr>
                <w:rFonts w:ascii="Arial Narrow" w:eastAsia="Times New Roman" w:hAnsi="Arial Narrow" w:cs="Times New Roman"/>
                <w:b/>
                <w:bCs/>
                <w:color w:val="000000"/>
                <w:sz w:val="20"/>
                <w:szCs w:val="20"/>
                <w:lang w:eastAsia="pt-BR"/>
              </w:rPr>
              <w:t xml:space="preserve"> - SC </w:t>
            </w:r>
            <w:r w:rsidR="00550AF8" w:rsidRPr="008D3BE2">
              <w:rPr>
                <w:rFonts w:ascii="Arial Narrow" w:eastAsia="Times New Roman" w:hAnsi="Arial Narrow" w:cs="Times New Roman"/>
                <w:b/>
                <w:bCs/>
                <w:color w:val="000000"/>
                <w:sz w:val="20"/>
                <w:szCs w:val="20"/>
                <w:lang w:eastAsia="pt-BR"/>
              </w:rPr>
              <w:t xml:space="preserve"> </w:t>
            </w:r>
            <w:r w:rsidR="003E79EE" w:rsidRPr="008D3BE2">
              <w:rPr>
                <w:rFonts w:ascii="Arial Narrow" w:eastAsia="Times New Roman" w:hAnsi="Arial Narrow" w:cs="Times New Roman"/>
                <w:b/>
                <w:bCs/>
                <w:color w:val="000000"/>
                <w:sz w:val="20"/>
                <w:szCs w:val="20"/>
                <w:lang w:eastAsia="pt-BR"/>
              </w:rPr>
              <w:t>047348</w:t>
            </w:r>
          </w:p>
        </w:tc>
        <w:tc>
          <w:tcPr>
            <w:tcW w:w="3513"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78E4004" w14:textId="77777777" w:rsidR="00C75367" w:rsidRPr="008D3BE2" w:rsidRDefault="00C75367" w:rsidP="003D78F4">
            <w:pPr>
              <w:spacing w:after="0"/>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Tipo: Menor Preço Global</w:t>
            </w:r>
          </w:p>
        </w:tc>
      </w:tr>
      <w:tr w:rsidR="00C75367" w:rsidRPr="008D3BE2" w14:paraId="4EDD87C6" w14:textId="77777777" w:rsidTr="00550AF8">
        <w:trPr>
          <w:trHeight w:val="535"/>
          <w:jc w:val="center"/>
        </w:trPr>
        <w:tc>
          <w:tcPr>
            <w:tcW w:w="8902"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14:paraId="27BD721A" w14:textId="09C35A77" w:rsidR="003214CC" w:rsidRPr="008D3BE2" w:rsidRDefault="000A3D65" w:rsidP="00425AD0">
            <w:pPr>
              <w:spacing w:after="0"/>
              <w:rPr>
                <w:rFonts w:ascii="Arial Narrow" w:eastAsia="Times New Roman" w:hAnsi="Arial Narrow" w:cs="Times New Roman"/>
                <w:b/>
                <w:bCs/>
                <w:color w:val="000000"/>
                <w:sz w:val="20"/>
                <w:szCs w:val="20"/>
                <w:lang w:eastAsia="pt-BR"/>
              </w:rPr>
            </w:pPr>
            <w:r w:rsidRPr="008D3BE2">
              <w:rPr>
                <w:rFonts w:ascii="Arial Narrow" w:eastAsia="Times New Roman" w:hAnsi="Arial Narrow" w:cs="Times New Roman"/>
                <w:b/>
                <w:bCs/>
                <w:color w:val="000000"/>
                <w:sz w:val="20"/>
                <w:szCs w:val="20"/>
                <w:lang w:eastAsia="pt-BR"/>
              </w:rPr>
              <w:t xml:space="preserve">Local: SBN, Quadra </w:t>
            </w:r>
            <w:r w:rsidR="00C75367" w:rsidRPr="008D3BE2">
              <w:rPr>
                <w:rFonts w:ascii="Arial Narrow" w:eastAsia="Times New Roman" w:hAnsi="Arial Narrow" w:cs="Times New Roman"/>
                <w:b/>
                <w:bCs/>
                <w:color w:val="000000"/>
                <w:sz w:val="20"/>
                <w:szCs w:val="20"/>
                <w:lang w:eastAsia="pt-BR"/>
              </w:rPr>
              <w:t>1, Bloco C, Edifício Roberto Simonsen, 2º andar, CEP 70040-</w:t>
            </w:r>
            <w:proofErr w:type="gramStart"/>
            <w:r w:rsidR="00C75367" w:rsidRPr="008D3BE2">
              <w:rPr>
                <w:rFonts w:ascii="Arial Narrow" w:eastAsia="Times New Roman" w:hAnsi="Arial Narrow" w:cs="Times New Roman"/>
                <w:b/>
                <w:bCs/>
                <w:color w:val="000000"/>
                <w:sz w:val="20"/>
                <w:szCs w:val="20"/>
                <w:lang w:eastAsia="pt-BR"/>
              </w:rPr>
              <w:t>903  Brasília</w:t>
            </w:r>
            <w:proofErr w:type="gramEnd"/>
            <w:r w:rsidR="00C75367" w:rsidRPr="008D3BE2">
              <w:rPr>
                <w:rFonts w:ascii="Arial Narrow" w:eastAsia="Times New Roman" w:hAnsi="Arial Narrow" w:cs="Times New Roman"/>
                <w:b/>
                <w:bCs/>
                <w:color w:val="000000"/>
                <w:sz w:val="20"/>
                <w:szCs w:val="20"/>
                <w:lang w:eastAsia="pt-BR"/>
              </w:rPr>
              <w:t xml:space="preserve"> (DF) </w:t>
            </w:r>
            <w:r w:rsidR="003214CC" w:rsidRPr="008D3BE2">
              <w:rPr>
                <w:rFonts w:ascii="Arial Narrow" w:eastAsia="Times New Roman" w:hAnsi="Arial Narrow" w:cs="Times New Roman"/>
                <w:b/>
                <w:bCs/>
                <w:color w:val="000000"/>
                <w:sz w:val="20"/>
                <w:szCs w:val="20"/>
                <w:lang w:eastAsia="pt-BR"/>
              </w:rPr>
              <w:t>–</w:t>
            </w:r>
            <w:r w:rsidR="00C75367" w:rsidRPr="008D3BE2">
              <w:rPr>
                <w:rFonts w:ascii="Arial Narrow" w:eastAsia="Times New Roman" w:hAnsi="Arial Narrow" w:cs="Times New Roman"/>
                <w:b/>
                <w:bCs/>
                <w:color w:val="000000"/>
                <w:sz w:val="20"/>
                <w:szCs w:val="20"/>
                <w:lang w:eastAsia="pt-BR"/>
              </w:rPr>
              <w:t xml:space="preserve"> </w:t>
            </w:r>
          </w:p>
          <w:p w14:paraId="064CE443" w14:textId="25C8E9C8" w:rsidR="00C75367" w:rsidRPr="008D3BE2" w:rsidRDefault="00C75367" w:rsidP="00425AD0">
            <w:pPr>
              <w:spacing w:after="0"/>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 xml:space="preserve">Fones </w:t>
            </w:r>
            <w:r w:rsidR="00E571A5" w:rsidRPr="008D3BE2">
              <w:rPr>
                <w:rFonts w:ascii="Arial Narrow" w:eastAsia="Times New Roman" w:hAnsi="Arial Narrow" w:cs="Times New Roman"/>
                <w:b/>
                <w:bCs/>
                <w:color w:val="000000"/>
                <w:sz w:val="20"/>
                <w:szCs w:val="20"/>
                <w:lang w:eastAsia="pt-BR"/>
              </w:rPr>
              <w:t>(</w:t>
            </w:r>
            <w:r w:rsidRPr="008D3BE2">
              <w:rPr>
                <w:rFonts w:ascii="Arial Narrow" w:eastAsia="Times New Roman" w:hAnsi="Arial Narrow" w:cs="Times New Roman"/>
                <w:b/>
                <w:bCs/>
                <w:color w:val="000000"/>
                <w:sz w:val="20"/>
                <w:szCs w:val="20"/>
                <w:lang w:eastAsia="pt-BR"/>
              </w:rPr>
              <w:t>61</w:t>
            </w:r>
            <w:r w:rsidR="00E571A5" w:rsidRPr="008D3BE2">
              <w:rPr>
                <w:rFonts w:ascii="Arial Narrow" w:eastAsia="Times New Roman" w:hAnsi="Arial Narrow" w:cs="Times New Roman"/>
                <w:b/>
                <w:bCs/>
                <w:color w:val="000000"/>
                <w:sz w:val="20"/>
                <w:szCs w:val="20"/>
                <w:lang w:eastAsia="pt-BR"/>
              </w:rPr>
              <w:t>)</w:t>
            </w:r>
            <w:r w:rsidRPr="008D3BE2">
              <w:rPr>
                <w:rFonts w:ascii="Arial Narrow" w:eastAsia="Times New Roman" w:hAnsi="Arial Narrow" w:cs="Times New Roman"/>
                <w:b/>
                <w:bCs/>
                <w:color w:val="000000"/>
                <w:sz w:val="20"/>
                <w:szCs w:val="20"/>
                <w:lang w:eastAsia="pt-BR"/>
              </w:rPr>
              <w:t xml:space="preserve"> 3317</w:t>
            </w:r>
            <w:r w:rsidR="00E571A5" w:rsidRPr="008D3BE2">
              <w:rPr>
                <w:rFonts w:ascii="Arial Narrow" w:eastAsia="Times New Roman" w:hAnsi="Arial Narrow" w:cs="Times New Roman"/>
                <w:b/>
                <w:bCs/>
                <w:color w:val="000000"/>
                <w:sz w:val="20"/>
                <w:szCs w:val="20"/>
                <w:lang w:eastAsia="pt-BR"/>
              </w:rPr>
              <w:t>-8968 / (61) 3317-9</w:t>
            </w:r>
            <w:r w:rsidR="000A3D65" w:rsidRPr="008D3BE2">
              <w:rPr>
                <w:rFonts w:ascii="Arial Narrow" w:eastAsia="Times New Roman" w:hAnsi="Arial Narrow" w:cs="Times New Roman"/>
                <w:b/>
                <w:bCs/>
                <w:color w:val="000000"/>
                <w:sz w:val="20"/>
                <w:szCs w:val="20"/>
                <w:lang w:eastAsia="pt-BR"/>
              </w:rPr>
              <w:t>891</w:t>
            </w:r>
            <w:r w:rsidRPr="008D3BE2">
              <w:rPr>
                <w:rFonts w:ascii="Arial Narrow" w:eastAsia="Times New Roman" w:hAnsi="Arial Narrow" w:cs="Times New Roman"/>
                <w:b/>
                <w:bCs/>
                <w:color w:val="000000"/>
                <w:sz w:val="20"/>
                <w:szCs w:val="20"/>
                <w:lang w:eastAsia="pt-BR"/>
              </w:rPr>
              <w:t> - E-mail: </w:t>
            </w:r>
            <w:hyperlink r:id="rId8" w:history="1">
              <w:r w:rsidR="00E71C23" w:rsidRPr="008D3BE2">
                <w:rPr>
                  <w:rStyle w:val="Hyperlink"/>
                  <w:rFonts w:ascii="Arial Narrow" w:eastAsia="Times New Roman" w:hAnsi="Arial Narrow" w:cs="Times New Roman"/>
                  <w:b/>
                  <w:bCs/>
                  <w:sz w:val="20"/>
                  <w:szCs w:val="20"/>
                  <w:lang w:eastAsia="pt-BR"/>
                </w:rPr>
                <w:t>licitacoes@cni.com.br</w:t>
              </w:r>
            </w:hyperlink>
          </w:p>
        </w:tc>
      </w:tr>
    </w:tbl>
    <w:p w14:paraId="23AEA1EE" w14:textId="77777777" w:rsidR="00C75367" w:rsidRPr="008D3BE2" w:rsidRDefault="00C75367" w:rsidP="003D78F4">
      <w:pPr>
        <w:spacing w:after="0"/>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 </w:t>
      </w:r>
    </w:p>
    <w:p w14:paraId="7D86E99F" w14:textId="5A9F212F"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O(s) Órgão(s) e/ou a(s) Entidade(s) Nacional(</w:t>
      </w:r>
      <w:proofErr w:type="spellStart"/>
      <w:r w:rsidRPr="008D3BE2">
        <w:rPr>
          <w:rFonts w:ascii="Arial Narrow" w:eastAsia="Times New Roman" w:hAnsi="Arial Narrow" w:cs="Times New Roman"/>
          <w:sz w:val="20"/>
          <w:szCs w:val="20"/>
          <w:lang w:eastAsia="pt-BR"/>
        </w:rPr>
        <w:t>is</w:t>
      </w:r>
      <w:proofErr w:type="spellEnd"/>
      <w:r w:rsidRPr="008D3BE2">
        <w:rPr>
          <w:rFonts w:ascii="Arial Narrow" w:eastAsia="Times New Roman" w:hAnsi="Arial Narrow" w:cs="Times New Roman"/>
          <w:sz w:val="20"/>
          <w:szCs w:val="20"/>
          <w:lang w:eastAsia="pt-BR"/>
        </w:rPr>
        <w:t xml:space="preserve">) abaixo relacionado(a)(s), que integra(m) o Sistema Indústria, por intermédio da Comissão Permanente de Licitação (CPL), torna(m) pública a realização de licitação, pela modalidade </w:t>
      </w:r>
      <w:r w:rsidRPr="008D3BE2">
        <w:rPr>
          <w:rFonts w:ascii="Arial Narrow" w:eastAsia="Times New Roman" w:hAnsi="Arial Narrow" w:cs="Times New Roman"/>
          <w:b/>
          <w:bCs/>
          <w:sz w:val="20"/>
          <w:szCs w:val="20"/>
          <w:lang w:eastAsia="pt-BR"/>
        </w:rPr>
        <w:t>PREGÃO, </w:t>
      </w:r>
      <w:r w:rsidR="00E571A5" w:rsidRPr="008D3BE2">
        <w:rPr>
          <w:rFonts w:ascii="Arial Narrow" w:eastAsia="Times New Roman" w:hAnsi="Arial Narrow" w:cs="Times New Roman"/>
          <w:b/>
          <w:bCs/>
          <w:sz w:val="20"/>
          <w:szCs w:val="20"/>
          <w:lang w:eastAsia="pt-BR"/>
        </w:rPr>
        <w:t>NA FORMA ELETRÔNICA</w:t>
      </w:r>
      <w:r w:rsidRPr="008D3BE2">
        <w:rPr>
          <w:rFonts w:ascii="Arial Narrow" w:eastAsia="Times New Roman" w:hAnsi="Arial Narrow" w:cs="Times New Roman"/>
          <w:sz w:val="20"/>
          <w:szCs w:val="20"/>
          <w:lang w:eastAsia="pt-BR"/>
        </w:rPr>
        <w:t>, do tipo</w:t>
      </w:r>
      <w:r w:rsidRPr="008D3BE2">
        <w:rPr>
          <w:rFonts w:ascii="Arial Narrow" w:eastAsia="Times New Roman" w:hAnsi="Arial Narrow" w:cs="Times New Roman"/>
          <w:b/>
          <w:bCs/>
          <w:sz w:val="20"/>
          <w:szCs w:val="20"/>
          <w:lang w:eastAsia="pt-BR"/>
        </w:rPr>
        <w:t> </w:t>
      </w:r>
      <w:r w:rsidR="003D78F4" w:rsidRPr="008D3BE2">
        <w:rPr>
          <w:rFonts w:ascii="Arial Narrow" w:eastAsia="Times New Roman" w:hAnsi="Arial Narrow" w:cs="Times New Roman"/>
          <w:b/>
          <w:bCs/>
          <w:sz w:val="20"/>
          <w:szCs w:val="20"/>
          <w:lang w:eastAsia="pt-BR"/>
        </w:rPr>
        <w:t>MENOR PREÇO GLOBAL</w:t>
      </w:r>
      <w:r w:rsidRPr="008D3BE2">
        <w:rPr>
          <w:rFonts w:ascii="Arial Narrow" w:eastAsia="Times New Roman" w:hAnsi="Arial Narrow" w:cs="Times New Roman"/>
          <w:sz w:val="20"/>
          <w:szCs w:val="20"/>
          <w:lang w:eastAsia="pt-BR"/>
        </w:rPr>
        <w:t>, </w:t>
      </w:r>
      <w:r w:rsidR="00D44240" w:rsidRPr="008D3BE2">
        <w:rPr>
          <w:rFonts w:ascii="Arial Narrow" w:eastAsia="Times New Roman" w:hAnsi="Arial Narrow" w:cs="Times New Roman"/>
          <w:color w:val="000000"/>
          <w:sz w:val="20"/>
          <w:szCs w:val="20"/>
          <w:lang w:eastAsia="pt-BR"/>
        </w:rPr>
        <w:t>que se regerá pelo Regulamento</w:t>
      </w:r>
      <w:r w:rsidRPr="008D3BE2">
        <w:rPr>
          <w:rFonts w:ascii="Arial Narrow" w:eastAsia="Times New Roman" w:hAnsi="Arial Narrow" w:cs="Times New Roman"/>
          <w:color w:val="000000"/>
          <w:sz w:val="20"/>
          <w:szCs w:val="20"/>
          <w:lang w:eastAsia="pt-BR"/>
        </w:rPr>
        <w:t xml:space="preserve"> de Licitações e Contratos do SENAI</w:t>
      </w:r>
      <w:r w:rsidR="003214CC" w:rsidRPr="008D3BE2">
        <w:rPr>
          <w:rFonts w:ascii="Arial Narrow" w:eastAsia="Times New Roman" w:hAnsi="Arial Narrow" w:cs="Times New Roman"/>
          <w:color w:val="000000"/>
          <w:sz w:val="20"/>
          <w:szCs w:val="20"/>
          <w:lang w:eastAsia="pt-BR"/>
        </w:rPr>
        <w:t xml:space="preserve"> e do SESI</w:t>
      </w:r>
      <w:r w:rsidRPr="008D3BE2">
        <w:rPr>
          <w:rFonts w:ascii="Arial Narrow" w:eastAsia="Times New Roman" w:hAnsi="Arial Narrow" w:cs="Times New Roman"/>
          <w:sz w:val="20"/>
          <w:szCs w:val="20"/>
          <w:lang w:eastAsia="pt-BR"/>
        </w:rPr>
        <w:t> (RLC), devidamente publicado</w:t>
      </w:r>
      <w:r w:rsidR="00D44240" w:rsidRPr="008D3BE2">
        <w:rPr>
          <w:rFonts w:ascii="Arial Narrow" w:eastAsia="Times New Roman" w:hAnsi="Arial Narrow" w:cs="Times New Roman"/>
          <w:sz w:val="20"/>
          <w:szCs w:val="20"/>
          <w:lang w:eastAsia="pt-BR"/>
        </w:rPr>
        <w:t xml:space="preserve"> no DOU de 16/</w:t>
      </w:r>
      <w:r w:rsidRPr="008D3BE2">
        <w:rPr>
          <w:rFonts w:ascii="Arial Narrow" w:eastAsia="Times New Roman" w:hAnsi="Arial Narrow" w:cs="Times New Roman"/>
          <w:sz w:val="20"/>
          <w:szCs w:val="20"/>
          <w:lang w:eastAsia="pt-BR"/>
        </w:rPr>
        <w:t>9/1998, com as alterações publicadas</w:t>
      </w:r>
      <w:r w:rsidR="000A3D65" w:rsidRPr="008D3BE2">
        <w:rPr>
          <w:rFonts w:ascii="Arial Narrow" w:eastAsia="Times New Roman" w:hAnsi="Arial Narrow" w:cs="Times New Roman"/>
          <w:sz w:val="20"/>
          <w:szCs w:val="20"/>
          <w:lang w:eastAsia="pt-BR"/>
        </w:rPr>
        <w:t xml:space="preserve"> em 26/10/2001, 11/11/2002, 24/2/2006, 11/</w:t>
      </w:r>
      <w:r w:rsidRPr="008D3BE2">
        <w:rPr>
          <w:rFonts w:ascii="Arial Narrow" w:eastAsia="Times New Roman" w:hAnsi="Arial Narrow" w:cs="Times New Roman"/>
          <w:sz w:val="20"/>
          <w:szCs w:val="20"/>
          <w:lang w:eastAsia="pt-BR"/>
        </w:rPr>
        <w:t>5/2011 e 23/12/2011, bem como pelas disposições deste Instrumento Convocatório e de seus anexos.</w:t>
      </w:r>
    </w:p>
    <w:p w14:paraId="3BBD6183" w14:textId="77777777" w:rsidR="00E71C23" w:rsidRPr="008D3BE2" w:rsidRDefault="00E71C23" w:rsidP="003D78F4">
      <w:pPr>
        <w:spacing w:after="0"/>
        <w:rPr>
          <w:rFonts w:ascii="Arial Narrow" w:eastAsia="Times New Roman" w:hAnsi="Arial Narrow" w:cs="Times New Roman"/>
          <w:sz w:val="20"/>
          <w:szCs w:val="20"/>
          <w:lang w:eastAsia="pt-BR"/>
        </w:rPr>
      </w:pPr>
    </w:p>
    <w:p w14:paraId="12C1D6CF" w14:textId="77777777" w:rsidR="003E79EE" w:rsidRPr="008D3BE2" w:rsidRDefault="003E79EE" w:rsidP="003E79EE">
      <w:pPr>
        <w:pStyle w:val="PargrafodaLista"/>
        <w:numPr>
          <w:ilvl w:val="0"/>
          <w:numId w:val="41"/>
        </w:numPr>
        <w:tabs>
          <w:tab w:val="left" w:pos="284"/>
        </w:tabs>
        <w:spacing w:after="160"/>
        <w:ind w:left="0" w:right="-30" w:firstLine="0"/>
        <w:rPr>
          <w:rFonts w:ascii="Arial Narrow" w:hAnsi="Arial Narrow" w:cs="Arial"/>
          <w:b/>
          <w:sz w:val="20"/>
          <w:szCs w:val="20"/>
        </w:rPr>
      </w:pPr>
      <w:r w:rsidRPr="008D3BE2">
        <w:rPr>
          <w:rFonts w:ascii="Arial Narrow" w:hAnsi="Arial Narrow" w:cs="Arial"/>
          <w:b/>
          <w:sz w:val="20"/>
          <w:szCs w:val="20"/>
        </w:rPr>
        <w:t>CONFEDERAÇÃO NACIONAL DA INDÚSTRIA - CNI</w:t>
      </w:r>
    </w:p>
    <w:p w14:paraId="315A6E36" w14:textId="77777777" w:rsidR="003E79EE" w:rsidRPr="008D3BE2" w:rsidRDefault="003E79EE" w:rsidP="003E79EE">
      <w:pPr>
        <w:pStyle w:val="PargrafodaLista"/>
        <w:numPr>
          <w:ilvl w:val="0"/>
          <w:numId w:val="41"/>
        </w:numPr>
        <w:tabs>
          <w:tab w:val="left" w:pos="284"/>
        </w:tabs>
        <w:spacing w:after="160"/>
        <w:ind w:left="0" w:right="-30" w:firstLine="0"/>
        <w:rPr>
          <w:rFonts w:ascii="Arial Narrow" w:hAnsi="Arial Narrow" w:cs="Arial"/>
          <w:b/>
          <w:sz w:val="20"/>
          <w:szCs w:val="20"/>
        </w:rPr>
      </w:pPr>
      <w:r w:rsidRPr="008D3BE2">
        <w:rPr>
          <w:rFonts w:ascii="Arial Narrow" w:hAnsi="Arial Narrow" w:cs="Arial"/>
          <w:b/>
          <w:sz w:val="20"/>
          <w:szCs w:val="20"/>
        </w:rPr>
        <w:t>SERVIÇO SOCIAL DA INDÚSTRIA – DEPARTAMENTO NACIONAL – SESI/DN</w:t>
      </w:r>
    </w:p>
    <w:p w14:paraId="7542CB21" w14:textId="77777777" w:rsidR="003E79EE" w:rsidRPr="008D3BE2" w:rsidRDefault="003E79EE" w:rsidP="003E79EE">
      <w:pPr>
        <w:pStyle w:val="PargrafodaLista"/>
        <w:numPr>
          <w:ilvl w:val="0"/>
          <w:numId w:val="41"/>
        </w:numPr>
        <w:tabs>
          <w:tab w:val="left" w:pos="284"/>
        </w:tabs>
        <w:spacing w:after="160"/>
        <w:ind w:left="284" w:right="-30" w:hanging="284"/>
        <w:rPr>
          <w:rFonts w:ascii="Arial Narrow" w:hAnsi="Arial Narrow" w:cs="Arial"/>
          <w:b/>
          <w:sz w:val="20"/>
          <w:szCs w:val="20"/>
        </w:rPr>
      </w:pPr>
      <w:r w:rsidRPr="008D3BE2">
        <w:rPr>
          <w:rFonts w:ascii="Arial Narrow" w:hAnsi="Arial Narrow" w:cs="Arial"/>
          <w:b/>
          <w:sz w:val="20"/>
          <w:szCs w:val="20"/>
        </w:rPr>
        <w:t>SERVIÇO NACIONAL DE APRENDIZAGEM INDUSTRIAL – DEPARTAMENTO NACIONAL – SENAI/DN</w:t>
      </w:r>
    </w:p>
    <w:p w14:paraId="1E77B610" w14:textId="77777777" w:rsidR="003E79EE" w:rsidRPr="008D3BE2" w:rsidRDefault="003E79EE" w:rsidP="003E79EE">
      <w:pPr>
        <w:pStyle w:val="PargrafodaLista"/>
        <w:numPr>
          <w:ilvl w:val="0"/>
          <w:numId w:val="41"/>
        </w:numPr>
        <w:tabs>
          <w:tab w:val="left" w:pos="284"/>
        </w:tabs>
        <w:adjustRightInd w:val="0"/>
        <w:spacing w:after="160"/>
        <w:ind w:left="0" w:right="-30" w:firstLine="0"/>
        <w:rPr>
          <w:rFonts w:ascii="Arial Narrow" w:hAnsi="Arial Narrow" w:cs="Arial"/>
          <w:b/>
          <w:sz w:val="20"/>
          <w:szCs w:val="20"/>
        </w:rPr>
      </w:pPr>
      <w:r w:rsidRPr="008D3BE2">
        <w:rPr>
          <w:rFonts w:ascii="Arial Narrow" w:hAnsi="Arial Narrow" w:cs="Arial"/>
          <w:b/>
          <w:sz w:val="20"/>
          <w:szCs w:val="20"/>
        </w:rPr>
        <w:t>INSTITUTO EUVALDO LODI – NÚCLEO CENTRAL – IEL/NC</w:t>
      </w:r>
    </w:p>
    <w:p w14:paraId="233554E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O edital de licitação e seus anexos poderão ser consultados ou impressos a partir dos endereços:</w:t>
      </w:r>
      <w:r w:rsidRPr="008D3BE2">
        <w:rPr>
          <w:rFonts w:ascii="Arial Narrow" w:eastAsia="Times New Roman" w:hAnsi="Arial Narrow" w:cs="Times New Roman"/>
          <w:color w:val="FF0000"/>
          <w:sz w:val="20"/>
          <w:szCs w:val="20"/>
          <w:lang w:eastAsia="pt-BR"/>
        </w:rPr>
        <w:t> </w:t>
      </w:r>
      <w:hyperlink r:id="rId9" w:history="1">
        <w:r w:rsidRPr="008D3BE2">
          <w:rPr>
            <w:rFonts w:ascii="Arial Narrow" w:eastAsia="Times New Roman" w:hAnsi="Arial Narrow" w:cs="Times New Roman"/>
            <w:color w:val="0000FF"/>
            <w:sz w:val="20"/>
            <w:szCs w:val="20"/>
            <w:u w:val="single"/>
            <w:lang w:eastAsia="pt-BR"/>
          </w:rPr>
          <w:t>http://portaldecompras.sistemaindustria.org.br</w:t>
        </w:r>
      </w:hyperlink>
      <w:r w:rsidRPr="008D3BE2">
        <w:rPr>
          <w:rFonts w:ascii="Arial Narrow" w:eastAsia="Times New Roman" w:hAnsi="Arial Narrow" w:cs="Times New Roman"/>
          <w:sz w:val="20"/>
          <w:szCs w:val="20"/>
          <w:lang w:eastAsia="pt-BR"/>
        </w:rPr>
        <w:t> e </w:t>
      </w:r>
      <w:hyperlink r:id="rId10" w:history="1">
        <w:r w:rsidRPr="008D3BE2">
          <w:rPr>
            <w:rFonts w:ascii="Arial Narrow" w:eastAsia="Times New Roman" w:hAnsi="Arial Narrow" w:cs="Times New Roman"/>
            <w:color w:val="0000FF"/>
            <w:sz w:val="20"/>
            <w:szCs w:val="20"/>
            <w:u w:val="single"/>
            <w:lang w:eastAsia="pt-BR"/>
          </w:rPr>
          <w:t>http://www.portaldaindustria.com.br/licitacoes</w:t>
        </w:r>
      </w:hyperlink>
      <w:r w:rsidRPr="008D3BE2">
        <w:rPr>
          <w:rFonts w:ascii="Arial Narrow" w:eastAsia="Times New Roman" w:hAnsi="Arial Narrow" w:cs="Times New Roman"/>
          <w:sz w:val="20"/>
          <w:szCs w:val="20"/>
          <w:lang w:eastAsia="pt-BR"/>
        </w:rPr>
        <w:t>.</w:t>
      </w:r>
    </w:p>
    <w:p w14:paraId="50067F0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14"/>
        <w:gridCol w:w="2338"/>
        <w:gridCol w:w="1883"/>
      </w:tblGrid>
      <w:tr w:rsidR="00C75367" w:rsidRPr="008D3BE2" w14:paraId="009014CA" w14:textId="77777777" w:rsidTr="00A26582">
        <w:trPr>
          <w:jc w:val="center"/>
        </w:trPr>
        <w:tc>
          <w:tcPr>
            <w:tcW w:w="4614" w:type="dxa"/>
            <w:shd w:val="clear" w:color="auto" w:fill="auto"/>
            <w:tcMar>
              <w:top w:w="0" w:type="dxa"/>
              <w:left w:w="108" w:type="dxa"/>
              <w:bottom w:w="0" w:type="dxa"/>
              <w:right w:w="108" w:type="dxa"/>
            </w:tcMar>
            <w:hideMark/>
          </w:tcPr>
          <w:p w14:paraId="24430A7A"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Espaço virtual de realização do certame</w:t>
            </w:r>
          </w:p>
        </w:tc>
        <w:tc>
          <w:tcPr>
            <w:tcW w:w="4221" w:type="dxa"/>
            <w:gridSpan w:val="2"/>
            <w:shd w:val="clear" w:color="auto" w:fill="auto"/>
            <w:tcMar>
              <w:top w:w="0" w:type="dxa"/>
              <w:left w:w="108" w:type="dxa"/>
              <w:bottom w:w="0" w:type="dxa"/>
              <w:right w:w="108" w:type="dxa"/>
            </w:tcMar>
            <w:hideMark/>
          </w:tcPr>
          <w:p w14:paraId="3AF5BE3E" w14:textId="77777777" w:rsidR="00C75367" w:rsidRPr="008D3BE2" w:rsidRDefault="00922B35" w:rsidP="00C208FD">
            <w:pPr>
              <w:spacing w:after="0" w:line="360" w:lineRule="auto"/>
              <w:rPr>
                <w:rFonts w:ascii="Arial Narrow" w:eastAsia="Times New Roman" w:hAnsi="Arial Narrow" w:cs="Times New Roman"/>
                <w:b/>
                <w:bCs/>
                <w:sz w:val="20"/>
                <w:szCs w:val="20"/>
                <w:lang w:eastAsia="pt-BR"/>
              </w:rPr>
            </w:pPr>
            <w:hyperlink r:id="rId11" w:history="1">
              <w:r w:rsidR="00C75367" w:rsidRPr="008D3BE2">
                <w:rPr>
                  <w:rFonts w:ascii="Arial Narrow" w:eastAsia="Times New Roman" w:hAnsi="Arial Narrow" w:cs="Times New Roman"/>
                  <w:b/>
                  <w:bCs/>
                  <w:color w:val="0000FF"/>
                  <w:sz w:val="20"/>
                  <w:szCs w:val="20"/>
                  <w:u w:val="single"/>
                  <w:lang w:eastAsia="pt-BR"/>
                </w:rPr>
                <w:t>http://portaldecompras.sistemaindustria.org.br</w:t>
              </w:r>
            </w:hyperlink>
          </w:p>
        </w:tc>
      </w:tr>
      <w:tr w:rsidR="00C75367" w:rsidRPr="008D3BE2" w14:paraId="55F94180" w14:textId="77777777" w:rsidTr="00A26582">
        <w:trPr>
          <w:jc w:val="center"/>
        </w:trPr>
        <w:tc>
          <w:tcPr>
            <w:tcW w:w="4614" w:type="dxa"/>
            <w:shd w:val="clear" w:color="auto" w:fill="auto"/>
            <w:tcMar>
              <w:top w:w="0" w:type="dxa"/>
              <w:left w:w="108" w:type="dxa"/>
              <w:bottom w:w="0" w:type="dxa"/>
              <w:right w:w="108" w:type="dxa"/>
            </w:tcMar>
            <w:hideMark/>
          </w:tcPr>
          <w:p w14:paraId="327A28B4"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Início do Recebimento das Propostas:</w:t>
            </w:r>
          </w:p>
        </w:tc>
        <w:tc>
          <w:tcPr>
            <w:tcW w:w="2338" w:type="dxa"/>
            <w:shd w:val="clear" w:color="auto" w:fill="auto"/>
            <w:tcMar>
              <w:top w:w="0" w:type="dxa"/>
              <w:left w:w="108" w:type="dxa"/>
              <w:bottom w:w="0" w:type="dxa"/>
              <w:right w:w="108" w:type="dxa"/>
            </w:tcMar>
            <w:hideMark/>
          </w:tcPr>
          <w:p w14:paraId="13785863" w14:textId="1E9BCADC"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Data:</w:t>
            </w:r>
            <w:r w:rsidR="00850E74" w:rsidRPr="008D3BE2">
              <w:rPr>
                <w:rFonts w:ascii="Arial Narrow" w:eastAsia="Times New Roman" w:hAnsi="Arial Narrow" w:cs="Times New Roman"/>
                <w:b/>
                <w:bCs/>
                <w:sz w:val="20"/>
                <w:szCs w:val="20"/>
                <w:lang w:eastAsia="pt-BR"/>
              </w:rPr>
              <w:t xml:space="preserve"> </w:t>
            </w:r>
            <w:r w:rsidR="00C208FD" w:rsidRPr="008D3BE2">
              <w:rPr>
                <w:rFonts w:ascii="Arial Narrow" w:eastAsia="Times New Roman" w:hAnsi="Arial Narrow" w:cs="Times New Roman"/>
                <w:b/>
                <w:bCs/>
                <w:sz w:val="20"/>
                <w:szCs w:val="20"/>
                <w:lang w:eastAsia="pt-BR"/>
              </w:rPr>
              <w:t>26</w:t>
            </w:r>
            <w:r w:rsidR="00850E74" w:rsidRPr="008D3BE2">
              <w:rPr>
                <w:rFonts w:ascii="Arial Narrow" w:eastAsia="Times New Roman" w:hAnsi="Arial Narrow" w:cs="Times New Roman"/>
                <w:b/>
                <w:bCs/>
                <w:sz w:val="20"/>
                <w:szCs w:val="20"/>
                <w:lang w:eastAsia="pt-BR"/>
              </w:rPr>
              <w:t>/0</w:t>
            </w:r>
            <w:r w:rsidR="00C208FD" w:rsidRPr="008D3BE2">
              <w:rPr>
                <w:rFonts w:ascii="Arial Narrow" w:eastAsia="Times New Roman" w:hAnsi="Arial Narrow" w:cs="Times New Roman"/>
                <w:b/>
                <w:bCs/>
                <w:sz w:val="20"/>
                <w:szCs w:val="20"/>
                <w:lang w:eastAsia="pt-BR"/>
              </w:rPr>
              <w:t>8</w:t>
            </w:r>
            <w:r w:rsidR="00850E74" w:rsidRPr="008D3BE2">
              <w:rPr>
                <w:rFonts w:ascii="Arial Narrow" w:eastAsia="Times New Roman" w:hAnsi="Arial Narrow" w:cs="Times New Roman"/>
                <w:b/>
                <w:bCs/>
                <w:sz w:val="20"/>
                <w:szCs w:val="20"/>
                <w:lang w:eastAsia="pt-BR"/>
              </w:rPr>
              <w:t>/2021</w:t>
            </w:r>
            <w:r w:rsidRPr="008D3BE2">
              <w:rPr>
                <w:rFonts w:ascii="Arial Narrow" w:eastAsia="Times New Roman" w:hAnsi="Arial Narrow" w:cs="Times New Roman"/>
                <w:b/>
                <w:bCs/>
                <w:sz w:val="20"/>
                <w:szCs w:val="20"/>
                <w:lang w:eastAsia="pt-BR"/>
              </w:rPr>
              <w:t xml:space="preserve"> </w:t>
            </w:r>
            <w:r w:rsidR="00550AF8" w:rsidRPr="008D3BE2">
              <w:rPr>
                <w:rFonts w:ascii="Arial Narrow" w:eastAsia="Times New Roman" w:hAnsi="Arial Narrow" w:cs="Times New Roman"/>
                <w:b/>
                <w:bCs/>
                <w:sz w:val="20"/>
                <w:szCs w:val="20"/>
                <w:lang w:eastAsia="pt-BR"/>
              </w:rPr>
              <w:t xml:space="preserve"> </w:t>
            </w:r>
          </w:p>
        </w:tc>
        <w:tc>
          <w:tcPr>
            <w:tcW w:w="1883" w:type="dxa"/>
            <w:shd w:val="clear" w:color="auto" w:fill="auto"/>
            <w:tcMar>
              <w:top w:w="0" w:type="dxa"/>
              <w:left w:w="108" w:type="dxa"/>
              <w:bottom w:w="0" w:type="dxa"/>
              <w:right w:w="108" w:type="dxa"/>
            </w:tcMar>
            <w:hideMark/>
          </w:tcPr>
          <w:p w14:paraId="0AE38886"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 xml:space="preserve">Hora: </w:t>
            </w:r>
            <w:r w:rsidR="000A3D65" w:rsidRPr="008D3BE2">
              <w:rPr>
                <w:rFonts w:ascii="Arial Narrow" w:eastAsia="Times New Roman" w:hAnsi="Arial Narrow" w:cs="Times New Roman"/>
                <w:b/>
                <w:bCs/>
                <w:sz w:val="20"/>
                <w:szCs w:val="20"/>
                <w:lang w:eastAsia="pt-BR"/>
              </w:rPr>
              <w:t>9</w:t>
            </w:r>
            <w:r w:rsidRPr="008D3BE2">
              <w:rPr>
                <w:rFonts w:ascii="Arial Narrow" w:eastAsia="Times New Roman" w:hAnsi="Arial Narrow" w:cs="Times New Roman"/>
                <w:b/>
                <w:bCs/>
                <w:sz w:val="20"/>
                <w:szCs w:val="20"/>
                <w:lang w:eastAsia="pt-BR"/>
              </w:rPr>
              <w:t>h</w:t>
            </w:r>
          </w:p>
        </w:tc>
      </w:tr>
      <w:tr w:rsidR="00C75367" w:rsidRPr="008D3BE2" w14:paraId="33744455" w14:textId="77777777" w:rsidTr="00A26582">
        <w:trPr>
          <w:jc w:val="center"/>
        </w:trPr>
        <w:tc>
          <w:tcPr>
            <w:tcW w:w="4614" w:type="dxa"/>
            <w:shd w:val="clear" w:color="auto" w:fill="auto"/>
            <w:tcMar>
              <w:top w:w="0" w:type="dxa"/>
              <w:left w:w="108" w:type="dxa"/>
              <w:bottom w:w="0" w:type="dxa"/>
              <w:right w:w="108" w:type="dxa"/>
            </w:tcMar>
            <w:hideMark/>
          </w:tcPr>
          <w:p w14:paraId="5652B243"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Prazo Final para o Recebimento das Propostas:</w:t>
            </w:r>
          </w:p>
        </w:tc>
        <w:tc>
          <w:tcPr>
            <w:tcW w:w="2338" w:type="dxa"/>
            <w:shd w:val="clear" w:color="auto" w:fill="auto"/>
            <w:tcMar>
              <w:top w:w="0" w:type="dxa"/>
              <w:left w:w="108" w:type="dxa"/>
              <w:bottom w:w="0" w:type="dxa"/>
              <w:right w:w="108" w:type="dxa"/>
            </w:tcMar>
            <w:hideMark/>
          </w:tcPr>
          <w:p w14:paraId="3D8DA5EE" w14:textId="5014BC8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Data:</w:t>
            </w:r>
            <w:r w:rsidR="00C208FD" w:rsidRPr="008D3BE2">
              <w:rPr>
                <w:rFonts w:ascii="Arial Narrow" w:eastAsia="Times New Roman" w:hAnsi="Arial Narrow" w:cs="Times New Roman"/>
                <w:b/>
                <w:bCs/>
                <w:sz w:val="20"/>
                <w:szCs w:val="20"/>
                <w:lang w:eastAsia="pt-BR"/>
              </w:rPr>
              <w:t>03</w:t>
            </w:r>
            <w:r w:rsidR="00850E74" w:rsidRPr="008D3BE2">
              <w:rPr>
                <w:rFonts w:ascii="Arial Narrow" w:eastAsia="Times New Roman" w:hAnsi="Arial Narrow" w:cs="Times New Roman"/>
                <w:b/>
                <w:bCs/>
                <w:sz w:val="20"/>
                <w:szCs w:val="20"/>
                <w:lang w:eastAsia="pt-BR"/>
              </w:rPr>
              <w:t>/0</w:t>
            </w:r>
            <w:r w:rsidR="00C208FD" w:rsidRPr="008D3BE2">
              <w:rPr>
                <w:rFonts w:ascii="Arial Narrow" w:eastAsia="Times New Roman" w:hAnsi="Arial Narrow" w:cs="Times New Roman"/>
                <w:b/>
                <w:bCs/>
                <w:sz w:val="20"/>
                <w:szCs w:val="20"/>
                <w:lang w:eastAsia="pt-BR"/>
              </w:rPr>
              <w:t>9</w:t>
            </w:r>
            <w:r w:rsidR="00850E74" w:rsidRPr="008D3BE2">
              <w:rPr>
                <w:rFonts w:ascii="Arial Narrow" w:eastAsia="Times New Roman" w:hAnsi="Arial Narrow" w:cs="Times New Roman"/>
                <w:b/>
                <w:bCs/>
                <w:sz w:val="20"/>
                <w:szCs w:val="20"/>
                <w:lang w:eastAsia="pt-BR"/>
              </w:rPr>
              <w:t>/2021</w:t>
            </w:r>
            <w:r w:rsidRPr="008D3BE2">
              <w:rPr>
                <w:rFonts w:ascii="Arial Narrow" w:eastAsia="Times New Roman" w:hAnsi="Arial Narrow" w:cs="Times New Roman"/>
                <w:b/>
                <w:bCs/>
                <w:sz w:val="20"/>
                <w:szCs w:val="20"/>
                <w:lang w:eastAsia="pt-BR"/>
              </w:rPr>
              <w:t xml:space="preserve"> </w:t>
            </w:r>
            <w:r w:rsidR="00550AF8" w:rsidRPr="008D3BE2">
              <w:rPr>
                <w:rFonts w:ascii="Arial Narrow" w:eastAsia="Times New Roman" w:hAnsi="Arial Narrow" w:cs="Times New Roman"/>
                <w:b/>
                <w:bCs/>
                <w:sz w:val="20"/>
                <w:szCs w:val="20"/>
                <w:lang w:eastAsia="pt-BR"/>
              </w:rPr>
              <w:t xml:space="preserve"> </w:t>
            </w:r>
          </w:p>
        </w:tc>
        <w:tc>
          <w:tcPr>
            <w:tcW w:w="1883" w:type="dxa"/>
            <w:shd w:val="clear" w:color="auto" w:fill="auto"/>
            <w:tcMar>
              <w:top w:w="0" w:type="dxa"/>
              <w:left w:w="108" w:type="dxa"/>
              <w:bottom w:w="0" w:type="dxa"/>
              <w:right w:w="108" w:type="dxa"/>
            </w:tcMar>
            <w:hideMark/>
          </w:tcPr>
          <w:p w14:paraId="7E238362"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 xml:space="preserve">Hora: </w:t>
            </w:r>
            <w:r w:rsidR="00EA60F7" w:rsidRPr="008D3BE2">
              <w:rPr>
                <w:rFonts w:ascii="Arial Narrow" w:eastAsia="Times New Roman" w:hAnsi="Arial Narrow" w:cs="Times New Roman"/>
                <w:b/>
                <w:bCs/>
                <w:sz w:val="20"/>
                <w:szCs w:val="20"/>
                <w:lang w:eastAsia="pt-BR"/>
              </w:rPr>
              <w:t>9h59min</w:t>
            </w:r>
          </w:p>
        </w:tc>
      </w:tr>
      <w:tr w:rsidR="00C75367" w:rsidRPr="008D3BE2" w14:paraId="275BDC1C" w14:textId="77777777" w:rsidTr="00A26582">
        <w:trPr>
          <w:jc w:val="center"/>
        </w:trPr>
        <w:tc>
          <w:tcPr>
            <w:tcW w:w="4614" w:type="dxa"/>
            <w:shd w:val="clear" w:color="auto" w:fill="auto"/>
            <w:tcMar>
              <w:top w:w="0" w:type="dxa"/>
              <w:left w:w="108" w:type="dxa"/>
              <w:bottom w:w="0" w:type="dxa"/>
              <w:right w:w="108" w:type="dxa"/>
            </w:tcMar>
            <w:hideMark/>
          </w:tcPr>
          <w:p w14:paraId="0E6E42EE"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Data e Hora do Pregão:</w:t>
            </w:r>
          </w:p>
        </w:tc>
        <w:tc>
          <w:tcPr>
            <w:tcW w:w="2338" w:type="dxa"/>
            <w:shd w:val="clear" w:color="auto" w:fill="auto"/>
            <w:tcMar>
              <w:top w:w="0" w:type="dxa"/>
              <w:left w:w="108" w:type="dxa"/>
              <w:bottom w:w="0" w:type="dxa"/>
              <w:right w:w="108" w:type="dxa"/>
            </w:tcMar>
            <w:hideMark/>
          </w:tcPr>
          <w:p w14:paraId="370A53F7" w14:textId="4DB8F5A1"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Data:</w:t>
            </w:r>
            <w:r w:rsidR="00550AF8" w:rsidRPr="008D3BE2">
              <w:rPr>
                <w:rFonts w:ascii="Arial Narrow" w:eastAsia="Times New Roman" w:hAnsi="Arial Narrow" w:cs="Times New Roman"/>
                <w:b/>
                <w:bCs/>
                <w:sz w:val="20"/>
                <w:szCs w:val="20"/>
                <w:lang w:eastAsia="pt-BR"/>
              </w:rPr>
              <w:t xml:space="preserve"> </w:t>
            </w:r>
            <w:r w:rsidR="00C208FD" w:rsidRPr="008D3BE2">
              <w:rPr>
                <w:rFonts w:ascii="Arial Narrow" w:eastAsia="Times New Roman" w:hAnsi="Arial Narrow" w:cs="Times New Roman"/>
                <w:b/>
                <w:bCs/>
                <w:sz w:val="20"/>
                <w:szCs w:val="20"/>
                <w:lang w:eastAsia="pt-BR"/>
              </w:rPr>
              <w:t>03</w:t>
            </w:r>
            <w:r w:rsidR="00850E74" w:rsidRPr="008D3BE2">
              <w:rPr>
                <w:rFonts w:ascii="Arial Narrow" w:eastAsia="Times New Roman" w:hAnsi="Arial Narrow" w:cs="Times New Roman"/>
                <w:b/>
                <w:bCs/>
                <w:sz w:val="20"/>
                <w:szCs w:val="20"/>
                <w:lang w:eastAsia="pt-BR"/>
              </w:rPr>
              <w:t>/0</w:t>
            </w:r>
            <w:r w:rsidR="00C208FD" w:rsidRPr="008D3BE2">
              <w:rPr>
                <w:rFonts w:ascii="Arial Narrow" w:eastAsia="Times New Roman" w:hAnsi="Arial Narrow" w:cs="Times New Roman"/>
                <w:b/>
                <w:bCs/>
                <w:sz w:val="20"/>
                <w:szCs w:val="20"/>
                <w:lang w:eastAsia="pt-BR"/>
              </w:rPr>
              <w:t>9</w:t>
            </w:r>
            <w:r w:rsidR="00850E74" w:rsidRPr="008D3BE2">
              <w:rPr>
                <w:rFonts w:ascii="Arial Narrow" w:eastAsia="Times New Roman" w:hAnsi="Arial Narrow" w:cs="Times New Roman"/>
                <w:b/>
                <w:bCs/>
                <w:sz w:val="20"/>
                <w:szCs w:val="20"/>
                <w:lang w:eastAsia="pt-BR"/>
              </w:rPr>
              <w:t>/2021</w:t>
            </w:r>
          </w:p>
        </w:tc>
        <w:tc>
          <w:tcPr>
            <w:tcW w:w="1883" w:type="dxa"/>
            <w:shd w:val="clear" w:color="auto" w:fill="auto"/>
            <w:tcMar>
              <w:top w:w="0" w:type="dxa"/>
              <w:left w:w="108" w:type="dxa"/>
              <w:bottom w:w="0" w:type="dxa"/>
              <w:right w:w="108" w:type="dxa"/>
            </w:tcMar>
            <w:hideMark/>
          </w:tcPr>
          <w:p w14:paraId="22440AB7" w14:textId="77777777" w:rsidR="00C75367" w:rsidRPr="008D3BE2" w:rsidRDefault="00F1569F"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 xml:space="preserve">Hora: </w:t>
            </w:r>
            <w:r w:rsidR="000A3D65" w:rsidRPr="008D3BE2">
              <w:rPr>
                <w:rFonts w:ascii="Arial Narrow" w:eastAsia="Times New Roman" w:hAnsi="Arial Narrow" w:cs="Times New Roman"/>
                <w:b/>
                <w:bCs/>
                <w:sz w:val="20"/>
                <w:szCs w:val="20"/>
                <w:lang w:eastAsia="pt-BR"/>
              </w:rPr>
              <w:t>10</w:t>
            </w:r>
            <w:r w:rsidR="00C75367" w:rsidRPr="008D3BE2">
              <w:rPr>
                <w:rFonts w:ascii="Arial Narrow" w:eastAsia="Times New Roman" w:hAnsi="Arial Narrow" w:cs="Times New Roman"/>
                <w:b/>
                <w:bCs/>
                <w:sz w:val="20"/>
                <w:szCs w:val="20"/>
                <w:lang w:eastAsia="pt-BR"/>
              </w:rPr>
              <w:t>h</w:t>
            </w:r>
          </w:p>
        </w:tc>
      </w:tr>
      <w:tr w:rsidR="00C75367" w:rsidRPr="008D3BE2" w14:paraId="2277C427" w14:textId="77777777" w:rsidTr="00A26582">
        <w:trPr>
          <w:jc w:val="center"/>
        </w:trPr>
        <w:tc>
          <w:tcPr>
            <w:tcW w:w="4614" w:type="dxa"/>
            <w:shd w:val="clear" w:color="auto" w:fill="auto"/>
            <w:tcMar>
              <w:top w:w="0" w:type="dxa"/>
              <w:left w:w="108" w:type="dxa"/>
              <w:bottom w:w="0" w:type="dxa"/>
              <w:right w:w="108" w:type="dxa"/>
            </w:tcMar>
            <w:hideMark/>
          </w:tcPr>
          <w:p w14:paraId="0A17D88B"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Tempo de Disputa Por Item:</w:t>
            </w:r>
          </w:p>
        </w:tc>
        <w:tc>
          <w:tcPr>
            <w:tcW w:w="4221" w:type="dxa"/>
            <w:gridSpan w:val="2"/>
            <w:shd w:val="clear" w:color="auto" w:fill="auto"/>
            <w:tcMar>
              <w:top w:w="0" w:type="dxa"/>
              <w:left w:w="108" w:type="dxa"/>
              <w:bottom w:w="0" w:type="dxa"/>
              <w:right w:w="108" w:type="dxa"/>
            </w:tcMar>
            <w:hideMark/>
          </w:tcPr>
          <w:p w14:paraId="4FDB1314" w14:textId="77777777" w:rsidR="00C75367" w:rsidRPr="008D3BE2" w:rsidRDefault="00F1569F"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30 (trinta) minutos</w:t>
            </w:r>
          </w:p>
        </w:tc>
      </w:tr>
      <w:tr w:rsidR="00C75367" w:rsidRPr="008D3BE2" w14:paraId="5CF2FF13" w14:textId="77777777" w:rsidTr="00A26582">
        <w:trPr>
          <w:jc w:val="center"/>
        </w:trPr>
        <w:tc>
          <w:tcPr>
            <w:tcW w:w="4614" w:type="dxa"/>
            <w:shd w:val="clear" w:color="auto" w:fill="auto"/>
            <w:tcMar>
              <w:top w:w="0" w:type="dxa"/>
              <w:left w:w="108" w:type="dxa"/>
              <w:bottom w:w="0" w:type="dxa"/>
              <w:right w:w="108" w:type="dxa"/>
            </w:tcMar>
            <w:hideMark/>
          </w:tcPr>
          <w:p w14:paraId="67ACD67F"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Tempo Aleatório:</w:t>
            </w:r>
          </w:p>
        </w:tc>
        <w:tc>
          <w:tcPr>
            <w:tcW w:w="4221" w:type="dxa"/>
            <w:gridSpan w:val="2"/>
            <w:shd w:val="clear" w:color="auto" w:fill="auto"/>
            <w:tcMar>
              <w:top w:w="0" w:type="dxa"/>
              <w:left w:w="108" w:type="dxa"/>
              <w:bottom w:w="0" w:type="dxa"/>
              <w:right w:w="108" w:type="dxa"/>
            </w:tcMar>
            <w:hideMark/>
          </w:tcPr>
          <w:p w14:paraId="6CADA72B"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Até 30 (trinta) minutos</w:t>
            </w:r>
          </w:p>
        </w:tc>
      </w:tr>
      <w:tr w:rsidR="00C75367" w:rsidRPr="008D3BE2" w14:paraId="7A8F1727" w14:textId="77777777" w:rsidTr="00A26582">
        <w:trPr>
          <w:jc w:val="center"/>
        </w:trPr>
        <w:tc>
          <w:tcPr>
            <w:tcW w:w="4614" w:type="dxa"/>
            <w:shd w:val="clear" w:color="auto" w:fill="auto"/>
            <w:tcMar>
              <w:top w:w="0" w:type="dxa"/>
              <w:left w:w="108" w:type="dxa"/>
              <w:bottom w:w="0" w:type="dxa"/>
              <w:right w:w="108" w:type="dxa"/>
            </w:tcMar>
            <w:hideMark/>
          </w:tcPr>
          <w:p w14:paraId="71306FD0"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Formalização de Consultas e-mail:</w:t>
            </w:r>
          </w:p>
        </w:tc>
        <w:tc>
          <w:tcPr>
            <w:tcW w:w="4221" w:type="dxa"/>
            <w:gridSpan w:val="2"/>
            <w:shd w:val="clear" w:color="auto" w:fill="auto"/>
            <w:tcMar>
              <w:top w:w="0" w:type="dxa"/>
              <w:left w:w="108" w:type="dxa"/>
              <w:bottom w:w="0" w:type="dxa"/>
              <w:right w:w="108" w:type="dxa"/>
            </w:tcMar>
            <w:hideMark/>
          </w:tcPr>
          <w:p w14:paraId="6A3E7EB0" w14:textId="77777777" w:rsidR="00C75367" w:rsidRPr="008D3BE2" w:rsidRDefault="00922B35" w:rsidP="00C208FD">
            <w:pPr>
              <w:spacing w:after="0" w:line="360" w:lineRule="auto"/>
              <w:rPr>
                <w:rFonts w:ascii="Arial Narrow" w:eastAsia="Times New Roman" w:hAnsi="Arial Narrow" w:cs="Times New Roman"/>
                <w:b/>
                <w:bCs/>
                <w:sz w:val="20"/>
                <w:szCs w:val="20"/>
                <w:lang w:eastAsia="pt-BR"/>
              </w:rPr>
            </w:pPr>
            <w:hyperlink r:id="rId12" w:history="1">
              <w:r w:rsidR="000A3D65" w:rsidRPr="008D3BE2">
                <w:rPr>
                  <w:rStyle w:val="Hyperlink"/>
                  <w:rFonts w:ascii="Arial Narrow" w:eastAsia="Times New Roman" w:hAnsi="Arial Narrow" w:cs="Times New Roman"/>
                  <w:b/>
                  <w:bCs/>
                  <w:sz w:val="20"/>
                  <w:szCs w:val="20"/>
                  <w:lang w:eastAsia="pt-BR"/>
                </w:rPr>
                <w:t>licitacoes@cni.com.br</w:t>
              </w:r>
            </w:hyperlink>
          </w:p>
        </w:tc>
      </w:tr>
      <w:tr w:rsidR="00C75367" w:rsidRPr="008D3BE2" w14:paraId="1CD8317E" w14:textId="77777777" w:rsidTr="00A26582">
        <w:trPr>
          <w:jc w:val="center"/>
        </w:trPr>
        <w:tc>
          <w:tcPr>
            <w:tcW w:w="4614" w:type="dxa"/>
            <w:shd w:val="clear" w:color="auto" w:fill="auto"/>
            <w:tcMar>
              <w:top w:w="0" w:type="dxa"/>
              <w:left w:w="108" w:type="dxa"/>
              <w:bottom w:w="0" w:type="dxa"/>
              <w:right w:w="108" w:type="dxa"/>
            </w:tcMar>
            <w:hideMark/>
          </w:tcPr>
          <w:p w14:paraId="5E781E9D"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Referência de Tempo:</w:t>
            </w:r>
          </w:p>
        </w:tc>
        <w:tc>
          <w:tcPr>
            <w:tcW w:w="4221" w:type="dxa"/>
            <w:gridSpan w:val="2"/>
            <w:shd w:val="clear" w:color="auto" w:fill="auto"/>
            <w:tcMar>
              <w:top w:w="0" w:type="dxa"/>
              <w:left w:w="108" w:type="dxa"/>
              <w:bottom w:w="0" w:type="dxa"/>
              <w:right w:w="108" w:type="dxa"/>
            </w:tcMar>
            <w:hideMark/>
          </w:tcPr>
          <w:p w14:paraId="413B5928" w14:textId="77777777" w:rsidR="00C75367" w:rsidRPr="008D3BE2" w:rsidRDefault="00C75367" w:rsidP="00C208FD">
            <w:pPr>
              <w:spacing w:after="0" w:line="360" w:lineRule="auto"/>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color w:val="000000"/>
                <w:sz w:val="20"/>
                <w:szCs w:val="20"/>
                <w:lang w:eastAsia="pt-BR"/>
              </w:rPr>
              <w:t>Horário de Brasília (DF)</w:t>
            </w:r>
          </w:p>
        </w:tc>
      </w:tr>
    </w:tbl>
    <w:p w14:paraId="2CEF801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7B110F72" w14:textId="2E553C63"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Quaisquer pedidos de esclarecimentos em relação a eventuais dúvidas de interpretação do presente Instrumento Convocatório deverão ser dirigidos, por escrito, à CPL até o dia </w:t>
      </w:r>
      <w:r w:rsidR="00922B35">
        <w:rPr>
          <w:rFonts w:ascii="Arial Narrow" w:eastAsia="Times New Roman" w:hAnsi="Arial Narrow" w:cs="Times New Roman"/>
          <w:b/>
          <w:bCs/>
          <w:sz w:val="20"/>
          <w:szCs w:val="20"/>
          <w:lang w:eastAsia="pt-BR"/>
        </w:rPr>
        <w:t>31/08/2021</w:t>
      </w:r>
      <w:r w:rsidRPr="008D3BE2">
        <w:rPr>
          <w:rFonts w:ascii="Arial Narrow" w:eastAsia="Times New Roman" w:hAnsi="Arial Narrow" w:cs="Times New Roman"/>
          <w:sz w:val="20"/>
          <w:szCs w:val="20"/>
          <w:lang w:eastAsia="pt-BR"/>
        </w:rPr>
        <w:t xml:space="preserve">, </w:t>
      </w:r>
      <w:r w:rsidR="00A31E0F" w:rsidRPr="008D3BE2">
        <w:rPr>
          <w:rFonts w:ascii="Arial Narrow" w:eastAsia="Times New Roman" w:hAnsi="Arial Narrow" w:cs="Times New Roman"/>
          <w:sz w:val="20"/>
          <w:szCs w:val="20"/>
          <w:lang w:eastAsia="pt-BR"/>
        </w:rPr>
        <w:t>pelo</w:t>
      </w:r>
      <w:r w:rsidRPr="008D3BE2">
        <w:rPr>
          <w:rFonts w:ascii="Arial Narrow" w:eastAsia="Times New Roman" w:hAnsi="Arial Narrow" w:cs="Times New Roman"/>
          <w:sz w:val="20"/>
          <w:szCs w:val="20"/>
          <w:lang w:eastAsia="pt-BR"/>
        </w:rPr>
        <w:t xml:space="preserve"> Portal de Comp</w:t>
      </w:r>
      <w:r w:rsidR="003D78F4" w:rsidRPr="008D3BE2">
        <w:rPr>
          <w:rFonts w:ascii="Arial Narrow" w:eastAsia="Times New Roman" w:hAnsi="Arial Narrow" w:cs="Times New Roman"/>
          <w:sz w:val="20"/>
          <w:szCs w:val="20"/>
          <w:lang w:eastAsia="pt-BR"/>
        </w:rPr>
        <w:t>r</w:t>
      </w:r>
      <w:r w:rsidRPr="008D3BE2">
        <w:rPr>
          <w:rFonts w:ascii="Arial Narrow" w:eastAsia="Times New Roman" w:hAnsi="Arial Narrow" w:cs="Times New Roman"/>
          <w:sz w:val="20"/>
          <w:szCs w:val="20"/>
          <w:lang w:eastAsia="pt-BR"/>
        </w:rPr>
        <w:t>as (</w:t>
      </w:r>
      <w:hyperlink r:id="rId13" w:history="1">
        <w:r w:rsidR="00BB3189" w:rsidRPr="008D3BE2">
          <w:rPr>
            <w:rStyle w:val="Hyperlink"/>
            <w:rFonts w:ascii="Arial Narrow" w:eastAsia="Times New Roman" w:hAnsi="Arial Narrow" w:cs="Times New Roman"/>
            <w:sz w:val="20"/>
            <w:szCs w:val="20"/>
            <w:lang w:eastAsia="pt-BR"/>
          </w:rPr>
          <w:t>http://portaldecompras.sistemaindustria.com.br</w:t>
        </w:r>
      </w:hyperlink>
      <w:r w:rsidRPr="008D3BE2">
        <w:rPr>
          <w:rFonts w:ascii="Arial Narrow" w:eastAsia="Times New Roman" w:hAnsi="Arial Narrow" w:cs="Times New Roman"/>
          <w:sz w:val="20"/>
          <w:szCs w:val="20"/>
          <w:lang w:eastAsia="pt-BR"/>
        </w:rPr>
        <w:t>) ou por intermédio do endereço eletrônico</w:t>
      </w:r>
      <w:r w:rsidR="000A3D65" w:rsidRPr="008D3BE2">
        <w:rPr>
          <w:rFonts w:ascii="Arial Narrow" w:eastAsia="Times New Roman" w:hAnsi="Arial Narrow" w:cs="Times New Roman"/>
          <w:sz w:val="20"/>
          <w:szCs w:val="20"/>
          <w:lang w:eastAsia="pt-BR"/>
        </w:rPr>
        <w:t>.</w:t>
      </w:r>
    </w:p>
    <w:p w14:paraId="588A919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5700D7A0" w14:textId="77777777" w:rsidR="00C75367" w:rsidRPr="008D3BE2" w:rsidRDefault="00C75367" w:rsidP="003D78F4">
      <w:pPr>
        <w:spacing w:after="0"/>
        <w:ind w:right="-227"/>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1.</w:t>
      </w:r>
      <w:r w:rsidR="003D78F4" w:rsidRPr="008D3BE2">
        <w:rPr>
          <w:rFonts w:ascii="Arial Narrow" w:eastAsia="Times New Roman" w:hAnsi="Arial Narrow" w:cs="Times New Roman"/>
          <w:b/>
          <w:bCs/>
          <w:sz w:val="20"/>
          <w:szCs w:val="20"/>
          <w:lang w:eastAsia="pt-BR"/>
        </w:rPr>
        <w:t xml:space="preserve"> </w:t>
      </w:r>
      <w:r w:rsidRPr="008D3BE2">
        <w:rPr>
          <w:rFonts w:ascii="Arial Narrow" w:eastAsia="Times New Roman" w:hAnsi="Arial Narrow" w:cs="Times New Roman"/>
          <w:b/>
          <w:bCs/>
          <w:sz w:val="20"/>
          <w:szCs w:val="20"/>
          <w:lang w:eastAsia="pt-BR"/>
        </w:rPr>
        <w:t>DO OBJETO</w:t>
      </w:r>
    </w:p>
    <w:p w14:paraId="565CF9AD" w14:textId="77777777" w:rsidR="00C75367" w:rsidRPr="008D3BE2" w:rsidRDefault="00C75367" w:rsidP="003D78F4">
      <w:pPr>
        <w:spacing w:after="0"/>
        <w:ind w:right="-227"/>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FF6600"/>
          <w:sz w:val="20"/>
          <w:szCs w:val="20"/>
          <w:lang w:eastAsia="pt-BR"/>
        </w:rPr>
        <w:t> </w:t>
      </w:r>
    </w:p>
    <w:p w14:paraId="47E358E9" w14:textId="53ECC001" w:rsidR="00C75367" w:rsidRPr="008D3BE2" w:rsidRDefault="003E79EE" w:rsidP="003D78F4">
      <w:pPr>
        <w:keepNext/>
        <w:spacing w:after="0"/>
        <w:rPr>
          <w:rFonts w:ascii="Arial Narrow" w:eastAsia="Times New Roman" w:hAnsi="Arial Narrow" w:cs="Times New Roman"/>
          <w:sz w:val="20"/>
          <w:szCs w:val="20"/>
          <w:lang w:eastAsia="pt-BR"/>
        </w:rPr>
      </w:pPr>
      <w:bookmarkStart w:id="0" w:name="_Hlk67560788"/>
      <w:r w:rsidRPr="008D3BE2">
        <w:rPr>
          <w:rFonts w:ascii="Arial Narrow" w:eastAsia="Times New Roman" w:hAnsi="Arial Narrow" w:cs="Times New Roman"/>
          <w:sz w:val="20"/>
          <w:szCs w:val="20"/>
          <w:lang w:eastAsia="pt-BR"/>
        </w:rPr>
        <w:t xml:space="preserve"> A presente licitação tem por objeto a aquisição de licenças no modelo de subscrição do produto Checkpoint Firewall Next Generation para 16 cores de processador, por um período de 12 (doze) meses</w:t>
      </w:r>
      <w:r w:rsidR="00E71C23" w:rsidRPr="008D3BE2">
        <w:rPr>
          <w:rFonts w:ascii="Arial Narrow" w:eastAsia="Times New Roman" w:hAnsi="Arial Narrow" w:cs="Times New Roman"/>
          <w:sz w:val="20"/>
          <w:szCs w:val="20"/>
          <w:lang w:eastAsia="pt-BR"/>
        </w:rPr>
        <w:t xml:space="preserve">, </w:t>
      </w:r>
      <w:r w:rsidR="00C75367" w:rsidRPr="008D3BE2">
        <w:rPr>
          <w:rFonts w:ascii="Arial Narrow" w:eastAsia="Times New Roman" w:hAnsi="Arial Narrow" w:cs="Times New Roman"/>
          <w:sz w:val="20"/>
          <w:szCs w:val="20"/>
          <w:lang w:eastAsia="pt-BR"/>
        </w:rPr>
        <w:t>conforme condições e especificações técnicas constantes no Termo de Referência (Anexo I) d</w:t>
      </w:r>
      <w:r w:rsidR="00425AD0" w:rsidRPr="008D3BE2">
        <w:rPr>
          <w:rFonts w:ascii="Arial Narrow" w:eastAsia="Times New Roman" w:hAnsi="Arial Narrow" w:cs="Times New Roman"/>
          <w:sz w:val="20"/>
          <w:szCs w:val="20"/>
          <w:lang w:eastAsia="pt-BR"/>
        </w:rPr>
        <w:t>o</w:t>
      </w:r>
      <w:r w:rsidR="00C75367" w:rsidRPr="008D3BE2">
        <w:rPr>
          <w:rFonts w:ascii="Arial Narrow" w:eastAsia="Times New Roman" w:hAnsi="Arial Narrow" w:cs="Times New Roman"/>
          <w:sz w:val="20"/>
          <w:szCs w:val="20"/>
          <w:lang w:eastAsia="pt-BR"/>
        </w:rPr>
        <w:t xml:space="preserve"> Instrumento Convocatório</w:t>
      </w:r>
      <w:bookmarkEnd w:id="0"/>
      <w:r w:rsidR="00C75367" w:rsidRPr="008D3BE2">
        <w:rPr>
          <w:rFonts w:ascii="Arial Narrow" w:eastAsia="Times New Roman" w:hAnsi="Arial Narrow" w:cs="Times New Roman"/>
          <w:sz w:val="20"/>
          <w:szCs w:val="20"/>
          <w:lang w:eastAsia="pt-BR"/>
        </w:rPr>
        <w:t>.</w:t>
      </w:r>
    </w:p>
    <w:p w14:paraId="77D6AE2B" w14:textId="77777777" w:rsidR="003D78F4" w:rsidRPr="008D3BE2" w:rsidRDefault="003D78F4" w:rsidP="003D78F4">
      <w:pPr>
        <w:spacing w:after="0"/>
        <w:rPr>
          <w:rFonts w:ascii="Arial Narrow" w:eastAsia="Times New Roman" w:hAnsi="Arial Narrow" w:cs="Times New Roman"/>
          <w:b/>
          <w:bCs/>
          <w:sz w:val="20"/>
          <w:szCs w:val="20"/>
          <w:u w:val="single"/>
          <w:lang w:eastAsia="pt-BR"/>
        </w:rPr>
      </w:pPr>
    </w:p>
    <w:p w14:paraId="01E4AB6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2. CONDIÇÕES DE PARTICIPAÇÃO</w:t>
      </w:r>
    </w:p>
    <w:p w14:paraId="3C911531" w14:textId="47179DD7" w:rsidR="00C75367" w:rsidRPr="008D3BE2" w:rsidRDefault="00C75367" w:rsidP="003D78F4">
      <w:pPr>
        <w:spacing w:after="0"/>
        <w:rPr>
          <w:rFonts w:ascii="Arial Narrow" w:eastAsia="Times New Roman" w:hAnsi="Arial Narrow" w:cs="Times New Roman"/>
          <w:sz w:val="20"/>
          <w:szCs w:val="20"/>
          <w:u w:val="single"/>
          <w:lang w:eastAsia="pt-BR"/>
        </w:rPr>
      </w:pPr>
    </w:p>
    <w:p w14:paraId="24E6D32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2.1. Não poderá participar da presente licitação:</w:t>
      </w:r>
    </w:p>
    <w:p w14:paraId="463FE559"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1C4E612C" w14:textId="77777777" w:rsidR="00C75367" w:rsidRPr="008D3BE2" w:rsidRDefault="00C75367" w:rsidP="003D78F4">
      <w:pPr>
        <w:spacing w:after="0"/>
        <w:ind w:left="54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      Consórcio de pessoas jurídicas.</w:t>
      </w:r>
    </w:p>
    <w:p w14:paraId="05F2A6A9" w14:textId="77777777" w:rsidR="00C75367" w:rsidRPr="008D3BE2" w:rsidRDefault="00C75367" w:rsidP="003D78F4">
      <w:pPr>
        <w:spacing w:after="0"/>
        <w:ind w:left="54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b)       Pessoa jurídica impedida de licitar ou de contratar com qualquer uma das entidades que integrem o Sistema Indústria (CNI, SESI/DN, SENAI/DN e IEL/NC).</w:t>
      </w:r>
    </w:p>
    <w:p w14:paraId="48F0546C" w14:textId="631FC613" w:rsidR="00C75367" w:rsidRPr="008D3BE2" w:rsidRDefault="00C75367" w:rsidP="00850E74">
      <w:pPr>
        <w:spacing w:after="0"/>
        <w:ind w:left="567" w:hanging="56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r w:rsidR="00850E74" w:rsidRPr="008D3BE2">
        <w:rPr>
          <w:rFonts w:ascii="Arial Narrow" w:eastAsia="Times New Roman" w:hAnsi="Arial Narrow" w:cs="Times New Roman"/>
          <w:sz w:val="20"/>
          <w:szCs w:val="20"/>
          <w:lang w:eastAsia="pt-BR"/>
        </w:rPr>
        <w:t>c)   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46E38176" w14:textId="77777777" w:rsidR="00C75367" w:rsidRPr="008D3BE2" w:rsidRDefault="00C75367" w:rsidP="003D78F4">
      <w:pPr>
        <w:spacing w:after="0"/>
        <w:ind w:left="54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d)       Pessoa jurídica cujos diretores, responsáveis legais ou técnicos, membros de conselho técnico, consultivo, deliberativo ou administrativo ou sócio, sejam dirigentes ou empregados do(s) Órgão(s) e/ou da(s) Entidade(s) Nacional(</w:t>
      </w:r>
      <w:proofErr w:type="spellStart"/>
      <w:r w:rsidRPr="008D3BE2">
        <w:rPr>
          <w:rFonts w:ascii="Arial Narrow" w:eastAsia="Times New Roman" w:hAnsi="Arial Narrow" w:cs="Times New Roman"/>
          <w:sz w:val="20"/>
          <w:szCs w:val="20"/>
          <w:lang w:eastAsia="pt-BR"/>
        </w:rPr>
        <w:t>is</w:t>
      </w:r>
      <w:proofErr w:type="spellEnd"/>
      <w:r w:rsidRPr="008D3BE2">
        <w:rPr>
          <w:rFonts w:ascii="Arial Narrow" w:eastAsia="Times New Roman" w:hAnsi="Arial Narrow" w:cs="Times New Roman"/>
          <w:sz w:val="20"/>
          <w:szCs w:val="20"/>
          <w:lang w:eastAsia="pt-BR"/>
        </w:rPr>
        <w:t>) Licitadoras.</w:t>
      </w:r>
    </w:p>
    <w:p w14:paraId="20EA579F" w14:textId="77777777" w:rsidR="00C75367" w:rsidRPr="008D3BE2" w:rsidRDefault="00C75367" w:rsidP="003D78F4">
      <w:pPr>
        <w:spacing w:after="0"/>
        <w:ind w:left="54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e)      Simultaneamente, pessoa jurídica do mesmo grupo econômico, sociedades coligadas, controladoras e suas respectivas controladas e empresas cujos sócios, cotistas ou diretores, sejam as mesmas pessoas de outra que esteja participando desta licitação e ainda seus cônjuges ou parentes em primeiro grau.</w:t>
      </w:r>
    </w:p>
    <w:p w14:paraId="59303ABD" w14:textId="77777777" w:rsidR="00C75367" w:rsidRPr="008D3BE2" w:rsidRDefault="00C75367" w:rsidP="003D78F4">
      <w:pPr>
        <w:spacing w:after="0"/>
        <w:ind w:left="54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lastRenderedPageBreak/>
        <w:t>f)         Pessoa jurídica cujos empregados, consultores, técnicos ou dirigentes tenham colaborado, de qualquer forma, na elaboração deste Instrumento Convocatório e de seus Anexos.</w:t>
      </w:r>
    </w:p>
    <w:p w14:paraId="2A4A458B" w14:textId="77777777" w:rsidR="00C75367" w:rsidRPr="008D3BE2" w:rsidRDefault="00C75367" w:rsidP="003D78F4">
      <w:pPr>
        <w:spacing w:after="0"/>
        <w:ind w:left="54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g)       Pessoa jurídica declarada inidônea pelo Tribunal de Contas da União, nos termos do art. 46 da Lei nº. 8.443/1992.</w:t>
      </w:r>
    </w:p>
    <w:p w14:paraId="7E5ABA0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739ECC61" w14:textId="77777777" w:rsidR="001B0CBB" w:rsidRPr="008D3BE2" w:rsidRDefault="001B0CBB" w:rsidP="003D78F4">
      <w:pPr>
        <w:spacing w:after="0"/>
        <w:rPr>
          <w:rFonts w:ascii="Arial Narrow" w:eastAsia="Times New Roman" w:hAnsi="Arial Narrow" w:cs="Times New Roman"/>
          <w:sz w:val="20"/>
          <w:szCs w:val="20"/>
          <w:lang w:eastAsia="pt-BR"/>
        </w:rPr>
      </w:pPr>
    </w:p>
    <w:p w14:paraId="799F0118" w14:textId="2E1389B8"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2.1.1. Na hipótese da alínea “e” deste item, haverá a desclassificação de todas as licitantes impedidas, salvo se permanecer apenas uma, ante a desistência das demais.</w:t>
      </w:r>
    </w:p>
    <w:p w14:paraId="198C0D14" w14:textId="77777777" w:rsidR="00E755E8" w:rsidRPr="008D3BE2" w:rsidRDefault="00E755E8" w:rsidP="003D78F4">
      <w:pPr>
        <w:spacing w:after="0"/>
        <w:rPr>
          <w:rFonts w:ascii="Arial Narrow" w:eastAsia="Times New Roman" w:hAnsi="Arial Narrow" w:cs="Times New Roman"/>
          <w:b/>
          <w:bCs/>
          <w:color w:val="000000"/>
          <w:sz w:val="20"/>
          <w:szCs w:val="20"/>
          <w:lang w:eastAsia="pt-BR"/>
        </w:rPr>
      </w:pPr>
    </w:p>
    <w:p w14:paraId="0528C9D5" w14:textId="35FF2DC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3. DO CREDENCIAMENTO</w:t>
      </w:r>
    </w:p>
    <w:p w14:paraId="08D3AC7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3B8C6B5C" w14:textId="121C1F12" w:rsidR="00C75367" w:rsidRPr="008D3BE2" w:rsidRDefault="00C75367" w:rsidP="003D78F4">
      <w:pPr>
        <w:shd w:val="clear" w:color="auto" w:fill="FFFFFF"/>
        <w:spacing w:after="0"/>
        <w:ind w:left="68" w:right="68"/>
        <w:rPr>
          <w:rFonts w:ascii="Arial Narrow" w:eastAsia="Times New Roman" w:hAnsi="Arial Narrow" w:cs="Times New Roman"/>
          <w:b/>
          <w:bCs/>
          <w:color w:val="FF0000"/>
          <w:sz w:val="20"/>
          <w:szCs w:val="20"/>
          <w:lang w:eastAsia="pt-BR"/>
        </w:rPr>
      </w:pPr>
      <w:r w:rsidRPr="008D3BE2">
        <w:rPr>
          <w:rFonts w:ascii="Arial Narrow" w:eastAsia="Times New Roman" w:hAnsi="Arial Narrow" w:cs="Times New Roman"/>
          <w:sz w:val="20"/>
          <w:szCs w:val="20"/>
          <w:lang w:eastAsia="pt-BR"/>
        </w:rPr>
        <w:t>3.1. Somente poderão participar deste pregão eletrônico as licitantes devidamente credenciadas no Portal de Compras das Entidades Nacionais do Sistema Indústria (“Portal de Compras”), conforme disposto no documento “</w:t>
      </w:r>
      <w:r w:rsidRPr="008D3BE2">
        <w:rPr>
          <w:rFonts w:ascii="Arial Narrow" w:eastAsia="Times New Roman" w:hAnsi="Arial Narrow" w:cs="Times New Roman"/>
          <w:color w:val="000000"/>
          <w:sz w:val="20"/>
          <w:szCs w:val="20"/>
          <w:u w:val="single"/>
          <w:lang w:eastAsia="pt-BR"/>
        </w:rPr>
        <w:t>INSTRUÇÕES PARA CREDENCIAMENTO NO PORTAL DE COMPRAS</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disponível no seguinte endereço:</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FF"/>
          <w:sz w:val="20"/>
          <w:szCs w:val="20"/>
          <w:u w:val="single"/>
          <w:lang w:eastAsia="pt-BR"/>
        </w:rPr>
        <w:t>http://portaldecompras.sistemaindustria.</w:t>
      </w:r>
      <w:r w:rsidR="00425AD0" w:rsidRPr="008D3BE2">
        <w:rPr>
          <w:rFonts w:ascii="Arial Narrow" w:eastAsia="Times New Roman" w:hAnsi="Arial Narrow" w:cs="Times New Roman"/>
          <w:color w:val="0000FF"/>
          <w:sz w:val="20"/>
          <w:szCs w:val="20"/>
          <w:u w:val="single"/>
          <w:lang w:eastAsia="pt-BR"/>
        </w:rPr>
        <w:t>org</w:t>
      </w:r>
      <w:r w:rsidRPr="008D3BE2">
        <w:rPr>
          <w:rFonts w:ascii="Arial Narrow" w:eastAsia="Times New Roman" w:hAnsi="Arial Narrow" w:cs="Times New Roman"/>
          <w:color w:val="0000FF"/>
          <w:sz w:val="20"/>
          <w:szCs w:val="20"/>
          <w:u w:val="single"/>
          <w:lang w:eastAsia="pt-BR"/>
        </w:rPr>
        <w:t>.br/</w:t>
      </w:r>
    </w:p>
    <w:p w14:paraId="14FF7441" w14:textId="77777777" w:rsidR="00C75367" w:rsidRPr="008D3BE2" w:rsidRDefault="00C75367" w:rsidP="003D78F4">
      <w:pPr>
        <w:shd w:val="clear" w:color="auto" w:fill="FFFFFF"/>
        <w:spacing w:after="0"/>
        <w:ind w:left="68" w:right="68"/>
        <w:rPr>
          <w:rFonts w:ascii="Arial Narrow" w:eastAsia="Times New Roman" w:hAnsi="Arial Narrow" w:cs="Times New Roman"/>
          <w:sz w:val="20"/>
          <w:szCs w:val="20"/>
          <w:lang w:eastAsia="pt-BR"/>
        </w:rPr>
      </w:pPr>
    </w:p>
    <w:p w14:paraId="271B8E3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3.1.1. O Credenciamento dar-se-á pela atribuição de </w:t>
      </w:r>
      <w:r w:rsidRPr="008D3BE2">
        <w:rPr>
          <w:rFonts w:ascii="Arial Narrow" w:eastAsia="Times New Roman" w:hAnsi="Arial Narrow" w:cs="Times New Roman"/>
          <w:b/>
          <w:bCs/>
          <w:sz w:val="20"/>
          <w:szCs w:val="20"/>
          <w:lang w:eastAsia="pt-BR"/>
        </w:rPr>
        <w:t>chave de acesso (Login e Senha) </w:t>
      </w:r>
      <w:r w:rsidRPr="008D3BE2">
        <w:rPr>
          <w:rFonts w:ascii="Arial Narrow" w:eastAsia="Times New Roman" w:hAnsi="Arial Narrow" w:cs="Times New Roman"/>
          <w:sz w:val="20"/>
          <w:szCs w:val="20"/>
          <w:lang w:eastAsia="pt-BR"/>
        </w:rPr>
        <w:t>pessoal e intransferível</w:t>
      </w:r>
      <w:r w:rsidRPr="008D3BE2">
        <w:rPr>
          <w:rFonts w:ascii="Arial Narrow" w:eastAsia="Times New Roman" w:hAnsi="Arial Narrow" w:cs="Times New Roman"/>
          <w:b/>
          <w:bCs/>
          <w:sz w:val="20"/>
          <w:szCs w:val="20"/>
          <w:lang w:eastAsia="pt-BR"/>
        </w:rPr>
        <w:t>,</w:t>
      </w:r>
      <w:r w:rsidRPr="008D3BE2">
        <w:rPr>
          <w:rFonts w:ascii="Arial Narrow" w:eastAsia="Times New Roman" w:hAnsi="Arial Narrow" w:cs="Times New Roman"/>
          <w:sz w:val="20"/>
          <w:szCs w:val="20"/>
          <w:lang w:eastAsia="pt-BR"/>
        </w:rPr>
        <w:t> para participar de Pregões Eletrônicos no Portal de Compras.</w:t>
      </w:r>
    </w:p>
    <w:p w14:paraId="672AF0EC" w14:textId="77777777" w:rsidR="00580B75" w:rsidRPr="008D3BE2" w:rsidRDefault="00580B75" w:rsidP="003D78F4">
      <w:pPr>
        <w:spacing w:after="0"/>
        <w:rPr>
          <w:rFonts w:ascii="Arial Narrow" w:eastAsia="Times New Roman" w:hAnsi="Arial Narrow" w:cs="Times New Roman"/>
          <w:sz w:val="20"/>
          <w:szCs w:val="20"/>
          <w:lang w:eastAsia="pt-BR"/>
        </w:rPr>
      </w:pPr>
    </w:p>
    <w:p w14:paraId="756988FD" w14:textId="5389DF20"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3.1.2. O Credenciamento deverá ser realizado, conforme disposto no item 3.1 acima, com antecedência mínima de </w:t>
      </w:r>
      <w:r w:rsidR="002B7761" w:rsidRPr="008D3BE2">
        <w:rPr>
          <w:rFonts w:ascii="Arial Narrow" w:eastAsia="Times New Roman" w:hAnsi="Arial Narrow" w:cs="Times New Roman"/>
          <w:sz w:val="20"/>
          <w:szCs w:val="20"/>
          <w:lang w:eastAsia="pt-BR"/>
        </w:rPr>
        <w:t>1</w:t>
      </w:r>
      <w:r w:rsidRPr="008D3BE2">
        <w:rPr>
          <w:rFonts w:ascii="Arial Narrow" w:eastAsia="Times New Roman" w:hAnsi="Arial Narrow" w:cs="Times New Roman"/>
          <w:sz w:val="20"/>
          <w:szCs w:val="20"/>
          <w:lang w:eastAsia="pt-BR"/>
        </w:rPr>
        <w:t xml:space="preserve"> (</w:t>
      </w:r>
      <w:r w:rsidR="002B7761" w:rsidRPr="008D3BE2">
        <w:rPr>
          <w:rFonts w:ascii="Arial Narrow" w:eastAsia="Times New Roman" w:hAnsi="Arial Narrow" w:cs="Times New Roman"/>
          <w:sz w:val="20"/>
          <w:szCs w:val="20"/>
          <w:lang w:eastAsia="pt-BR"/>
        </w:rPr>
        <w:t>um</w:t>
      </w:r>
      <w:r w:rsidRPr="008D3BE2">
        <w:rPr>
          <w:rFonts w:ascii="Arial Narrow" w:eastAsia="Times New Roman" w:hAnsi="Arial Narrow" w:cs="Times New Roman"/>
          <w:sz w:val="20"/>
          <w:szCs w:val="20"/>
          <w:lang w:eastAsia="pt-BR"/>
        </w:rPr>
        <w:t>) dia úti</w:t>
      </w:r>
      <w:r w:rsidR="002B7761" w:rsidRPr="008D3BE2">
        <w:rPr>
          <w:rFonts w:ascii="Arial Narrow" w:eastAsia="Times New Roman" w:hAnsi="Arial Narrow" w:cs="Times New Roman"/>
          <w:sz w:val="20"/>
          <w:szCs w:val="20"/>
          <w:lang w:eastAsia="pt-BR"/>
        </w:rPr>
        <w:t>l</w:t>
      </w:r>
      <w:r w:rsidRPr="008D3BE2">
        <w:rPr>
          <w:rFonts w:ascii="Arial Narrow" w:eastAsia="Times New Roman" w:hAnsi="Arial Narrow" w:cs="Times New Roman"/>
          <w:sz w:val="20"/>
          <w:szCs w:val="20"/>
          <w:lang w:eastAsia="pt-BR"/>
        </w:rPr>
        <w:t>, </w:t>
      </w:r>
      <w:r w:rsidRPr="008D3BE2">
        <w:rPr>
          <w:rFonts w:ascii="Arial Narrow" w:eastAsia="Times New Roman" w:hAnsi="Arial Narrow" w:cs="Times New Roman"/>
          <w:sz w:val="20"/>
          <w:szCs w:val="20"/>
          <w:u w:val="single"/>
          <w:lang w:eastAsia="pt-BR"/>
        </w:rPr>
        <w:t>anterior ao </w:t>
      </w:r>
      <w:r w:rsidRPr="008D3BE2">
        <w:rPr>
          <w:rFonts w:ascii="Arial Narrow" w:eastAsia="Times New Roman" w:hAnsi="Arial Narrow" w:cs="Times New Roman"/>
          <w:color w:val="000000"/>
          <w:sz w:val="20"/>
          <w:szCs w:val="20"/>
          <w:u w:val="single"/>
          <w:lang w:eastAsia="pt-BR"/>
        </w:rPr>
        <w:t>Prazo Final para o Recebimento das Propostas</w:t>
      </w:r>
      <w:r w:rsidRPr="008D3BE2">
        <w:rPr>
          <w:rFonts w:ascii="Arial Narrow" w:eastAsia="Times New Roman" w:hAnsi="Arial Narrow" w:cs="Times New Roman"/>
          <w:color w:val="000000"/>
          <w:sz w:val="20"/>
          <w:szCs w:val="20"/>
          <w:lang w:eastAsia="pt-BR"/>
        </w:rPr>
        <w:t>, estabelecido neste edital.</w:t>
      </w:r>
    </w:p>
    <w:p w14:paraId="6CB94A64" w14:textId="77777777" w:rsidR="00C75367" w:rsidRPr="008D3BE2" w:rsidRDefault="00C75367" w:rsidP="003D78F4">
      <w:pPr>
        <w:spacing w:after="0"/>
        <w:jc w:val="left"/>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1B67E18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3.2.</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O Credenciamento na forma do item 3.1 implica na responsabilidade legal da empresa licitante e/ou do seu representante legal e a presunção de sua capacidade técnica para realização das transações inerentes aos pregões eletrônicos.</w:t>
      </w:r>
    </w:p>
    <w:p w14:paraId="7B43D3FA" w14:textId="77777777" w:rsidR="00C75367" w:rsidRPr="008D3BE2" w:rsidRDefault="00C75367" w:rsidP="003D78F4">
      <w:pPr>
        <w:spacing w:after="0"/>
        <w:rPr>
          <w:rFonts w:ascii="Arial Narrow" w:eastAsia="Times New Roman" w:hAnsi="Arial Narrow" w:cs="Times New Roman"/>
          <w:sz w:val="20"/>
          <w:szCs w:val="20"/>
          <w:lang w:eastAsia="pt-BR"/>
        </w:rPr>
      </w:pPr>
    </w:p>
    <w:p w14:paraId="7428192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3.3.</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O uso da senha de acesso pelo licitante é de sua responsabilidade exclusiva, incluindo qualquer transação efetuada por seu representante, não cabendo às ENTIDADES NACIONAIS DO SISTEMA INDÚSTRIA responsabilidade por eventuais danos decorrentes de uso indevido da senha, ainda que por terceiros.</w:t>
      </w:r>
    </w:p>
    <w:p w14:paraId="4159C66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2C1D6A8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3.4. Eventual perda da senha ou quebra de sigilo deverão ser comunicados imediatamente </w:t>
      </w:r>
      <w:r w:rsidRPr="008D3BE2">
        <w:rPr>
          <w:rFonts w:ascii="Arial Narrow" w:eastAsia="Times New Roman" w:hAnsi="Arial Narrow" w:cs="Times New Roman"/>
          <w:color w:val="000000"/>
          <w:sz w:val="20"/>
          <w:szCs w:val="20"/>
          <w:lang w:eastAsia="pt-BR"/>
        </w:rPr>
        <w:t>às ENTIDADES NACIONAIS DO SISTEMA INDÚSTRIA</w:t>
      </w:r>
      <w:r w:rsidRPr="008D3BE2">
        <w:rPr>
          <w:rFonts w:ascii="Arial Narrow" w:eastAsia="Times New Roman" w:hAnsi="Arial Narrow" w:cs="Times New Roman"/>
          <w:sz w:val="20"/>
          <w:szCs w:val="20"/>
          <w:lang w:eastAsia="pt-BR"/>
        </w:rPr>
        <w:t>, pelo e-mail </w:t>
      </w:r>
      <w:hyperlink r:id="rId14" w:history="1">
        <w:r w:rsidR="000A3D65" w:rsidRPr="008D3BE2">
          <w:rPr>
            <w:rStyle w:val="Hyperlink"/>
            <w:rFonts w:ascii="Arial Narrow" w:eastAsia="Times New Roman" w:hAnsi="Arial Narrow" w:cs="Times New Roman"/>
            <w:sz w:val="20"/>
            <w:szCs w:val="20"/>
            <w:lang w:eastAsia="pt-BR"/>
          </w:rPr>
          <w:t>licitacoes@cni.com.br</w:t>
        </w:r>
      </w:hyperlink>
      <w:r w:rsidRPr="008D3BE2">
        <w:rPr>
          <w:rFonts w:ascii="Arial Narrow" w:eastAsia="Times New Roman" w:hAnsi="Arial Narrow" w:cs="Times New Roman"/>
          <w:sz w:val="20"/>
          <w:szCs w:val="20"/>
          <w:lang w:eastAsia="pt-BR"/>
        </w:rPr>
        <w:t>, para imediato bloqueio de acesso.</w:t>
      </w:r>
    </w:p>
    <w:p w14:paraId="7F8BD83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32F196E9" w14:textId="3D9AEB81"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3.5.</w:t>
      </w:r>
      <w:r w:rsidRPr="008D3BE2">
        <w:rPr>
          <w:rFonts w:ascii="Arial Narrow" w:eastAsia="Times New Roman" w:hAnsi="Arial Narrow" w:cs="Times New Roman"/>
          <w:color w:val="000000"/>
          <w:sz w:val="20"/>
          <w:szCs w:val="20"/>
          <w:lang w:eastAsia="pt-BR"/>
        </w:rPr>
        <w:t> A participação na presente licitação implica aceitação integral e irretratável dos termos e condições deste Edital e dos seus Anexos, bem como dos Regulamentos de Licitações e Contratos do SESI</w:t>
      </w:r>
      <w:r w:rsidR="00322637" w:rsidRPr="008D3BE2">
        <w:rPr>
          <w:rFonts w:ascii="Arial Narrow" w:eastAsia="Times New Roman" w:hAnsi="Arial Narrow" w:cs="Times New Roman"/>
          <w:color w:val="000000"/>
          <w:sz w:val="20"/>
          <w:szCs w:val="20"/>
          <w:lang w:eastAsia="pt-BR"/>
        </w:rPr>
        <w:t>.</w:t>
      </w:r>
    </w:p>
    <w:p w14:paraId="79372AA7" w14:textId="77777777" w:rsidR="00C75367" w:rsidRPr="008D3BE2" w:rsidRDefault="00C75367" w:rsidP="003D78F4">
      <w:pPr>
        <w:spacing w:after="0"/>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 </w:t>
      </w:r>
    </w:p>
    <w:p w14:paraId="43E5F29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4. DA PROPOSTA DE PREÇOS</w:t>
      </w:r>
    </w:p>
    <w:p w14:paraId="6798758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EE2953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4.1. A proposta de preços deverá ser encaminhada exclusivamente através do Portal de </w:t>
      </w:r>
      <w:r w:rsidR="00580B75" w:rsidRPr="008D3BE2">
        <w:rPr>
          <w:rFonts w:ascii="Arial Narrow" w:eastAsia="Times New Roman" w:hAnsi="Arial Narrow" w:cs="Times New Roman"/>
          <w:sz w:val="20"/>
          <w:szCs w:val="20"/>
          <w:lang w:eastAsia="pt-BR"/>
        </w:rPr>
        <w:t>Compras, devendo</w:t>
      </w:r>
      <w:r w:rsidRPr="008D3BE2">
        <w:rPr>
          <w:rFonts w:ascii="Arial Narrow" w:eastAsia="Times New Roman" w:hAnsi="Arial Narrow" w:cs="Times New Roman"/>
          <w:sz w:val="20"/>
          <w:szCs w:val="20"/>
          <w:lang w:eastAsia="pt-BR"/>
        </w:rPr>
        <w:t xml:space="preserve"> atender às especificações definidas neste Edital e seus Anexos.</w:t>
      </w:r>
    </w:p>
    <w:p w14:paraId="3584180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279AC0B3" w14:textId="3ABEECD5"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4.2.</w:t>
      </w:r>
      <w:r w:rsidRPr="008D3BE2">
        <w:rPr>
          <w:rFonts w:ascii="Arial Narrow" w:eastAsia="Times New Roman" w:hAnsi="Arial Narrow" w:cs="Times New Roman"/>
          <w:color w:val="000000"/>
          <w:sz w:val="20"/>
          <w:szCs w:val="20"/>
          <w:lang w:eastAsia="pt-BR"/>
        </w:rPr>
        <w:t> A licitante será a única responsável por todas as transações que forem efetuadas, em seu nome, com sua chave de acesso, no Portal de Compras (</w:t>
      </w:r>
      <w:hyperlink r:id="rId15" w:history="1">
        <w:r w:rsidR="00425AD0" w:rsidRPr="008D3BE2">
          <w:rPr>
            <w:rStyle w:val="Hyperlink"/>
            <w:rFonts w:ascii="Arial Narrow" w:eastAsia="Times New Roman" w:hAnsi="Arial Narrow" w:cs="Times New Roman"/>
            <w:b/>
            <w:bCs/>
            <w:sz w:val="20"/>
            <w:szCs w:val="20"/>
            <w:lang w:eastAsia="pt-BR"/>
          </w:rPr>
          <w:t>http://portaldecompras.sistemaindustria.org.br</w:t>
        </w:r>
      </w:hyperlink>
      <w:r w:rsidRPr="008D3BE2">
        <w:rPr>
          <w:rFonts w:ascii="Arial Narrow" w:eastAsia="Times New Roman" w:hAnsi="Arial Narrow" w:cs="Times New Roman"/>
          <w:b/>
          <w:bCs/>
          <w:color w:val="000000"/>
          <w:sz w:val="20"/>
          <w:szCs w:val="20"/>
          <w:u w:val="single"/>
          <w:lang w:eastAsia="pt-BR"/>
        </w:rPr>
        <w:t>)</w:t>
      </w:r>
      <w:r w:rsidRPr="008D3BE2">
        <w:rPr>
          <w:rFonts w:ascii="Arial Narrow" w:eastAsia="Times New Roman" w:hAnsi="Arial Narrow" w:cs="Times New Roman"/>
          <w:color w:val="000000"/>
          <w:sz w:val="20"/>
          <w:szCs w:val="20"/>
          <w:lang w:eastAsia="pt-BR"/>
        </w:rPr>
        <w:t> assumindo como firmes e verdadeiras suas propostas e lances.</w:t>
      </w:r>
    </w:p>
    <w:p w14:paraId="76DF6C0A" w14:textId="77777777" w:rsidR="00580B75" w:rsidRPr="008D3BE2" w:rsidRDefault="00580B75" w:rsidP="003D78F4">
      <w:pPr>
        <w:spacing w:after="0"/>
        <w:rPr>
          <w:rFonts w:ascii="Arial Narrow" w:eastAsia="Times New Roman" w:hAnsi="Arial Narrow" w:cs="Times New Roman"/>
          <w:sz w:val="20"/>
          <w:szCs w:val="20"/>
          <w:lang w:eastAsia="pt-BR"/>
        </w:rPr>
      </w:pPr>
    </w:p>
    <w:p w14:paraId="7440B3B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4.3.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713C607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344D39A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4.4.</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 xml:space="preserve">Incumbirá à licitante acompanhar as operações no Portal de </w:t>
      </w:r>
      <w:r w:rsidR="00580B75" w:rsidRPr="008D3BE2">
        <w:rPr>
          <w:rFonts w:ascii="Arial Narrow" w:eastAsia="Times New Roman" w:hAnsi="Arial Narrow" w:cs="Times New Roman"/>
          <w:color w:val="000000"/>
          <w:sz w:val="20"/>
          <w:szCs w:val="20"/>
          <w:lang w:eastAsia="pt-BR"/>
        </w:rPr>
        <w:t>Compras durante</w:t>
      </w:r>
      <w:r w:rsidRPr="008D3BE2">
        <w:rPr>
          <w:rFonts w:ascii="Arial Narrow" w:eastAsia="Times New Roman" w:hAnsi="Arial Narrow" w:cs="Times New Roman"/>
          <w:color w:val="000000"/>
          <w:sz w:val="20"/>
          <w:szCs w:val="20"/>
          <w:lang w:eastAsia="pt-BR"/>
        </w:rPr>
        <w:t xml:space="preserve"> a sessão pública do pregão, ficando responsável pelo ônus decorrente da perda de negócios diante da inobservância de quaisquer mensagens emitidas pelo Portal de </w:t>
      </w:r>
      <w:r w:rsidR="00580B75" w:rsidRPr="008D3BE2">
        <w:rPr>
          <w:rFonts w:ascii="Arial Narrow" w:eastAsia="Times New Roman" w:hAnsi="Arial Narrow" w:cs="Times New Roman"/>
          <w:color w:val="000000"/>
          <w:sz w:val="20"/>
          <w:szCs w:val="20"/>
          <w:lang w:eastAsia="pt-BR"/>
        </w:rPr>
        <w:t>Compras ou</w:t>
      </w:r>
      <w:r w:rsidRPr="008D3BE2">
        <w:rPr>
          <w:rFonts w:ascii="Arial Narrow" w:eastAsia="Times New Roman" w:hAnsi="Arial Narrow" w:cs="Times New Roman"/>
          <w:color w:val="000000"/>
          <w:sz w:val="20"/>
          <w:szCs w:val="20"/>
          <w:lang w:eastAsia="pt-BR"/>
        </w:rPr>
        <w:t xml:space="preserve"> de sua desconexão.</w:t>
      </w:r>
    </w:p>
    <w:p w14:paraId="11A98AB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303B8086" w14:textId="77777777" w:rsidR="00C75367" w:rsidRPr="008D3BE2" w:rsidRDefault="00C75367" w:rsidP="00D552A1">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4.5.</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Nos preços apresentados devem estar computados todos os custos decorrentes do fornecimento objeto desta licitação, bem como todos os tributos e encargos trabalhistas, previdenciários, comerciais, além de seguros, fretes, deslocamentos de pessoal e de bens, se houverem, e quaisquer outros custos que incidam direta ou indiretamente nesta contratação.</w:t>
      </w:r>
    </w:p>
    <w:p w14:paraId="75BE59B0" w14:textId="77777777" w:rsidR="00D44240" w:rsidRPr="008D3BE2" w:rsidRDefault="00D44240" w:rsidP="003D78F4">
      <w:pPr>
        <w:spacing w:after="0"/>
        <w:rPr>
          <w:rFonts w:ascii="Arial Narrow" w:eastAsia="Times New Roman" w:hAnsi="Arial Narrow" w:cs="Times New Roman"/>
          <w:sz w:val="20"/>
          <w:szCs w:val="20"/>
          <w:lang w:eastAsia="pt-BR"/>
        </w:rPr>
      </w:pPr>
    </w:p>
    <w:p w14:paraId="228399F1" w14:textId="77777777" w:rsidR="00C75367" w:rsidRPr="008D3BE2" w:rsidRDefault="00C75367" w:rsidP="003D78F4">
      <w:pPr>
        <w:spacing w:after="0"/>
        <w:rPr>
          <w:rFonts w:ascii="Arial Narrow" w:eastAsia="Times New Roman" w:hAnsi="Arial Narrow" w:cs="Times New Roman"/>
          <w:color w:val="000000"/>
          <w:sz w:val="20"/>
          <w:szCs w:val="20"/>
          <w:lang w:eastAsia="pt-BR"/>
        </w:rPr>
      </w:pPr>
      <w:r w:rsidRPr="008D3BE2">
        <w:rPr>
          <w:rFonts w:ascii="Arial Narrow" w:eastAsia="Times New Roman" w:hAnsi="Arial Narrow" w:cs="Times New Roman"/>
          <w:sz w:val="20"/>
          <w:szCs w:val="20"/>
          <w:lang w:eastAsia="pt-BR"/>
        </w:rPr>
        <w:t>4.6.</w:t>
      </w:r>
      <w:r w:rsidRPr="008D3BE2">
        <w:rPr>
          <w:rFonts w:ascii="Arial Narrow" w:eastAsia="Times New Roman" w:hAnsi="Arial Narrow" w:cs="Times New Roman"/>
          <w:color w:val="000000"/>
          <w:sz w:val="20"/>
          <w:szCs w:val="20"/>
          <w:lang w:eastAsia="pt-BR"/>
        </w:rPr>
        <w:t> Na hipótese de discordância entre os preços apresentados, a cotação indicada por extenso prevalecerá sobre a numérica.</w:t>
      </w:r>
    </w:p>
    <w:p w14:paraId="2DB586B2" w14:textId="77777777" w:rsidR="00B06383" w:rsidRPr="008D3BE2" w:rsidRDefault="00B06383" w:rsidP="003D78F4">
      <w:pPr>
        <w:spacing w:after="0"/>
        <w:rPr>
          <w:rFonts w:ascii="Arial Narrow" w:eastAsia="Times New Roman" w:hAnsi="Arial Narrow" w:cs="Times New Roman"/>
          <w:sz w:val="20"/>
          <w:szCs w:val="20"/>
          <w:lang w:eastAsia="pt-BR"/>
        </w:rPr>
      </w:pPr>
    </w:p>
    <w:p w14:paraId="27FD33D5"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4.7. A proposta deverá ter validade de no mínimo de 60</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(sessenta) dias corridos, a contar da data de sua abertura.</w:t>
      </w:r>
    </w:p>
    <w:p w14:paraId="37BA2BB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C2B4A2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4.8.</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O Pregoeiro</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poderá, caso julgue necessário, solicitar mais esclarecimentos sobre a composição dos preços propostos.</w:t>
      </w:r>
    </w:p>
    <w:p w14:paraId="23C8384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32480C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4.9.</w:t>
      </w:r>
      <w:r w:rsidRPr="008D3BE2">
        <w:rPr>
          <w:rFonts w:ascii="Arial Narrow" w:eastAsia="Times New Roman" w:hAnsi="Arial Narrow" w:cs="Times New Roman"/>
          <w:color w:val="000000"/>
          <w:sz w:val="20"/>
          <w:szCs w:val="20"/>
          <w:lang w:eastAsia="pt-BR"/>
        </w:rPr>
        <w:t> Serão desclassificadas as empresas que não tenham atendido às condições estabelecidas neste item.</w:t>
      </w:r>
    </w:p>
    <w:p w14:paraId="3A6CD225" w14:textId="3F924D95" w:rsidR="00C75367" w:rsidRPr="008D3BE2" w:rsidRDefault="00C75367" w:rsidP="003D78F4">
      <w:pPr>
        <w:spacing w:after="0"/>
        <w:rPr>
          <w:rFonts w:ascii="Arial Narrow" w:eastAsia="Times New Roman" w:hAnsi="Arial Narrow" w:cs="Times New Roman"/>
          <w:sz w:val="20"/>
          <w:szCs w:val="20"/>
          <w:lang w:eastAsia="pt-BR"/>
        </w:rPr>
      </w:pPr>
    </w:p>
    <w:p w14:paraId="7BC6A15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5. </w:t>
      </w:r>
      <w:r w:rsidRPr="008D3BE2">
        <w:rPr>
          <w:rFonts w:ascii="Arial Narrow" w:eastAsia="Times New Roman" w:hAnsi="Arial Narrow" w:cs="Times New Roman"/>
          <w:b/>
          <w:bCs/>
          <w:sz w:val="20"/>
          <w:szCs w:val="20"/>
          <w:lang w:eastAsia="pt-BR"/>
        </w:rPr>
        <w:t>DA HABILITAÇÃO</w:t>
      </w:r>
    </w:p>
    <w:p w14:paraId="0E2886E3" w14:textId="77777777" w:rsidR="00C75367" w:rsidRPr="008D3BE2" w:rsidRDefault="00C75367" w:rsidP="003D78F4">
      <w:pPr>
        <w:spacing w:after="0"/>
        <w:ind w:right="56"/>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43CB64B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5.1. Somente poderão participar desta licitação pessoas jurídicas legalmente estabelecidas no País, cujo objeto social expresso no estatuto ou no contrato social especifique atividade pertinente e compatível com o objeto da presente licitação.</w:t>
      </w:r>
    </w:p>
    <w:p w14:paraId="6C1486FA" w14:textId="5B0C71DA" w:rsidR="00E755E8"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1A32E5D9" w14:textId="2CDE6D51"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5.2. Todas as certidões apresentadas deverão ter sido emitidas em no máximo 90 (noventa) dias anteriores à data da abertura do certame, caso não possuam prazo próprio de validade.</w:t>
      </w:r>
    </w:p>
    <w:p w14:paraId="2DA87E2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33FBE96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5.3. A CPL poderá efetuar diligências a fim de comprovar a veracidade das informações e dos documentos apresentados pelas licitantes, inclusive quanto à regularidade fiscal que poderá ser comprovada mediante pesquisa nos sítios oficiais na internet.</w:t>
      </w:r>
    </w:p>
    <w:p w14:paraId="62368C81"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61B91A8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5.4. Serão inabilitadas as empresas que não tenham atendido às condições estabelecidas neste item.</w:t>
      </w:r>
    </w:p>
    <w:p w14:paraId="153AF1C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115A1F2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5.5. Os documentos de habilitação devem ser enviados ou entregues na forma dos ite</w:t>
      </w:r>
      <w:r w:rsidR="00B06383" w:rsidRPr="008D3BE2">
        <w:rPr>
          <w:rFonts w:ascii="Arial Narrow" w:eastAsia="Times New Roman" w:hAnsi="Arial Narrow" w:cs="Times New Roman"/>
          <w:sz w:val="20"/>
          <w:szCs w:val="20"/>
          <w:lang w:eastAsia="pt-BR"/>
        </w:rPr>
        <w:t>ns</w:t>
      </w:r>
      <w:r w:rsidRPr="008D3BE2">
        <w:rPr>
          <w:rFonts w:ascii="Arial Narrow" w:eastAsia="Times New Roman" w:hAnsi="Arial Narrow" w:cs="Times New Roman"/>
          <w:sz w:val="20"/>
          <w:szCs w:val="20"/>
          <w:lang w:eastAsia="pt-BR"/>
        </w:rPr>
        <w:t xml:space="preserve"> 6.15, 6.16 e 6.17 deste Edital.</w:t>
      </w:r>
    </w:p>
    <w:p w14:paraId="49692BE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62C5FA82" w14:textId="3E1359E5" w:rsidR="00C75367" w:rsidRPr="008D3BE2" w:rsidRDefault="00C75367" w:rsidP="00AF5B58">
      <w:pPr>
        <w:pStyle w:val="PargrafodaLista"/>
        <w:numPr>
          <w:ilvl w:val="0"/>
          <w:numId w:val="1"/>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Habilitação Jurídica</w:t>
      </w:r>
    </w:p>
    <w:p w14:paraId="602832E7" w14:textId="77777777" w:rsidR="00C75367" w:rsidRPr="008D3BE2" w:rsidRDefault="00C75367" w:rsidP="003D78F4">
      <w:pPr>
        <w:spacing w:after="0"/>
        <w:ind w:left="709"/>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0135B46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5.6</w:t>
      </w:r>
      <w:r w:rsidRPr="008D3BE2">
        <w:rPr>
          <w:rFonts w:ascii="Arial Narrow" w:eastAsia="Times New Roman" w:hAnsi="Arial Narrow" w:cs="Times New Roman"/>
          <w:b/>
          <w:bCs/>
          <w:sz w:val="20"/>
          <w:szCs w:val="20"/>
          <w:lang w:eastAsia="pt-BR"/>
        </w:rPr>
        <w:t>.</w:t>
      </w:r>
      <w:r w:rsidRPr="008D3BE2">
        <w:rPr>
          <w:rFonts w:ascii="Arial Narrow" w:eastAsia="Times New Roman" w:hAnsi="Arial Narrow" w:cs="Times New Roman"/>
          <w:sz w:val="20"/>
          <w:szCs w:val="20"/>
          <w:lang w:eastAsia="pt-BR"/>
        </w:rPr>
        <w:t> Para fins de habilitação jurídica, a licitante deverá apresentar:</w:t>
      </w:r>
    </w:p>
    <w:p w14:paraId="045720F3" w14:textId="77777777" w:rsidR="00C75367" w:rsidRPr="008D3BE2" w:rsidRDefault="00C75367" w:rsidP="003D78F4">
      <w:pPr>
        <w:spacing w:after="0"/>
        <w:ind w:left="709"/>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1D97C6F9"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5.6.1. Ato constitutivo, estatuto ou contrato social em vigor, devidamente registrado.</w:t>
      </w:r>
    </w:p>
    <w:p w14:paraId="62B90260" w14:textId="77777777" w:rsidR="00C75367" w:rsidRPr="008D3BE2" w:rsidRDefault="00C75367" w:rsidP="003D78F4">
      <w:pPr>
        <w:spacing w:after="0"/>
        <w:ind w:left="709"/>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6E9CF51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5.6.1.1. As sociedades, qualquer que seja a forma jurídica, administradas por pessoa(s) designada(s) em separado do ato constitutivo, deverão apresentar o ato de designação respectivo, devidamente averbado no Registro Público competente.</w:t>
      </w:r>
    </w:p>
    <w:p w14:paraId="1673CEE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73D5091F" w14:textId="1CB01B3B" w:rsidR="00C75367" w:rsidRPr="008D3BE2" w:rsidRDefault="00C75367" w:rsidP="00AF5B58">
      <w:pPr>
        <w:pStyle w:val="PargrafodaLista"/>
        <w:numPr>
          <w:ilvl w:val="0"/>
          <w:numId w:val="1"/>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Qualificação Técnica</w:t>
      </w:r>
    </w:p>
    <w:p w14:paraId="4ECBD39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7C81F07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5.7. Para fins de habilitação da qualificação técnica, a licitante deverá apresentar:</w:t>
      </w:r>
    </w:p>
    <w:p w14:paraId="1FF4166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4E8B5891" w14:textId="62DFA1CB" w:rsidR="00E06328" w:rsidRPr="008D3BE2" w:rsidRDefault="00C75367" w:rsidP="00E06328">
      <w:pPr>
        <w:autoSpaceDE w:val="0"/>
        <w:autoSpaceDN w:val="0"/>
        <w:adjustRightInd w:val="0"/>
        <w:spacing w:after="0"/>
        <w:rPr>
          <w:rFonts w:ascii="Arial Narrow" w:eastAsia="Times New Roman" w:hAnsi="Arial Narrow" w:cs="Times New Roman"/>
          <w:sz w:val="20"/>
          <w:szCs w:val="20"/>
          <w:lang w:eastAsia="pt-BR"/>
        </w:rPr>
      </w:pPr>
      <w:bookmarkStart w:id="1" w:name="_Hlk73357041"/>
      <w:r w:rsidRPr="008D3BE2">
        <w:rPr>
          <w:rFonts w:ascii="Arial Narrow" w:eastAsia="Times New Roman" w:hAnsi="Arial Narrow" w:cs="Times New Roman"/>
          <w:sz w:val="20"/>
          <w:szCs w:val="20"/>
        </w:rPr>
        <w:t xml:space="preserve">5.7.1. </w:t>
      </w:r>
      <w:r w:rsidR="00E06328" w:rsidRPr="008D3BE2">
        <w:rPr>
          <w:rFonts w:ascii="Arial Narrow" w:eastAsia="Times New Roman" w:hAnsi="Arial Narrow" w:cs="Times New Roman"/>
          <w:sz w:val="20"/>
          <w:szCs w:val="20"/>
          <w:lang w:eastAsia="pt-BR"/>
        </w:rPr>
        <w:t>Comprovação de aptidão para o desempenho de atividade pertinente e compatível com o   objeto    da licitação, por meio da apresentação de 01 (um) ou mais atestados fornecidos por pessoa jurídica, de direito público ou privado, no qual conste fornecimento de licenças. O atestado deve ser datado e assinado e deverá conter informações que permitam a identificação correta do contratante e do prestador do serviço, tais como:</w:t>
      </w:r>
    </w:p>
    <w:p w14:paraId="7FD194B8" w14:textId="77777777" w:rsidR="00322637" w:rsidRPr="008D3BE2" w:rsidRDefault="00322637" w:rsidP="00D552A1">
      <w:pPr>
        <w:spacing w:after="0"/>
        <w:rPr>
          <w:rFonts w:ascii="Arial Narrow" w:hAnsi="Arial Narrow"/>
          <w:b/>
          <w:bCs/>
          <w:sz w:val="20"/>
          <w:szCs w:val="20"/>
          <w:u w:val="single"/>
        </w:rPr>
      </w:pPr>
    </w:p>
    <w:p w14:paraId="53826374" w14:textId="77777777" w:rsidR="00D552A1" w:rsidRPr="008D3BE2" w:rsidRDefault="00D552A1" w:rsidP="00AF5B58">
      <w:pPr>
        <w:numPr>
          <w:ilvl w:val="0"/>
          <w:numId w:val="4"/>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Nome, CNPJ e endereço completo do emitente da certidão;</w:t>
      </w:r>
    </w:p>
    <w:p w14:paraId="4C2E3560" w14:textId="77777777" w:rsidR="00D552A1" w:rsidRPr="008D3BE2" w:rsidRDefault="00D552A1" w:rsidP="00AF5B58">
      <w:pPr>
        <w:numPr>
          <w:ilvl w:val="0"/>
          <w:numId w:val="4"/>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Nome, CNPJ e endereço da empresa que forneceu os equipamentos ao emitente;</w:t>
      </w:r>
    </w:p>
    <w:p w14:paraId="23C294B8" w14:textId="77777777" w:rsidR="00D552A1" w:rsidRPr="008D3BE2" w:rsidRDefault="00D552A1" w:rsidP="00AF5B58">
      <w:pPr>
        <w:numPr>
          <w:ilvl w:val="0"/>
          <w:numId w:val="4"/>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Data de emissão do atestado ou da certidão;</w:t>
      </w:r>
    </w:p>
    <w:p w14:paraId="7AD01F72" w14:textId="77777777" w:rsidR="00D552A1" w:rsidRPr="008D3BE2" w:rsidRDefault="00D552A1" w:rsidP="00AF5B58">
      <w:pPr>
        <w:numPr>
          <w:ilvl w:val="0"/>
          <w:numId w:val="4"/>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Assinatura e identificação do signatário (nome, cargo ou função que exerce junto à emitente);</w:t>
      </w:r>
    </w:p>
    <w:p w14:paraId="1D5358FE" w14:textId="62DFB5D2" w:rsidR="00D552A1" w:rsidRPr="008D3BE2" w:rsidRDefault="00D552A1" w:rsidP="00D552A1">
      <w:pPr>
        <w:spacing w:after="0"/>
        <w:rPr>
          <w:rFonts w:ascii="Arial Narrow" w:eastAsia="Times New Roman" w:hAnsi="Arial Narrow" w:cs="Times New Roman"/>
          <w:sz w:val="20"/>
          <w:szCs w:val="20"/>
          <w:lang w:eastAsia="pt-BR"/>
        </w:rPr>
      </w:pPr>
    </w:p>
    <w:p w14:paraId="5247485B" w14:textId="6F9EC09A" w:rsidR="00596ED5" w:rsidRPr="008D3BE2" w:rsidRDefault="00596ED5" w:rsidP="00E06328">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5.7.1.1. A licitante deverá comprovar</w:t>
      </w:r>
      <w:r w:rsidR="00E06328" w:rsidRPr="008D3BE2">
        <w:rPr>
          <w:rFonts w:ascii="Arial Narrow" w:eastAsia="Times New Roman" w:hAnsi="Arial Narrow" w:cs="Times New Roman"/>
          <w:sz w:val="20"/>
          <w:szCs w:val="20"/>
          <w:lang w:eastAsia="pt-BR"/>
        </w:rPr>
        <w:t xml:space="preserve">, </w:t>
      </w:r>
      <w:r w:rsidR="00E06328" w:rsidRPr="008D3BE2">
        <w:rPr>
          <w:rFonts w:ascii="Arial Narrow" w:hAnsi="Arial Narrow"/>
          <w:sz w:val="20"/>
          <w:szCs w:val="20"/>
        </w:rPr>
        <w:t>por declaração fornecida pelo fabricante,</w:t>
      </w:r>
      <w:r w:rsidRPr="008D3BE2">
        <w:rPr>
          <w:rFonts w:ascii="Arial Narrow" w:eastAsia="Times New Roman" w:hAnsi="Arial Narrow" w:cs="Times New Roman"/>
          <w:sz w:val="20"/>
          <w:szCs w:val="20"/>
          <w:lang w:eastAsia="pt-BR"/>
        </w:rPr>
        <w:t xml:space="preserve"> que possui pelo menos uma das três especializações abaixo descritas:</w:t>
      </w:r>
    </w:p>
    <w:p w14:paraId="1D07695D" w14:textId="77777777" w:rsidR="00E06328" w:rsidRPr="008D3BE2" w:rsidRDefault="00E06328" w:rsidP="00E06328">
      <w:pPr>
        <w:autoSpaceDE w:val="0"/>
        <w:autoSpaceDN w:val="0"/>
        <w:adjustRightInd w:val="0"/>
        <w:spacing w:after="0"/>
        <w:rPr>
          <w:rFonts w:ascii="Arial Narrow" w:hAnsi="Arial Narrow"/>
          <w:sz w:val="20"/>
          <w:szCs w:val="20"/>
          <w:lang w:val="en-US"/>
        </w:rPr>
      </w:pPr>
    </w:p>
    <w:p w14:paraId="13AFA3C7" w14:textId="61C9FD4D" w:rsidR="00596ED5" w:rsidRPr="008D3BE2" w:rsidRDefault="00596ED5" w:rsidP="00E06328">
      <w:pPr>
        <w:autoSpaceDE w:val="0"/>
        <w:autoSpaceDN w:val="0"/>
        <w:adjustRightInd w:val="0"/>
        <w:spacing w:after="0"/>
        <w:ind w:firstLine="993"/>
        <w:rPr>
          <w:rFonts w:ascii="Arial Narrow" w:hAnsi="Arial Narrow"/>
          <w:sz w:val="20"/>
          <w:szCs w:val="20"/>
          <w:lang w:val="en-US"/>
        </w:rPr>
      </w:pPr>
      <w:r w:rsidRPr="008D3BE2">
        <w:rPr>
          <w:rFonts w:ascii="Arial Narrow" w:hAnsi="Arial Narrow"/>
          <w:sz w:val="20"/>
          <w:szCs w:val="20"/>
          <w:lang w:val="en-US"/>
        </w:rPr>
        <w:t xml:space="preserve">A) Managed Service </w:t>
      </w:r>
      <w:proofErr w:type="gramStart"/>
      <w:r w:rsidRPr="008D3BE2">
        <w:rPr>
          <w:rFonts w:ascii="Arial Narrow" w:hAnsi="Arial Narrow"/>
          <w:sz w:val="20"/>
          <w:szCs w:val="20"/>
          <w:lang w:val="en-US"/>
        </w:rPr>
        <w:t>Provider;</w:t>
      </w:r>
      <w:proofErr w:type="gramEnd"/>
    </w:p>
    <w:p w14:paraId="542ABF2A" w14:textId="7DFEDE24" w:rsidR="00596ED5" w:rsidRPr="008D3BE2" w:rsidRDefault="00596ED5" w:rsidP="00E06328">
      <w:pPr>
        <w:autoSpaceDE w:val="0"/>
        <w:autoSpaceDN w:val="0"/>
        <w:adjustRightInd w:val="0"/>
        <w:spacing w:after="0"/>
        <w:ind w:firstLine="993"/>
        <w:rPr>
          <w:rFonts w:ascii="Arial Narrow" w:hAnsi="Arial Narrow"/>
          <w:sz w:val="20"/>
          <w:szCs w:val="20"/>
          <w:lang w:val="en-US"/>
        </w:rPr>
      </w:pPr>
      <w:r w:rsidRPr="008D3BE2">
        <w:rPr>
          <w:rFonts w:ascii="Arial Narrow" w:hAnsi="Arial Narrow"/>
          <w:sz w:val="20"/>
          <w:szCs w:val="20"/>
          <w:lang w:val="en-US"/>
        </w:rPr>
        <w:t xml:space="preserve">B) Certified Collaborative Support </w:t>
      </w:r>
      <w:proofErr w:type="gramStart"/>
      <w:r w:rsidRPr="008D3BE2">
        <w:rPr>
          <w:rFonts w:ascii="Arial Narrow" w:hAnsi="Arial Narrow"/>
          <w:sz w:val="20"/>
          <w:szCs w:val="20"/>
          <w:lang w:val="en-US"/>
        </w:rPr>
        <w:t>Provider;</w:t>
      </w:r>
      <w:proofErr w:type="gramEnd"/>
    </w:p>
    <w:p w14:paraId="06F49F1B" w14:textId="77777777" w:rsidR="00596ED5" w:rsidRPr="008D3BE2" w:rsidRDefault="00596ED5" w:rsidP="00E06328">
      <w:pPr>
        <w:autoSpaceDE w:val="0"/>
        <w:autoSpaceDN w:val="0"/>
        <w:adjustRightInd w:val="0"/>
        <w:spacing w:after="0"/>
        <w:ind w:firstLine="993"/>
        <w:rPr>
          <w:rFonts w:ascii="Arial Narrow" w:hAnsi="Arial Narrow"/>
          <w:sz w:val="20"/>
          <w:szCs w:val="20"/>
          <w:lang w:val="en-US"/>
        </w:rPr>
      </w:pPr>
      <w:r w:rsidRPr="008D3BE2">
        <w:rPr>
          <w:rFonts w:ascii="Arial Narrow" w:hAnsi="Arial Narrow"/>
          <w:sz w:val="20"/>
          <w:szCs w:val="20"/>
          <w:lang w:val="en-US"/>
        </w:rPr>
        <w:t xml:space="preserve">C) Advanced Threats Partner- Network, Mobile, </w:t>
      </w:r>
      <w:proofErr w:type="gramStart"/>
      <w:r w:rsidRPr="008D3BE2">
        <w:rPr>
          <w:rFonts w:ascii="Arial Narrow" w:hAnsi="Arial Narrow"/>
          <w:sz w:val="20"/>
          <w:szCs w:val="20"/>
          <w:lang w:val="en-US"/>
        </w:rPr>
        <w:t>Endpoint;</w:t>
      </w:r>
      <w:proofErr w:type="gramEnd"/>
    </w:p>
    <w:p w14:paraId="64A31168" w14:textId="053EBEAD" w:rsidR="00596ED5" w:rsidRPr="008D3BE2" w:rsidRDefault="00596ED5" w:rsidP="00D552A1">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 </w:t>
      </w:r>
    </w:p>
    <w:p w14:paraId="2189D66D" w14:textId="17103A8E" w:rsidR="00D552A1" w:rsidRPr="008D3BE2" w:rsidRDefault="00D552A1" w:rsidP="00D552A1">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5.7.2 Qualquer informação </w:t>
      </w:r>
      <w:r w:rsidRPr="008D3BE2">
        <w:rPr>
          <w:rFonts w:ascii="Arial Narrow" w:eastAsia="Times New Roman" w:hAnsi="Arial Narrow" w:cs="Times New Roman"/>
          <w:bCs/>
          <w:sz w:val="20"/>
          <w:szCs w:val="20"/>
          <w:lang w:eastAsia="pt-BR"/>
        </w:rPr>
        <w:t>incompleta</w:t>
      </w:r>
      <w:r w:rsidRPr="008D3BE2">
        <w:rPr>
          <w:rFonts w:ascii="Arial Narrow" w:eastAsia="Times New Roman" w:hAnsi="Arial Narrow" w:cs="Times New Roman"/>
          <w:sz w:val="20"/>
          <w:szCs w:val="20"/>
          <w:lang w:eastAsia="pt-BR"/>
        </w:rPr>
        <w:t xml:space="preserve"> ou inverídica constante dos documentos de capacitação técnica apurada pela CPL, mediante simples conferência ou diligência, implicará na inabilitação da respectiva licitante. </w:t>
      </w:r>
    </w:p>
    <w:p w14:paraId="3FF3D86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bookmarkEnd w:id="1"/>
    <w:p w14:paraId="08C0F7B4" w14:textId="7216BFE0" w:rsidR="00C75367" w:rsidRPr="008D3BE2" w:rsidRDefault="00C75367" w:rsidP="00AF5B58">
      <w:pPr>
        <w:pStyle w:val="PargrafodaLista"/>
        <w:numPr>
          <w:ilvl w:val="0"/>
          <w:numId w:val="1"/>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Qualificação Econômico-Financeira</w:t>
      </w:r>
    </w:p>
    <w:p w14:paraId="6DEB6E8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7BFC55C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5.8. Para fins de habilitação econômico-financeira, a licitante deverá apresentar:</w:t>
      </w:r>
    </w:p>
    <w:p w14:paraId="1A74D086" w14:textId="77777777" w:rsidR="00C75367" w:rsidRPr="008D3BE2" w:rsidRDefault="00C75367" w:rsidP="003D78F4">
      <w:pPr>
        <w:spacing w:after="0"/>
        <w:rPr>
          <w:rFonts w:ascii="Arial Narrow" w:eastAsia="Times New Roman" w:hAnsi="Arial Narrow" w:cs="Times New Roman"/>
          <w:sz w:val="20"/>
          <w:szCs w:val="20"/>
          <w:lang w:eastAsia="pt-BR"/>
        </w:rPr>
      </w:pPr>
    </w:p>
    <w:p w14:paraId="0E7074E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5.8.1 Certidão negativa de falência, recuperação judicial, expedida pelo distribuidor da sede da pessoa jurídica no prazo de validade.</w:t>
      </w:r>
    </w:p>
    <w:p w14:paraId="0B42968C" w14:textId="77777777" w:rsidR="00C9508F" w:rsidRPr="008D3BE2" w:rsidRDefault="00C9508F" w:rsidP="003D78F4">
      <w:pPr>
        <w:spacing w:after="0"/>
        <w:ind w:left="770" w:hanging="360"/>
        <w:rPr>
          <w:rFonts w:ascii="Arial Narrow" w:eastAsia="Times New Roman" w:hAnsi="Arial Narrow" w:cs="Times New Roman"/>
          <w:sz w:val="20"/>
          <w:szCs w:val="20"/>
          <w:lang w:eastAsia="pt-BR"/>
        </w:rPr>
      </w:pPr>
    </w:p>
    <w:p w14:paraId="1496224C" w14:textId="666EF850" w:rsidR="00C75367" w:rsidRPr="008D3BE2" w:rsidRDefault="00C75367" w:rsidP="00AF5B58">
      <w:pPr>
        <w:pStyle w:val="PargrafodaLista"/>
        <w:numPr>
          <w:ilvl w:val="0"/>
          <w:numId w:val="1"/>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Regularidade Fiscal</w:t>
      </w:r>
    </w:p>
    <w:p w14:paraId="5EAE823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67C76D0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5.9. Para fins de regularidade fiscal, a licitante deverá apresentar:</w:t>
      </w:r>
    </w:p>
    <w:p w14:paraId="68AF4E1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28545F7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5.9.1 Prova de inscrição no Cadastro Nacional de Pessoas Jurídicas (CNPJ).</w:t>
      </w:r>
    </w:p>
    <w:p w14:paraId="4A2E55F8" w14:textId="77777777" w:rsidR="00782036" w:rsidRPr="008D3BE2" w:rsidRDefault="00782036" w:rsidP="003D78F4">
      <w:pPr>
        <w:spacing w:after="0"/>
        <w:rPr>
          <w:rFonts w:ascii="Arial Narrow" w:eastAsia="Times New Roman" w:hAnsi="Arial Narrow" w:cs="Times New Roman"/>
          <w:sz w:val="20"/>
          <w:szCs w:val="20"/>
          <w:lang w:eastAsia="pt-BR"/>
        </w:rPr>
      </w:pPr>
    </w:p>
    <w:p w14:paraId="7A8B8C12" w14:textId="77777777" w:rsidR="00F279B3" w:rsidRPr="008D3BE2" w:rsidRDefault="00F279B3" w:rsidP="003D78F4">
      <w:pPr>
        <w:spacing w:after="0"/>
        <w:rPr>
          <w:rFonts w:ascii="Arial Narrow" w:eastAsia="Times New Roman" w:hAnsi="Arial Narrow" w:cs="Times New Roman"/>
          <w:sz w:val="20"/>
          <w:szCs w:val="20"/>
          <w:lang w:eastAsia="pt-BR"/>
        </w:rPr>
      </w:pPr>
    </w:p>
    <w:p w14:paraId="5654A7F2" w14:textId="16E56CCC"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5.9.2 Prova de regularidade fiscal com a Fazenda Nacional, Estadual e Municipal, se houver, relativo ao domicílio ou sede da licitante, mediante a apresentação dos seguintes documentos:</w:t>
      </w:r>
    </w:p>
    <w:p w14:paraId="285016EB" w14:textId="77777777" w:rsidR="00782036" w:rsidRPr="008D3BE2" w:rsidRDefault="00782036" w:rsidP="003D78F4">
      <w:pPr>
        <w:spacing w:after="0"/>
        <w:rPr>
          <w:rFonts w:ascii="Arial Narrow" w:eastAsia="Times New Roman" w:hAnsi="Arial Narrow" w:cs="Times New Roman"/>
          <w:sz w:val="20"/>
          <w:szCs w:val="20"/>
          <w:lang w:eastAsia="pt-BR"/>
        </w:rPr>
      </w:pPr>
    </w:p>
    <w:p w14:paraId="08BBD6C5" w14:textId="461E1144"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w:t>
      </w:r>
      <w:r w:rsidR="000A3D65" w:rsidRPr="008D3BE2">
        <w:rPr>
          <w:rFonts w:ascii="Arial Narrow" w:eastAsia="Times New Roman" w:hAnsi="Arial Narrow" w:cs="Times New Roman"/>
          <w:sz w:val="20"/>
          <w:szCs w:val="20"/>
          <w:lang w:eastAsia="pt-BR"/>
        </w:rPr>
        <w:t xml:space="preserve"> Portaria PGFN/RFB Nº 1751, de </w:t>
      </w:r>
      <w:r w:rsidRPr="008D3BE2">
        <w:rPr>
          <w:rFonts w:ascii="Arial Narrow" w:eastAsia="Times New Roman" w:hAnsi="Arial Narrow" w:cs="Times New Roman"/>
          <w:sz w:val="20"/>
          <w:szCs w:val="20"/>
          <w:lang w:eastAsia="pt-BR"/>
        </w:rPr>
        <w:t>2 de outubro de 2014.</w:t>
      </w:r>
    </w:p>
    <w:p w14:paraId="292AED9A" w14:textId="77777777" w:rsidR="00C75367" w:rsidRPr="008D3BE2" w:rsidRDefault="00C75367" w:rsidP="003D78F4">
      <w:pPr>
        <w:spacing w:after="0"/>
        <w:ind w:left="141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6EEA02F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5.9.2.2 Certidão Negativa da Secretaria da Fazenda e Planejamento do Governo do Distrito Federal, para empresas sediadas em Brasília (DF).</w:t>
      </w:r>
    </w:p>
    <w:p w14:paraId="2280854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37862D5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5.9.2.3 Certidão Negativa do ICMS e/ou ISS, se houver, com as Fazendas Estadual e Municipal, respectivamente, para as empresas sediadas em outras localidades.</w:t>
      </w:r>
    </w:p>
    <w:p w14:paraId="31864B0F" w14:textId="77777777" w:rsidR="00C75367" w:rsidRPr="008D3BE2" w:rsidRDefault="00C75367" w:rsidP="003D78F4">
      <w:pPr>
        <w:spacing w:after="0"/>
        <w:ind w:left="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07FA39D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5.9.3 Certificado de Regularidade do FGTS (CRF), expedido pela Caixa Econômica Federal.</w:t>
      </w:r>
    </w:p>
    <w:p w14:paraId="258AD51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5A1C915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6. DOS PROCEDIMENTOS</w:t>
      </w:r>
    </w:p>
    <w:p w14:paraId="150192B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7866994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6.1. Os licitantes interessados devem estar </w:t>
      </w:r>
      <w:proofErr w:type="gramStart"/>
      <w:r w:rsidRPr="008D3BE2">
        <w:rPr>
          <w:rFonts w:ascii="Arial Narrow" w:eastAsia="Times New Roman" w:hAnsi="Arial Narrow" w:cs="Times New Roman"/>
          <w:sz w:val="20"/>
          <w:szCs w:val="20"/>
          <w:lang w:eastAsia="pt-BR"/>
        </w:rPr>
        <w:t>devida e previamente credenciados</w:t>
      </w:r>
      <w:proofErr w:type="gramEnd"/>
      <w:r w:rsidRPr="008D3BE2">
        <w:rPr>
          <w:rFonts w:ascii="Arial Narrow" w:eastAsia="Times New Roman" w:hAnsi="Arial Narrow" w:cs="Times New Roman"/>
          <w:sz w:val="20"/>
          <w:szCs w:val="20"/>
          <w:lang w:eastAsia="pt-BR"/>
        </w:rPr>
        <w:t xml:space="preserve"> para utilização do Portal de Compras, mediante a utilização de login e senha, conforme disposto no item 3 deste instrumento.</w:t>
      </w:r>
    </w:p>
    <w:p w14:paraId="1313ED8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7E8B08C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6.2. As Propostas de Preços e os anexos das propostas deverão ser encaminhados exclusivamente por meio do Portal de Compras, observando os prazos, condições e especificações estabelecidas neste Edital.</w:t>
      </w:r>
    </w:p>
    <w:p w14:paraId="36DC02B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3160493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6.3. O Pregoeiro analisará as propostas de preços encaminhadas, desclassificando aquelas que não estiverem em consonância com o estabelecido no Edital e disponibilizará a decisão no Portal de Compras, antes do </w:t>
      </w:r>
      <w:proofErr w:type="spellStart"/>
      <w:proofErr w:type="gramStart"/>
      <w:r w:rsidRPr="008D3BE2">
        <w:rPr>
          <w:rFonts w:ascii="Arial Narrow" w:eastAsia="Times New Roman" w:hAnsi="Arial Narrow" w:cs="Times New Roman"/>
          <w:sz w:val="20"/>
          <w:szCs w:val="20"/>
          <w:lang w:eastAsia="pt-BR"/>
        </w:rPr>
        <w:t>inicio</w:t>
      </w:r>
      <w:proofErr w:type="spellEnd"/>
      <w:proofErr w:type="gramEnd"/>
      <w:r w:rsidRPr="008D3BE2">
        <w:rPr>
          <w:rFonts w:ascii="Arial Narrow" w:eastAsia="Times New Roman" w:hAnsi="Arial Narrow" w:cs="Times New Roman"/>
          <w:sz w:val="20"/>
          <w:szCs w:val="20"/>
          <w:lang w:eastAsia="pt-BR"/>
        </w:rPr>
        <w:t xml:space="preserve"> da fase de lances.</w:t>
      </w:r>
    </w:p>
    <w:p w14:paraId="55E4D78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472D6A7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6.3.4. Serão desclassificadas ainda as propostas que:</w:t>
      </w:r>
    </w:p>
    <w:p w14:paraId="345A9DA4" w14:textId="77777777" w:rsidR="00C75367" w:rsidRPr="008D3BE2" w:rsidRDefault="00C75367" w:rsidP="003D78F4">
      <w:pPr>
        <w:spacing w:after="0"/>
        <w:rPr>
          <w:rFonts w:ascii="Arial Narrow" w:eastAsia="Times New Roman" w:hAnsi="Arial Narrow" w:cs="Times New Roman"/>
          <w:sz w:val="20"/>
          <w:szCs w:val="20"/>
          <w:lang w:eastAsia="pt-BR"/>
        </w:rPr>
      </w:pPr>
    </w:p>
    <w:p w14:paraId="135E75D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6.3.4.1. Forem apresentadas em desacordo com as exigências legais, as disposições deste Edital, bem como das normas de regulação do certame;</w:t>
      </w:r>
    </w:p>
    <w:p w14:paraId="29DAB994" w14:textId="77777777" w:rsidR="00C9508F" w:rsidRPr="008D3BE2" w:rsidRDefault="00C9508F" w:rsidP="003D78F4">
      <w:pPr>
        <w:spacing w:after="0"/>
        <w:rPr>
          <w:rFonts w:ascii="Arial Narrow" w:eastAsia="Times New Roman" w:hAnsi="Arial Narrow" w:cs="Times New Roman"/>
          <w:sz w:val="20"/>
          <w:szCs w:val="20"/>
          <w:shd w:val="clear" w:color="auto" w:fill="00FF00"/>
          <w:lang w:eastAsia="pt-BR"/>
        </w:rPr>
      </w:pPr>
    </w:p>
    <w:p w14:paraId="470E36C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6.3.4.2. Ofertarem condições que não atendam às exigências do Edital;</w:t>
      </w:r>
    </w:p>
    <w:p w14:paraId="0757A212" w14:textId="77777777" w:rsidR="00D552A1" w:rsidRPr="008D3BE2" w:rsidRDefault="00D552A1" w:rsidP="003D78F4">
      <w:pPr>
        <w:spacing w:after="0"/>
        <w:rPr>
          <w:rFonts w:ascii="Arial Narrow" w:eastAsia="Times New Roman" w:hAnsi="Arial Narrow" w:cs="Times New Roman"/>
          <w:sz w:val="20"/>
          <w:szCs w:val="20"/>
          <w:lang w:eastAsia="pt-BR"/>
        </w:rPr>
      </w:pPr>
    </w:p>
    <w:p w14:paraId="47F14E1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6.3.4.3. Apresentarem qualquer oferta de vantagem não prevista no Edital, preço ou vantagem baseada na oferta das demais licitantes, bem como proposta alternativa.</w:t>
      </w:r>
    </w:p>
    <w:p w14:paraId="0F4E12D1" w14:textId="77777777" w:rsidR="00C9508F" w:rsidRPr="008D3BE2" w:rsidRDefault="00C9508F" w:rsidP="003D78F4">
      <w:pPr>
        <w:spacing w:after="0"/>
        <w:rPr>
          <w:rFonts w:ascii="Arial Narrow" w:eastAsia="Times New Roman" w:hAnsi="Arial Narrow" w:cs="Times New Roman"/>
          <w:sz w:val="20"/>
          <w:szCs w:val="20"/>
          <w:shd w:val="clear" w:color="auto" w:fill="00FF00"/>
          <w:lang w:eastAsia="pt-BR"/>
        </w:rPr>
      </w:pPr>
    </w:p>
    <w:p w14:paraId="4134877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6.3.4.4. Apresentarem preços manifestamente inexequíveis, simbólicos, irrisórios ou iguais a zero, incompatíveis com os preços de mercado;</w:t>
      </w:r>
    </w:p>
    <w:p w14:paraId="535B8623" w14:textId="77777777" w:rsidR="00AD410D" w:rsidRPr="008D3BE2" w:rsidRDefault="00AD410D" w:rsidP="003D78F4">
      <w:pPr>
        <w:spacing w:after="0"/>
        <w:rPr>
          <w:rFonts w:ascii="Arial Narrow" w:eastAsia="Times New Roman" w:hAnsi="Arial Narrow" w:cs="Times New Roman"/>
          <w:sz w:val="20"/>
          <w:szCs w:val="20"/>
          <w:lang w:eastAsia="pt-BR"/>
        </w:rPr>
      </w:pPr>
    </w:p>
    <w:p w14:paraId="173D81CD" w14:textId="1A0BD79E" w:rsidR="00C75367" w:rsidRPr="008D3BE2" w:rsidRDefault="00C75367" w:rsidP="003D78F4">
      <w:pPr>
        <w:spacing w:after="0"/>
        <w:rPr>
          <w:rFonts w:ascii="Arial Narrow" w:eastAsia="Times New Roman" w:hAnsi="Arial Narrow" w:cs="Times New Roman"/>
          <w:sz w:val="20"/>
          <w:szCs w:val="20"/>
          <w:shd w:val="clear" w:color="auto" w:fill="00FF00"/>
          <w:lang w:eastAsia="pt-BR"/>
        </w:rPr>
      </w:pPr>
      <w:r w:rsidRPr="008D3BE2">
        <w:rPr>
          <w:rFonts w:ascii="Arial Narrow" w:eastAsia="Times New Roman" w:hAnsi="Arial Narrow" w:cs="Times New Roman"/>
          <w:sz w:val="20"/>
          <w:szCs w:val="20"/>
          <w:lang w:eastAsia="pt-BR"/>
        </w:rPr>
        <w:t>6.4.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2DA9575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4884B1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6.5.</w:t>
      </w:r>
      <w:r w:rsidRPr="008D3BE2">
        <w:rPr>
          <w:rFonts w:ascii="Arial Narrow" w:eastAsia="Times New Roman" w:hAnsi="Arial Narrow" w:cs="Times New Roman"/>
          <w:color w:val="000000"/>
          <w:sz w:val="20"/>
          <w:szCs w:val="20"/>
          <w:lang w:eastAsia="pt-BR"/>
        </w:rPr>
        <w:t> Da decisão que desclassificar as propostas de preços somente caberá às licitantes o envio, ao Pregoeiro, do </w:t>
      </w:r>
      <w:r w:rsidRPr="008D3BE2">
        <w:rPr>
          <w:rFonts w:ascii="Arial Narrow" w:eastAsia="Times New Roman" w:hAnsi="Arial Narrow" w:cs="Times New Roman"/>
          <w:color w:val="000000"/>
          <w:sz w:val="20"/>
          <w:szCs w:val="20"/>
          <w:u w:val="single"/>
          <w:lang w:eastAsia="pt-BR"/>
        </w:rPr>
        <w:t>Pedido de Reconsideração</w:t>
      </w:r>
      <w:r w:rsidRPr="008D3BE2">
        <w:rPr>
          <w:rFonts w:ascii="Arial Narrow" w:eastAsia="Times New Roman" w:hAnsi="Arial Narrow" w:cs="Times New Roman"/>
          <w:color w:val="000000"/>
          <w:sz w:val="20"/>
          <w:szCs w:val="20"/>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0BB6A5A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8FEA74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6.6. A decisão relativa ao Pedido de Reconsideração deverá ser tomada no mesmo prazo de 30 (trinta) minutos, salvo motivos que justifiquem sua prorrogação. Dessa decisão não caberá recurso, conforme dispõe o art. 21, VIII do Regulamento de Licitações e Contratos do SESI e do SENAI, cabendo ao pregoeiro registrar e disponibilizar a decisão no Portal de Compras para acompanhamento em tempo real pelos licitantes.</w:t>
      </w:r>
    </w:p>
    <w:p w14:paraId="5C6428E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0983201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6.7.</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 xml:space="preserve">Aberta a etapa </w:t>
      </w:r>
      <w:r w:rsidR="00C9508F" w:rsidRPr="008D3BE2">
        <w:rPr>
          <w:rFonts w:ascii="Arial Narrow" w:eastAsia="Times New Roman" w:hAnsi="Arial Narrow" w:cs="Times New Roman"/>
          <w:color w:val="000000"/>
          <w:sz w:val="20"/>
          <w:szCs w:val="20"/>
          <w:lang w:eastAsia="pt-BR"/>
        </w:rPr>
        <w:t xml:space="preserve">de </w:t>
      </w:r>
      <w:r w:rsidRPr="008D3BE2">
        <w:rPr>
          <w:rFonts w:ascii="Arial Narrow" w:eastAsia="Times New Roman" w:hAnsi="Arial Narrow" w:cs="Times New Roman"/>
          <w:color w:val="000000"/>
          <w:sz w:val="20"/>
          <w:szCs w:val="20"/>
          <w:lang w:eastAsia="pt-BR"/>
        </w:rPr>
        <w:t>lances, as </w:t>
      </w:r>
      <w:r w:rsidRPr="008D3BE2">
        <w:rPr>
          <w:rFonts w:ascii="Arial Narrow" w:eastAsia="Times New Roman" w:hAnsi="Arial Narrow" w:cs="Times New Roman"/>
          <w:b/>
          <w:bCs/>
          <w:color w:val="000000"/>
          <w:sz w:val="20"/>
          <w:szCs w:val="20"/>
          <w:lang w:eastAsia="pt-BR"/>
        </w:rPr>
        <w:t>LICITANTES</w:t>
      </w:r>
      <w:r w:rsidRPr="008D3BE2">
        <w:rPr>
          <w:rFonts w:ascii="Arial Narrow" w:eastAsia="Times New Roman" w:hAnsi="Arial Narrow" w:cs="Times New Roman"/>
          <w:color w:val="000000"/>
          <w:sz w:val="20"/>
          <w:szCs w:val="20"/>
          <w:lang w:eastAsia="pt-BR"/>
        </w:rPr>
        <w:t> poderão encaminhar lances exclusivament</w:t>
      </w:r>
      <w:r w:rsidR="00A57B7D" w:rsidRPr="008D3BE2">
        <w:rPr>
          <w:rFonts w:ascii="Arial Narrow" w:eastAsia="Times New Roman" w:hAnsi="Arial Narrow" w:cs="Times New Roman"/>
          <w:color w:val="000000"/>
          <w:sz w:val="20"/>
          <w:szCs w:val="20"/>
          <w:lang w:eastAsia="pt-BR"/>
        </w:rPr>
        <w:t>e por meio do Portal de Compras,</w:t>
      </w:r>
      <w:r w:rsidRPr="008D3BE2">
        <w:rPr>
          <w:rFonts w:ascii="Arial Narrow" w:eastAsia="Times New Roman" w:hAnsi="Arial Narrow" w:cs="Times New Roman"/>
          <w:color w:val="000000"/>
          <w:sz w:val="20"/>
          <w:szCs w:val="20"/>
          <w:lang w:eastAsia="pt-BR"/>
        </w:rPr>
        <w:t> sendo o licitante imediatamente informado do seu recebimento e respectivo horário de registro e valor.</w:t>
      </w:r>
    </w:p>
    <w:p w14:paraId="0672958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4DE417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6.8.</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Iniciada a fase de lances, os autores das propostas classificadas poderão oferecer lances, sem restrições de quantidade ou de qualquer ordem classificatória ou cronológica específica, mas sempre inferior ao seu último lance ofertado.</w:t>
      </w:r>
    </w:p>
    <w:p w14:paraId="0D8256A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62832D96" w14:textId="77777777" w:rsidR="001B0CBB" w:rsidRPr="008D3BE2" w:rsidRDefault="001B0CBB" w:rsidP="003D78F4">
      <w:pPr>
        <w:spacing w:after="0"/>
        <w:rPr>
          <w:rFonts w:ascii="Arial Narrow" w:eastAsia="Times New Roman" w:hAnsi="Arial Narrow" w:cs="Times New Roman"/>
          <w:color w:val="000000"/>
          <w:sz w:val="20"/>
          <w:szCs w:val="20"/>
          <w:lang w:eastAsia="pt-BR"/>
        </w:rPr>
      </w:pPr>
    </w:p>
    <w:p w14:paraId="5C426DF9" w14:textId="66799CD9"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6.9.</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Na hipótese de haver lances iguais prevalecerá, como de menor valor, o lance que tiver sido primeiramente registrado.</w:t>
      </w:r>
    </w:p>
    <w:p w14:paraId="5C1B05AE" w14:textId="763B92BF" w:rsidR="00E755E8" w:rsidRPr="008D3BE2" w:rsidRDefault="00C75367" w:rsidP="003D78F4">
      <w:pPr>
        <w:spacing w:after="0"/>
        <w:rPr>
          <w:rFonts w:ascii="Arial Narrow" w:eastAsia="Times New Roman" w:hAnsi="Arial Narrow" w:cs="Times New Roman"/>
          <w:color w:val="000000"/>
          <w:sz w:val="20"/>
          <w:szCs w:val="20"/>
          <w:lang w:eastAsia="pt-BR"/>
        </w:rPr>
      </w:pPr>
      <w:r w:rsidRPr="008D3BE2">
        <w:rPr>
          <w:rFonts w:ascii="Arial Narrow" w:eastAsia="Times New Roman" w:hAnsi="Arial Narrow" w:cs="Times New Roman"/>
          <w:color w:val="000000"/>
          <w:sz w:val="20"/>
          <w:szCs w:val="20"/>
          <w:lang w:eastAsia="pt-BR"/>
        </w:rPr>
        <w:t> </w:t>
      </w:r>
    </w:p>
    <w:p w14:paraId="4104F48B" w14:textId="13B5D9ED"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6.10.</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Durante o transcurso da sessão pública, as </w:t>
      </w:r>
      <w:r w:rsidRPr="008D3BE2">
        <w:rPr>
          <w:rFonts w:ascii="Arial Narrow" w:eastAsia="Times New Roman" w:hAnsi="Arial Narrow" w:cs="Times New Roman"/>
          <w:b/>
          <w:bCs/>
          <w:color w:val="000000"/>
          <w:sz w:val="20"/>
          <w:szCs w:val="20"/>
          <w:lang w:eastAsia="pt-BR"/>
        </w:rPr>
        <w:t>LICITANTES</w:t>
      </w:r>
      <w:r w:rsidRPr="008D3BE2">
        <w:rPr>
          <w:rFonts w:ascii="Arial Narrow" w:eastAsia="Times New Roman" w:hAnsi="Arial Narrow" w:cs="Times New Roman"/>
          <w:color w:val="000000"/>
          <w:sz w:val="20"/>
          <w:szCs w:val="20"/>
          <w:lang w:eastAsia="pt-BR"/>
        </w:rPr>
        <w:t> serão informadas, em tempo real, do valor do menor lance registrado que tenha sido apresentado pelas demais </w:t>
      </w:r>
      <w:r w:rsidRPr="008D3BE2">
        <w:rPr>
          <w:rFonts w:ascii="Arial Narrow" w:eastAsia="Times New Roman" w:hAnsi="Arial Narrow" w:cs="Times New Roman"/>
          <w:b/>
          <w:bCs/>
          <w:color w:val="000000"/>
          <w:sz w:val="20"/>
          <w:szCs w:val="20"/>
          <w:lang w:eastAsia="pt-BR"/>
        </w:rPr>
        <w:t>LICITANTES</w:t>
      </w:r>
      <w:r w:rsidRPr="008D3BE2">
        <w:rPr>
          <w:rFonts w:ascii="Arial Narrow" w:eastAsia="Times New Roman" w:hAnsi="Arial Narrow" w:cs="Times New Roman"/>
          <w:color w:val="000000"/>
          <w:sz w:val="20"/>
          <w:szCs w:val="20"/>
          <w:lang w:eastAsia="pt-BR"/>
        </w:rPr>
        <w:t>, vedada a identificação do detentor do lance.</w:t>
      </w:r>
    </w:p>
    <w:p w14:paraId="7626467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356B5359"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6.11.</w:t>
      </w:r>
      <w:r w:rsidRPr="008D3BE2">
        <w:rPr>
          <w:rFonts w:ascii="Arial Narrow" w:eastAsia="Times New Roman" w:hAnsi="Arial Narrow" w:cs="Times New Roman"/>
          <w:sz w:val="20"/>
          <w:szCs w:val="20"/>
          <w:lang w:eastAsia="pt-BR"/>
        </w:rPr>
        <w:t> Por iniciativa do pregoeiro, o Portal de Compras emitirá aviso de que terá início prazo aleatório, de até 30 (trinta) minutos, para o encerramento da fase de lances, findo o qual estará automaticamente encerrada a recepção de lances.</w:t>
      </w:r>
    </w:p>
    <w:p w14:paraId="716955A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7108873D" w14:textId="77777777" w:rsidR="00C75367" w:rsidRPr="008D3BE2" w:rsidRDefault="00C75367" w:rsidP="003D78F4">
      <w:pPr>
        <w:spacing w:after="0"/>
        <w:rPr>
          <w:rFonts w:ascii="Arial Narrow" w:eastAsia="Times New Roman" w:hAnsi="Arial Narrow" w:cs="Times New Roman"/>
          <w:sz w:val="20"/>
          <w:szCs w:val="20"/>
          <w:shd w:val="clear" w:color="auto" w:fill="00FF00"/>
          <w:lang w:eastAsia="pt-BR"/>
        </w:rPr>
      </w:pPr>
      <w:r w:rsidRPr="008D3BE2">
        <w:rPr>
          <w:rFonts w:ascii="Arial Narrow" w:eastAsia="Times New Roman" w:hAnsi="Arial Narrow" w:cs="Times New Roman"/>
          <w:color w:val="000000"/>
          <w:sz w:val="20"/>
          <w:szCs w:val="20"/>
          <w:lang w:eastAsia="pt-BR"/>
        </w:rPr>
        <w:t>6.12.</w:t>
      </w:r>
      <w:r w:rsidRPr="008D3BE2">
        <w:rPr>
          <w:rFonts w:ascii="Arial Narrow" w:eastAsia="Times New Roman" w:hAnsi="Arial Narrow" w:cs="Times New Roman"/>
          <w:sz w:val="20"/>
          <w:szCs w:val="20"/>
          <w:lang w:eastAsia="pt-BR"/>
        </w:rPr>
        <w:t> O pregoeiro poderá negociar com a licitante detentora da proposta ou lance de menor valor para que seja obtido melhor preço, anteriormente à decisão acerca de sua aceitação.</w:t>
      </w:r>
    </w:p>
    <w:p w14:paraId="6F3934C1" w14:textId="77777777" w:rsidR="00C75367" w:rsidRPr="008D3BE2" w:rsidRDefault="00C75367" w:rsidP="003D78F4">
      <w:pPr>
        <w:spacing w:after="0"/>
        <w:rPr>
          <w:rFonts w:ascii="Arial Narrow" w:eastAsia="Times New Roman" w:hAnsi="Arial Narrow" w:cs="Times New Roman"/>
          <w:sz w:val="20"/>
          <w:szCs w:val="20"/>
          <w:lang w:eastAsia="pt-BR"/>
        </w:rPr>
      </w:pPr>
    </w:p>
    <w:p w14:paraId="00A9CB3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6.13.</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 xml:space="preserve">No caso de desconexão com o pregoeiro, no decorrer da etapa competitiva do pregão, o Portal de </w:t>
      </w:r>
      <w:r w:rsidR="00C9508F" w:rsidRPr="008D3BE2">
        <w:rPr>
          <w:rFonts w:ascii="Arial Narrow" w:eastAsia="Times New Roman" w:hAnsi="Arial Narrow" w:cs="Times New Roman"/>
          <w:color w:val="000000"/>
          <w:sz w:val="20"/>
          <w:szCs w:val="20"/>
          <w:lang w:eastAsia="pt-BR"/>
        </w:rPr>
        <w:t>Compras poderá</w:t>
      </w:r>
      <w:r w:rsidRPr="008D3BE2">
        <w:rPr>
          <w:rFonts w:ascii="Arial Narrow" w:eastAsia="Times New Roman" w:hAnsi="Arial Narrow" w:cs="Times New Roman"/>
          <w:color w:val="000000"/>
          <w:sz w:val="20"/>
          <w:szCs w:val="20"/>
          <w:lang w:eastAsia="pt-BR"/>
        </w:rPr>
        <w:t xml:space="preserve"> permanecer acessível às </w:t>
      </w:r>
      <w:r w:rsidRPr="008D3BE2">
        <w:rPr>
          <w:rFonts w:ascii="Arial Narrow" w:eastAsia="Times New Roman" w:hAnsi="Arial Narrow" w:cs="Times New Roman"/>
          <w:b/>
          <w:bCs/>
          <w:color w:val="000000"/>
          <w:sz w:val="20"/>
          <w:szCs w:val="20"/>
          <w:lang w:eastAsia="pt-BR"/>
        </w:rPr>
        <w:t>LICITANTES</w:t>
      </w:r>
      <w:r w:rsidRPr="008D3BE2">
        <w:rPr>
          <w:rFonts w:ascii="Arial Narrow" w:eastAsia="Times New Roman" w:hAnsi="Arial Narrow" w:cs="Times New Roman"/>
          <w:color w:val="000000"/>
          <w:sz w:val="20"/>
          <w:szCs w:val="20"/>
          <w:lang w:eastAsia="pt-BR"/>
        </w:rPr>
        <w:t> para a recepção dos lances, retornando o pregoeiro, quando possível, sua atuação no certame, sem prejuízo dos atos realizados.</w:t>
      </w:r>
    </w:p>
    <w:p w14:paraId="0CE60DF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0B2A8C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6.14.</w:t>
      </w:r>
      <w:r w:rsidRPr="008D3BE2">
        <w:rPr>
          <w:rFonts w:ascii="Arial Narrow" w:eastAsia="Times New Roman" w:hAnsi="Arial Narrow" w:cs="Times New Roman"/>
          <w:b/>
          <w:bCs/>
          <w:color w:val="000000"/>
          <w:sz w:val="20"/>
          <w:szCs w:val="20"/>
          <w:lang w:eastAsia="pt-BR"/>
        </w:rPr>
        <w:t> </w:t>
      </w:r>
      <w:r w:rsidRPr="008D3BE2">
        <w:rPr>
          <w:rFonts w:ascii="Arial Narrow" w:eastAsia="Times New Roman" w:hAnsi="Arial Narrow" w:cs="Times New Roman"/>
          <w:color w:val="000000"/>
          <w:sz w:val="20"/>
          <w:szCs w:val="20"/>
          <w:lang w:eastAsia="pt-BR"/>
        </w:rPr>
        <w:t>Quando a desconexão persistir por tempo superior a </w:t>
      </w:r>
      <w:r w:rsidRPr="008D3BE2">
        <w:rPr>
          <w:rFonts w:ascii="Arial Narrow" w:eastAsia="Times New Roman" w:hAnsi="Arial Narrow" w:cs="Times New Roman"/>
          <w:b/>
          <w:bCs/>
          <w:color w:val="000000"/>
          <w:sz w:val="20"/>
          <w:szCs w:val="20"/>
          <w:lang w:eastAsia="pt-BR"/>
        </w:rPr>
        <w:t>10 (dez) minutos</w:t>
      </w:r>
      <w:r w:rsidRPr="008D3BE2">
        <w:rPr>
          <w:rFonts w:ascii="Arial Narrow" w:eastAsia="Times New Roman" w:hAnsi="Arial Narrow" w:cs="Times New Roman"/>
          <w:color w:val="000000"/>
          <w:sz w:val="20"/>
          <w:szCs w:val="20"/>
          <w:lang w:eastAsia="pt-BR"/>
        </w:rPr>
        <w:t>, a sessão do pregão será suspensa e terá reinício somente após comunicação expressa aos participantes.</w:t>
      </w:r>
    </w:p>
    <w:p w14:paraId="1101BCC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0AB44F34" w14:textId="617EB899" w:rsidR="00C75367" w:rsidRPr="008D3BE2" w:rsidRDefault="00C75367" w:rsidP="00E755E8">
      <w:pPr>
        <w:pStyle w:val="PargrafodaLista"/>
        <w:numPr>
          <w:ilvl w:val="0"/>
          <w:numId w:val="1"/>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ENVIO DE DOCUMENTOS EM MEIO ELETRÔNICO</w:t>
      </w:r>
    </w:p>
    <w:p w14:paraId="424F2BB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24E1E8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6.15.</w:t>
      </w:r>
      <w:r w:rsidRPr="008D3BE2">
        <w:rPr>
          <w:rFonts w:ascii="Arial Narrow" w:eastAsia="Times New Roman" w:hAnsi="Arial Narrow" w:cs="Times New Roman"/>
          <w:b/>
          <w:bCs/>
          <w:sz w:val="20"/>
          <w:szCs w:val="20"/>
          <w:lang w:eastAsia="pt-BR"/>
        </w:rPr>
        <w:t> </w:t>
      </w:r>
      <w:r w:rsidRPr="008D3BE2">
        <w:rPr>
          <w:rFonts w:ascii="Arial Narrow" w:eastAsia="Times New Roman" w:hAnsi="Arial Narrow" w:cs="Times New Roman"/>
          <w:sz w:val="20"/>
          <w:szCs w:val="20"/>
          <w:lang w:eastAsia="pt-BR"/>
        </w:rPr>
        <w:t>Após a etapa de lances, </w:t>
      </w:r>
      <w:r w:rsidRPr="008D3BE2">
        <w:rPr>
          <w:rFonts w:ascii="Arial Narrow" w:eastAsia="Times New Roman" w:hAnsi="Arial Narrow" w:cs="Times New Roman"/>
          <w:b/>
          <w:bCs/>
          <w:sz w:val="20"/>
          <w:szCs w:val="20"/>
          <w:u w:val="single"/>
          <w:lang w:eastAsia="pt-BR"/>
        </w:rPr>
        <w:t>a licitante classificada em 1º (primeiro) lugar</w:t>
      </w:r>
      <w:r w:rsidRPr="008D3BE2">
        <w:rPr>
          <w:rFonts w:ascii="Arial Narrow" w:eastAsia="Times New Roman" w:hAnsi="Arial Narrow" w:cs="Times New Roman"/>
          <w:sz w:val="20"/>
          <w:szCs w:val="20"/>
          <w:lang w:eastAsia="pt-BR"/>
        </w:rPr>
        <w:t> deverá enviar, através </w:t>
      </w:r>
      <w:r w:rsidRPr="008D3BE2">
        <w:rPr>
          <w:rFonts w:ascii="Arial Narrow" w:eastAsia="Times New Roman" w:hAnsi="Arial Narrow" w:cs="Times New Roman"/>
          <w:b/>
          <w:bCs/>
          <w:sz w:val="20"/>
          <w:szCs w:val="20"/>
          <w:u w:val="single"/>
          <w:lang w:eastAsia="pt-BR"/>
        </w:rPr>
        <w:t>Portal de Compras</w:t>
      </w:r>
      <w:r w:rsidRPr="008D3BE2">
        <w:rPr>
          <w:rFonts w:ascii="Arial Narrow" w:eastAsia="Times New Roman" w:hAnsi="Arial Narrow" w:cs="Times New Roman"/>
          <w:sz w:val="20"/>
          <w:szCs w:val="20"/>
          <w:lang w:eastAsia="pt-BR"/>
        </w:rPr>
        <w:t> ou pelo e-mail </w:t>
      </w:r>
      <w:hyperlink r:id="rId16" w:history="1">
        <w:r w:rsidR="00D552A1" w:rsidRPr="008D3BE2">
          <w:rPr>
            <w:rStyle w:val="Hyperlink"/>
            <w:rFonts w:ascii="Arial Narrow" w:eastAsia="Times New Roman" w:hAnsi="Arial Narrow" w:cs="Times New Roman"/>
            <w:sz w:val="20"/>
            <w:szCs w:val="20"/>
            <w:lang w:eastAsia="pt-BR"/>
          </w:rPr>
          <w:t>licitacoes@cni.com.br</w:t>
        </w:r>
      </w:hyperlink>
      <w:r w:rsidRPr="008D3BE2">
        <w:rPr>
          <w:rFonts w:ascii="Arial Narrow" w:eastAsia="Times New Roman" w:hAnsi="Arial Narrow" w:cs="Times New Roman"/>
          <w:sz w:val="20"/>
          <w:szCs w:val="20"/>
          <w:u w:val="single"/>
          <w:lang w:eastAsia="pt-BR"/>
        </w:rPr>
        <w:t>,</w:t>
      </w:r>
      <w:r w:rsidRPr="008D3BE2">
        <w:rPr>
          <w:rFonts w:ascii="Arial Narrow" w:eastAsia="Times New Roman" w:hAnsi="Arial Narrow" w:cs="Times New Roman"/>
          <w:sz w:val="20"/>
          <w:szCs w:val="20"/>
          <w:lang w:eastAsia="pt-BR"/>
        </w:rPr>
        <w:t> no prazo máximo de 2 (duas) horas, contados do horário de encerramento da Sessão Pública, os seguintes documentos:</w:t>
      </w:r>
    </w:p>
    <w:p w14:paraId="39F5AFE1"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21692361" w14:textId="77777777" w:rsidR="00C75367" w:rsidRPr="008D3BE2" w:rsidRDefault="00C75367" w:rsidP="003D78F4">
      <w:pPr>
        <w:spacing w:after="0"/>
        <w:ind w:left="709" w:hanging="283"/>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    Proposta de Preços Definitiva, conforme modelo (Anexo III do Edital). No caso desta </w:t>
      </w:r>
      <w:r w:rsidRPr="008D3BE2">
        <w:rPr>
          <w:rFonts w:ascii="Arial Narrow" w:eastAsia="Times New Roman" w:hAnsi="Arial Narrow" w:cs="Times New Roman"/>
          <w:color w:val="000000"/>
          <w:sz w:val="20"/>
          <w:szCs w:val="20"/>
          <w:lang w:eastAsia="pt-BR"/>
        </w:rPr>
        <w:t>contemplar vários itens, </w:t>
      </w:r>
      <w:r w:rsidRPr="008D3BE2">
        <w:rPr>
          <w:rFonts w:ascii="Arial Narrow" w:eastAsia="Times New Roman" w:hAnsi="Arial Narrow" w:cs="Times New Roman"/>
          <w:color w:val="000000"/>
          <w:sz w:val="20"/>
          <w:szCs w:val="20"/>
          <w:u w:val="single"/>
          <w:lang w:eastAsia="pt-BR"/>
        </w:rPr>
        <w:t>o ajuste (desconto percentual) deverá ser aplicado de forma LINEAR sobre os preços unitários de todos os itens</w:t>
      </w:r>
      <w:r w:rsidRPr="008D3BE2">
        <w:rPr>
          <w:rFonts w:ascii="Arial Narrow" w:eastAsia="Times New Roman" w:hAnsi="Arial Narrow" w:cs="Times New Roman"/>
          <w:color w:val="000000"/>
          <w:sz w:val="20"/>
          <w:szCs w:val="20"/>
          <w:lang w:eastAsia="pt-BR"/>
        </w:rPr>
        <w:t xml:space="preserve">, de modo a </w:t>
      </w:r>
      <w:r w:rsidR="00D552A1" w:rsidRPr="008D3BE2">
        <w:rPr>
          <w:rFonts w:ascii="Arial Narrow" w:eastAsia="Times New Roman" w:hAnsi="Arial Narrow" w:cs="Times New Roman"/>
          <w:color w:val="000000"/>
          <w:sz w:val="20"/>
          <w:szCs w:val="20"/>
          <w:lang w:eastAsia="pt-BR"/>
        </w:rPr>
        <w:t>refletir</w:t>
      </w:r>
      <w:r w:rsidRPr="008D3BE2">
        <w:rPr>
          <w:rFonts w:ascii="Arial Narrow" w:eastAsia="Times New Roman" w:hAnsi="Arial Narrow" w:cs="Times New Roman"/>
          <w:color w:val="000000"/>
          <w:sz w:val="20"/>
          <w:szCs w:val="20"/>
          <w:lang w:eastAsia="pt-BR"/>
        </w:rPr>
        <w:t xml:space="preserve"> a redução de preço proporcionada pelo lance vencedor</w:t>
      </w:r>
      <w:r w:rsidRPr="008D3BE2">
        <w:rPr>
          <w:rFonts w:ascii="Arial Narrow" w:eastAsia="Times New Roman" w:hAnsi="Arial Narrow" w:cs="Times New Roman"/>
          <w:sz w:val="20"/>
          <w:szCs w:val="20"/>
          <w:lang w:eastAsia="pt-BR"/>
        </w:rPr>
        <w:t>; e</w:t>
      </w:r>
    </w:p>
    <w:p w14:paraId="597F1581" w14:textId="77777777" w:rsidR="00D552A1" w:rsidRPr="008D3BE2" w:rsidRDefault="00D552A1" w:rsidP="003D78F4">
      <w:pPr>
        <w:spacing w:after="0"/>
        <w:ind w:left="709" w:hanging="283"/>
        <w:rPr>
          <w:rFonts w:ascii="Arial Narrow" w:eastAsia="Times New Roman" w:hAnsi="Arial Narrow" w:cs="Times New Roman"/>
          <w:sz w:val="20"/>
          <w:szCs w:val="20"/>
          <w:lang w:eastAsia="pt-BR"/>
        </w:rPr>
      </w:pPr>
    </w:p>
    <w:p w14:paraId="7B68EAD3" w14:textId="77777777" w:rsidR="00C75367" w:rsidRPr="008D3BE2" w:rsidRDefault="00C75367" w:rsidP="003D78F4">
      <w:pPr>
        <w:spacing w:after="0"/>
        <w:ind w:left="709" w:hanging="283"/>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b)    Todos os </w:t>
      </w:r>
      <w:r w:rsidRPr="008D3BE2">
        <w:rPr>
          <w:rFonts w:ascii="Arial Narrow" w:eastAsia="Times New Roman" w:hAnsi="Arial Narrow" w:cs="Times New Roman"/>
          <w:b/>
          <w:bCs/>
          <w:sz w:val="20"/>
          <w:szCs w:val="20"/>
          <w:lang w:eastAsia="pt-BR"/>
        </w:rPr>
        <w:t>Documentos de Habilitação</w:t>
      </w:r>
      <w:r w:rsidRPr="008D3BE2">
        <w:rPr>
          <w:rFonts w:ascii="Arial Narrow" w:eastAsia="Times New Roman" w:hAnsi="Arial Narrow" w:cs="Times New Roman"/>
          <w:sz w:val="20"/>
          <w:szCs w:val="20"/>
          <w:lang w:eastAsia="pt-BR"/>
        </w:rPr>
        <w:t> exigidos no item 5 deste edital.</w:t>
      </w:r>
    </w:p>
    <w:p w14:paraId="03058F40" w14:textId="77777777" w:rsidR="00C75367" w:rsidRPr="008D3BE2" w:rsidRDefault="00C75367" w:rsidP="003D78F4">
      <w:pPr>
        <w:spacing w:after="0"/>
        <w:rPr>
          <w:rFonts w:ascii="Arial Narrow" w:eastAsia="Times New Roman" w:hAnsi="Arial Narrow" w:cs="Times New Roman"/>
          <w:color w:val="000000"/>
          <w:sz w:val="20"/>
          <w:szCs w:val="20"/>
          <w:lang w:eastAsia="pt-BR"/>
        </w:rPr>
      </w:pPr>
      <w:r w:rsidRPr="008D3BE2">
        <w:rPr>
          <w:rFonts w:ascii="Arial Narrow" w:eastAsia="Times New Roman" w:hAnsi="Arial Narrow" w:cs="Times New Roman"/>
          <w:color w:val="000000"/>
          <w:sz w:val="20"/>
          <w:szCs w:val="20"/>
          <w:lang w:eastAsia="pt-BR"/>
        </w:rPr>
        <w:t> </w:t>
      </w:r>
    </w:p>
    <w:p w14:paraId="1C67EF39" w14:textId="35054A14" w:rsidR="00C75367" w:rsidRPr="008D3BE2" w:rsidRDefault="00C75367" w:rsidP="00AF5B58">
      <w:pPr>
        <w:pStyle w:val="PargrafodaLista"/>
        <w:numPr>
          <w:ilvl w:val="0"/>
          <w:numId w:val="1"/>
        </w:num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ENVIO DE DOCUMENTOS EM MEIO FÍSICO</w:t>
      </w:r>
    </w:p>
    <w:p w14:paraId="5A51273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65A23B9"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6.16. A </w:t>
      </w:r>
      <w:r w:rsidRPr="008D3BE2">
        <w:rPr>
          <w:rFonts w:ascii="Arial Narrow" w:eastAsia="Times New Roman" w:hAnsi="Arial Narrow" w:cs="Times New Roman"/>
          <w:b/>
          <w:bCs/>
          <w:sz w:val="20"/>
          <w:szCs w:val="20"/>
          <w:u w:val="single"/>
          <w:lang w:eastAsia="pt-BR"/>
        </w:rPr>
        <w:t>licitante declarada habilitada e vencedora</w:t>
      </w:r>
      <w:r w:rsidRPr="008D3BE2">
        <w:rPr>
          <w:rFonts w:ascii="Arial Narrow" w:eastAsia="Times New Roman" w:hAnsi="Arial Narrow" w:cs="Times New Roman"/>
          <w:sz w:val="20"/>
          <w:szCs w:val="20"/>
          <w:lang w:eastAsia="pt-BR"/>
        </w:rPr>
        <w:t>,</w:t>
      </w:r>
      <w:r w:rsidRPr="008D3BE2">
        <w:rPr>
          <w:rFonts w:ascii="Arial Narrow" w:eastAsia="Times New Roman" w:hAnsi="Arial Narrow" w:cs="Times New Roman"/>
          <w:b/>
          <w:bCs/>
          <w:sz w:val="20"/>
          <w:szCs w:val="20"/>
          <w:lang w:eastAsia="pt-BR"/>
        </w:rPr>
        <w:t> </w:t>
      </w:r>
      <w:r w:rsidRPr="008D3BE2">
        <w:rPr>
          <w:rFonts w:ascii="Arial Narrow" w:eastAsia="Times New Roman" w:hAnsi="Arial Narrow" w:cs="Times New Roman"/>
          <w:sz w:val="20"/>
          <w:szCs w:val="20"/>
          <w:lang w:eastAsia="pt-BR"/>
        </w:rPr>
        <w:t>deverá apresentar, em até 5 (cinco) dias úteis contados da data em que for declarada vencedora, ENVELOPE IDENTIFICADO com o número do presente PREGÃO, contendo a </w:t>
      </w:r>
      <w:r w:rsidRPr="008D3BE2">
        <w:rPr>
          <w:rFonts w:ascii="Arial Narrow" w:eastAsia="Times New Roman" w:hAnsi="Arial Narrow" w:cs="Times New Roman"/>
          <w:b/>
          <w:bCs/>
          <w:sz w:val="20"/>
          <w:szCs w:val="20"/>
          <w:lang w:eastAsia="pt-BR"/>
        </w:rPr>
        <w:t>Proposta de Preços Definitiva</w:t>
      </w:r>
      <w:r w:rsidRPr="008D3BE2">
        <w:rPr>
          <w:rFonts w:ascii="Arial Narrow" w:eastAsia="Times New Roman" w:hAnsi="Arial Narrow" w:cs="Times New Roman"/>
          <w:sz w:val="20"/>
          <w:szCs w:val="20"/>
          <w:lang w:eastAsia="pt-BR"/>
        </w:rPr>
        <w:t> e os </w:t>
      </w:r>
      <w:r w:rsidRPr="008D3BE2">
        <w:rPr>
          <w:rFonts w:ascii="Arial Narrow" w:eastAsia="Times New Roman" w:hAnsi="Arial Narrow" w:cs="Times New Roman"/>
          <w:b/>
          <w:bCs/>
          <w:sz w:val="20"/>
          <w:szCs w:val="20"/>
          <w:lang w:eastAsia="pt-BR"/>
        </w:rPr>
        <w:t>Documentos de Habilitação</w:t>
      </w:r>
      <w:r w:rsidRPr="008D3BE2">
        <w:rPr>
          <w:rFonts w:ascii="Arial Narrow" w:eastAsia="Times New Roman" w:hAnsi="Arial Narrow" w:cs="Times New Roman"/>
          <w:sz w:val="20"/>
          <w:szCs w:val="20"/>
          <w:lang w:eastAsia="pt-BR"/>
        </w:rPr>
        <w:t>, conforme segue:</w:t>
      </w:r>
    </w:p>
    <w:p w14:paraId="7B1959A1"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1690653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6.16.1. Proposta de Preços Definitiva, conforme modelo (Anexo III do Edital), </w:t>
      </w:r>
      <w:r w:rsidRPr="008D3BE2">
        <w:rPr>
          <w:rFonts w:ascii="Arial Narrow" w:eastAsia="Times New Roman" w:hAnsi="Arial Narrow" w:cs="Times New Roman"/>
          <w:b/>
          <w:bCs/>
          <w:sz w:val="20"/>
          <w:szCs w:val="20"/>
          <w:lang w:eastAsia="pt-BR"/>
        </w:rPr>
        <w:t>em sua via original</w:t>
      </w:r>
      <w:r w:rsidRPr="008D3BE2">
        <w:rPr>
          <w:rFonts w:ascii="Arial Narrow" w:eastAsia="Times New Roman" w:hAnsi="Arial Narrow" w:cs="Times New Roman"/>
          <w:sz w:val="20"/>
          <w:szCs w:val="20"/>
          <w:lang w:eastAsia="pt-BR"/>
        </w:rPr>
        <w:t>;</w:t>
      </w:r>
    </w:p>
    <w:p w14:paraId="3C87758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33B381C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6.16.2. Todos os </w:t>
      </w:r>
      <w:r w:rsidRPr="008D3BE2">
        <w:rPr>
          <w:rFonts w:ascii="Arial Narrow" w:eastAsia="Times New Roman" w:hAnsi="Arial Narrow" w:cs="Times New Roman"/>
          <w:b/>
          <w:bCs/>
          <w:sz w:val="20"/>
          <w:szCs w:val="20"/>
          <w:lang w:eastAsia="pt-BR"/>
        </w:rPr>
        <w:t>Documentos de Habilitação</w:t>
      </w:r>
      <w:r w:rsidRPr="008D3BE2">
        <w:rPr>
          <w:rFonts w:ascii="Arial Narrow" w:eastAsia="Times New Roman" w:hAnsi="Arial Narrow" w:cs="Times New Roman"/>
          <w:sz w:val="20"/>
          <w:szCs w:val="20"/>
          <w:lang w:eastAsia="pt-BR"/>
        </w:rPr>
        <w:t> exigidos no item 5 deste Edital.</w:t>
      </w:r>
    </w:p>
    <w:p w14:paraId="08864D5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2351D63A" w14:textId="77777777" w:rsidR="00C75367" w:rsidRPr="008D3BE2" w:rsidRDefault="00C75367" w:rsidP="003D78F4">
      <w:pPr>
        <w:spacing w:after="0"/>
        <w:ind w:left="56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6.16.</w:t>
      </w:r>
      <w:r w:rsidRPr="008D3BE2">
        <w:rPr>
          <w:rFonts w:ascii="Arial Narrow" w:eastAsia="Times New Roman" w:hAnsi="Arial Narrow" w:cs="Times New Roman"/>
          <w:color w:val="000000"/>
          <w:sz w:val="20"/>
          <w:szCs w:val="20"/>
          <w:lang w:eastAsia="pt-BR"/>
        </w:rPr>
        <w:t>2.1. </w:t>
      </w:r>
      <w:r w:rsidRPr="008D3BE2">
        <w:rPr>
          <w:rFonts w:ascii="Arial Narrow" w:eastAsia="Times New Roman" w:hAnsi="Arial Narrow" w:cs="Times New Roman"/>
          <w:sz w:val="20"/>
          <w:szCs w:val="20"/>
          <w:lang w:eastAsia="pt-BR"/>
        </w:rPr>
        <w:t>Os documentos de habilitação apresentados em cópias simples deverão ser autenticados em cartório ou acompanhados de suas respectivas vias originais para serem conferidos pela Comissão Permanente de Licitação, exceto aqueles obtidos pela internet.</w:t>
      </w:r>
    </w:p>
    <w:p w14:paraId="15943DD3" w14:textId="77777777" w:rsidR="00C75367" w:rsidRPr="008D3BE2" w:rsidRDefault="00C75367" w:rsidP="003D78F4">
      <w:pPr>
        <w:spacing w:after="0"/>
        <w:ind w:left="567"/>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73147774" w14:textId="77777777" w:rsidR="00C75367" w:rsidRPr="008D3BE2" w:rsidRDefault="00C75367" w:rsidP="003D78F4">
      <w:pPr>
        <w:spacing w:after="0"/>
        <w:ind w:left="56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6.16.</w:t>
      </w:r>
      <w:r w:rsidRPr="008D3BE2">
        <w:rPr>
          <w:rFonts w:ascii="Arial Narrow" w:eastAsia="Times New Roman" w:hAnsi="Arial Narrow" w:cs="Times New Roman"/>
          <w:color w:val="000000"/>
          <w:sz w:val="20"/>
          <w:szCs w:val="20"/>
          <w:lang w:eastAsia="pt-BR"/>
        </w:rPr>
        <w:t>2.2. </w:t>
      </w:r>
      <w:r w:rsidRPr="008D3BE2">
        <w:rPr>
          <w:rFonts w:ascii="Arial Narrow" w:eastAsia="Times New Roman" w:hAnsi="Arial Narrow" w:cs="Times New Roman"/>
          <w:sz w:val="20"/>
          <w:szCs w:val="20"/>
          <w:lang w:eastAsia="pt-BR"/>
        </w:rPr>
        <w:t>Os documentos relativos à habilitação jurídica da licitante, que já tiverem sido apresentados por ocasião do credenciamento, ficam dispensados de serem inseridos no envelope.</w:t>
      </w:r>
    </w:p>
    <w:p w14:paraId="733798F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36F5523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6.17. O ENVELOPE IDENTIFICADO deve ser entregue no seguinte endereço: SBN, Quadra 1, Bloco C, Edifício Roberto Simonsen, 2º andar, Brasília (DF), CEP 70040-903, A/C da Comissão Permanente de Licitação, contendo o número do presente Pregão.</w:t>
      </w:r>
    </w:p>
    <w:p w14:paraId="7C5FF14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07B72C5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7. DO JULGAMENTO</w:t>
      </w:r>
    </w:p>
    <w:p w14:paraId="192C1A3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4BF73E79" w14:textId="2FFFFA19"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xml:space="preserve">7.1. O pregoeiro efetuará o julgamento das Propostas de Preços, e poderá encaminhar, pelo Portal de </w:t>
      </w:r>
      <w:r w:rsidR="00747044" w:rsidRPr="008D3BE2">
        <w:rPr>
          <w:rFonts w:ascii="Arial Narrow" w:eastAsia="Times New Roman" w:hAnsi="Arial Narrow" w:cs="Times New Roman"/>
          <w:color w:val="000000"/>
          <w:sz w:val="20"/>
          <w:szCs w:val="20"/>
          <w:lang w:eastAsia="pt-BR"/>
        </w:rPr>
        <w:t>Compras, contraproposta</w:t>
      </w:r>
      <w:r w:rsidRPr="008D3BE2">
        <w:rPr>
          <w:rFonts w:ascii="Arial Narrow" w:eastAsia="Times New Roman" w:hAnsi="Arial Narrow" w:cs="Times New Roman"/>
          <w:color w:val="000000"/>
          <w:sz w:val="20"/>
          <w:szCs w:val="20"/>
          <w:lang w:eastAsia="pt-BR"/>
        </w:rPr>
        <w:t xml:space="preserve"> diretamente à LICITANTE que tenha apresentado o </w:t>
      </w:r>
      <w:r w:rsidRPr="008D3BE2">
        <w:rPr>
          <w:rFonts w:ascii="Arial Narrow" w:eastAsia="Times New Roman" w:hAnsi="Arial Narrow" w:cs="Times New Roman"/>
          <w:b/>
          <w:bCs/>
          <w:color w:val="000000"/>
          <w:sz w:val="20"/>
          <w:szCs w:val="20"/>
          <w:lang w:eastAsia="pt-BR"/>
        </w:rPr>
        <w:t>MENOR PREÇO</w:t>
      </w:r>
      <w:r w:rsidRPr="008D3BE2">
        <w:rPr>
          <w:rFonts w:ascii="Arial Narrow" w:eastAsia="Times New Roman" w:hAnsi="Arial Narrow" w:cs="Times New Roman"/>
          <w:color w:val="000000"/>
          <w:sz w:val="20"/>
          <w:szCs w:val="20"/>
          <w:lang w:eastAsia="pt-BR"/>
        </w:rPr>
        <w:t>, bem como decidir sobre sua aceitação.</w:t>
      </w:r>
    </w:p>
    <w:p w14:paraId="6724772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CFC132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7.2. Ordenado os lances em forma crescente de preço, o Pregoeiro determinará ao autor do lance classificado em primeiro lugar que encaminhe os documentos necessários à comprovação de sua habilitação nos termos do item 5 deste instrumento.</w:t>
      </w:r>
    </w:p>
    <w:p w14:paraId="6D775592" w14:textId="77777777" w:rsidR="00C75367" w:rsidRPr="008D3BE2" w:rsidRDefault="00C75367" w:rsidP="003D78F4">
      <w:pPr>
        <w:spacing w:after="0"/>
        <w:rPr>
          <w:rFonts w:ascii="Arial Narrow" w:eastAsia="Times New Roman" w:hAnsi="Arial Narrow" w:cs="Times New Roman"/>
          <w:sz w:val="20"/>
          <w:szCs w:val="20"/>
          <w:lang w:eastAsia="pt-BR"/>
        </w:rPr>
      </w:pPr>
    </w:p>
    <w:p w14:paraId="161AA7D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7.3. Sendo a hipótese de inabilitação ou de descumprimento de exigências estabelecidas pelo instrumento convocatório, caberá à Comissão de Licitação autorizar o pregoeiro a convocar o autor do segundo menor lance e, se necessário, </w:t>
      </w:r>
      <w:r w:rsidRPr="008D3BE2">
        <w:rPr>
          <w:rFonts w:ascii="Arial Narrow" w:eastAsia="Times New Roman" w:hAnsi="Arial Narrow" w:cs="Times New Roman"/>
          <w:sz w:val="20"/>
          <w:szCs w:val="20"/>
          <w:lang w:eastAsia="pt-BR"/>
        </w:rPr>
        <w:lastRenderedPageBreak/>
        <w:t>observada a ordem crescente de preço, os autores dos demais lances, até a apuração de uma licitante habilitada, sendo a respectiva licitante declarada vencedora.</w:t>
      </w:r>
    </w:p>
    <w:p w14:paraId="17A6C3C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73B21BE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7.4. Declarada a licitante vencedora, o Pregoeiro consignará esta decisão e os eventos ocorridos em ata própria, que será disponibilizada no Portal de Compras.</w:t>
      </w:r>
    </w:p>
    <w:p w14:paraId="12E59955"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 </w:t>
      </w:r>
    </w:p>
    <w:p w14:paraId="0D3803B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8. DOS RECURSOS</w:t>
      </w:r>
    </w:p>
    <w:p w14:paraId="38F3089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E9CD6B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8.1. Após o pregoeiro declarar a empresa habilitada e vencedora do certame, o Portal de Compras</w:t>
      </w:r>
      <w:r w:rsidRPr="008D3BE2">
        <w:rPr>
          <w:rFonts w:ascii="Arial Narrow" w:eastAsia="Times New Roman" w:hAnsi="Arial Narrow" w:cs="Times New Roman"/>
          <w:color w:val="000000"/>
          <w:sz w:val="20"/>
          <w:szCs w:val="20"/>
          <w:lang w:eastAsia="pt-BR"/>
        </w:rPr>
        <w:t> apresentará opção, para todas as empresas participantes, de se pronunciarem sobre a intenção ou não de recorrer das decisões do pregoeiro.</w:t>
      </w:r>
    </w:p>
    <w:p w14:paraId="41E689E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4445C8D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8.2. As empresas que não renunciarem ao prazo recursal poderão apresentar as razões do recurso, </w:t>
      </w:r>
      <w:r w:rsidRPr="008D3BE2">
        <w:rPr>
          <w:rFonts w:ascii="Arial Narrow" w:eastAsia="Times New Roman" w:hAnsi="Arial Narrow" w:cs="Times New Roman"/>
          <w:sz w:val="20"/>
          <w:szCs w:val="20"/>
          <w:lang w:eastAsia="pt-BR"/>
        </w:rPr>
        <w:t>exclusivamente </w:t>
      </w:r>
      <w:r w:rsidRPr="008D3BE2">
        <w:rPr>
          <w:rFonts w:ascii="Arial Narrow" w:eastAsia="Times New Roman" w:hAnsi="Arial Narrow" w:cs="Times New Roman"/>
          <w:color w:val="000000"/>
          <w:sz w:val="20"/>
          <w:szCs w:val="20"/>
          <w:lang w:eastAsia="pt-BR"/>
        </w:rPr>
        <w:t>em campo próprio no Portal de Compras, no prazo de até 2 (dois) dias úteis, contados da data de intimação do ato.</w:t>
      </w:r>
    </w:p>
    <w:p w14:paraId="4437FE4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8.3. Os recursos terão efeito suspensivo.</w:t>
      </w:r>
    </w:p>
    <w:p w14:paraId="3323FAB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0656D691"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8.4. O licitante que se considerar prejudicado em razão de recurso interposto, poderá sobre ele se manifestar, em campo próprio no Portal de Compras, no prazo de 2 (dois) dias úteis, que começará a contar, automaticamente, ao fim do prazo recursal do item 8.2.</w:t>
      </w:r>
    </w:p>
    <w:p w14:paraId="4C722B1A"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2EC67A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8.5. Não serão considerados os recursos e contrarrazões protocolados em desacordo ao indicado nos itens 8.2 e 8.4.</w:t>
      </w:r>
    </w:p>
    <w:p w14:paraId="52513806" w14:textId="77777777" w:rsidR="00C75367" w:rsidRPr="008D3BE2" w:rsidRDefault="00C75367" w:rsidP="003D78F4">
      <w:pPr>
        <w:spacing w:after="0"/>
        <w:ind w:right="56"/>
        <w:rPr>
          <w:rFonts w:ascii="Arial Narrow" w:eastAsia="Times New Roman" w:hAnsi="Arial Narrow" w:cs="Times New Roman"/>
          <w:sz w:val="20"/>
          <w:szCs w:val="20"/>
          <w:lang w:eastAsia="pt-BR"/>
        </w:rPr>
      </w:pPr>
    </w:p>
    <w:p w14:paraId="10DF2D87" w14:textId="357AB582" w:rsidR="00C75367" w:rsidRPr="008D3BE2" w:rsidRDefault="00C75367" w:rsidP="003D78F4">
      <w:pPr>
        <w:spacing w:after="0"/>
        <w:rPr>
          <w:rFonts w:ascii="Arial Narrow" w:eastAsia="Times New Roman" w:hAnsi="Arial Narrow" w:cs="Times New Roman"/>
          <w:color w:val="000000"/>
          <w:sz w:val="20"/>
          <w:szCs w:val="20"/>
          <w:lang w:eastAsia="pt-BR"/>
        </w:rPr>
      </w:pPr>
      <w:r w:rsidRPr="008D3BE2">
        <w:rPr>
          <w:rFonts w:ascii="Arial Narrow" w:eastAsia="Times New Roman" w:hAnsi="Arial Narrow" w:cs="Times New Roman"/>
          <w:b/>
          <w:bCs/>
          <w:color w:val="000000"/>
          <w:sz w:val="20"/>
          <w:szCs w:val="20"/>
          <w:lang w:eastAsia="pt-BR"/>
        </w:rPr>
        <w:t>9. DA HOMOLOGAÇÃO, ADJUDICAÇÃO</w:t>
      </w:r>
      <w:r w:rsidR="005D4051" w:rsidRPr="008D3BE2">
        <w:rPr>
          <w:rFonts w:ascii="Arial Narrow" w:eastAsia="Times New Roman" w:hAnsi="Arial Narrow" w:cs="Times New Roman"/>
          <w:b/>
          <w:bCs/>
          <w:color w:val="000000"/>
          <w:sz w:val="20"/>
          <w:szCs w:val="20"/>
          <w:lang w:eastAsia="pt-BR"/>
        </w:rPr>
        <w:t xml:space="preserve"> E DA</w:t>
      </w:r>
      <w:r w:rsidRPr="008D3BE2">
        <w:rPr>
          <w:rFonts w:ascii="Arial Narrow" w:eastAsia="Times New Roman" w:hAnsi="Arial Narrow" w:cs="Times New Roman"/>
          <w:b/>
          <w:bCs/>
          <w:color w:val="000000"/>
          <w:sz w:val="20"/>
          <w:szCs w:val="20"/>
          <w:lang w:eastAsia="pt-BR"/>
        </w:rPr>
        <w:t xml:space="preserve"> ASSINATURA DO CONTRATO</w:t>
      </w:r>
      <w:r w:rsidRPr="008D3BE2">
        <w:rPr>
          <w:rFonts w:ascii="Arial Narrow" w:eastAsia="Times New Roman" w:hAnsi="Arial Narrow" w:cs="Times New Roman"/>
          <w:color w:val="000000"/>
          <w:sz w:val="20"/>
          <w:szCs w:val="20"/>
          <w:lang w:eastAsia="pt-BR"/>
        </w:rPr>
        <w:t> </w:t>
      </w:r>
    </w:p>
    <w:p w14:paraId="46FC4EAC" w14:textId="77777777" w:rsidR="00BF22E2" w:rsidRPr="008D3BE2" w:rsidRDefault="00BF22E2" w:rsidP="003D78F4">
      <w:pPr>
        <w:spacing w:after="0"/>
        <w:rPr>
          <w:rFonts w:ascii="Arial Narrow" w:eastAsia="Times New Roman" w:hAnsi="Arial Narrow" w:cs="Times New Roman"/>
          <w:color w:val="000000"/>
          <w:sz w:val="20"/>
          <w:szCs w:val="20"/>
          <w:lang w:eastAsia="pt-BR"/>
        </w:rPr>
      </w:pPr>
    </w:p>
    <w:p w14:paraId="5CE2445F" w14:textId="0396B076"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9.1. A adjudicação do objeto deste certame dar-se-á após a fase de julgamento dos recursos, do item 8, e consequente homologação do procedimento, indicando a licitante vencedora.</w:t>
      </w:r>
    </w:p>
    <w:p w14:paraId="6F65D06B" w14:textId="77777777" w:rsidR="00C75367" w:rsidRPr="008D3BE2" w:rsidRDefault="00C75367" w:rsidP="003D78F4">
      <w:pPr>
        <w:spacing w:after="0"/>
        <w:rPr>
          <w:rFonts w:ascii="Arial Narrow" w:eastAsia="Times New Roman" w:hAnsi="Arial Narrow" w:cs="Times New Roman"/>
          <w:sz w:val="20"/>
          <w:szCs w:val="20"/>
          <w:lang w:eastAsia="pt-BR"/>
        </w:rPr>
      </w:pPr>
    </w:p>
    <w:p w14:paraId="2FF985E5"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9.2. </w:t>
      </w:r>
      <w:r w:rsidRPr="008D3BE2">
        <w:rPr>
          <w:rFonts w:ascii="Arial Narrow" w:eastAsia="Times New Roman" w:hAnsi="Arial Narrow" w:cs="Times New Roman"/>
          <w:sz w:val="20"/>
          <w:szCs w:val="20"/>
          <w:lang w:eastAsia="pt-BR"/>
        </w:rPr>
        <w:t>O(s) Órgão(s) e/ou a(s) Entidade(s) Nacional(</w:t>
      </w:r>
      <w:proofErr w:type="spellStart"/>
      <w:r w:rsidRPr="008D3BE2">
        <w:rPr>
          <w:rFonts w:ascii="Arial Narrow" w:eastAsia="Times New Roman" w:hAnsi="Arial Narrow" w:cs="Times New Roman"/>
          <w:sz w:val="20"/>
          <w:szCs w:val="20"/>
          <w:lang w:eastAsia="pt-BR"/>
        </w:rPr>
        <w:t>is</w:t>
      </w:r>
      <w:proofErr w:type="spellEnd"/>
      <w:r w:rsidRPr="008D3BE2">
        <w:rPr>
          <w:rFonts w:ascii="Arial Narrow" w:eastAsia="Times New Roman" w:hAnsi="Arial Narrow" w:cs="Times New Roman"/>
          <w:sz w:val="20"/>
          <w:szCs w:val="20"/>
          <w:lang w:eastAsia="pt-BR"/>
        </w:rPr>
        <w:t>) </w:t>
      </w:r>
      <w:r w:rsidRPr="008D3BE2">
        <w:rPr>
          <w:rFonts w:ascii="Arial Narrow" w:eastAsia="Times New Roman" w:hAnsi="Arial Narrow" w:cs="Times New Roman"/>
          <w:color w:val="000000"/>
          <w:sz w:val="20"/>
          <w:szCs w:val="20"/>
          <w:lang w:eastAsia="pt-BR"/>
        </w:rPr>
        <w:t>convocarão a licitante vencedora para assinar o contrato, consignando na convocação a data, hora e local determinados para esse fim.</w:t>
      </w:r>
    </w:p>
    <w:p w14:paraId="129260C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1496BFA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9.2.1. Verificada a recusa em assinar o contrato, </w:t>
      </w:r>
      <w:r w:rsidRPr="008D3BE2">
        <w:rPr>
          <w:rFonts w:ascii="Arial Narrow" w:eastAsia="Times New Roman" w:hAnsi="Arial Narrow" w:cs="Times New Roman"/>
          <w:sz w:val="20"/>
          <w:szCs w:val="20"/>
          <w:lang w:eastAsia="pt-BR"/>
        </w:rPr>
        <w:t>o(s) Órgão(s) e/ou a(s) Entidade(s) Nacional(</w:t>
      </w:r>
      <w:proofErr w:type="spellStart"/>
      <w:r w:rsidRPr="008D3BE2">
        <w:rPr>
          <w:rFonts w:ascii="Arial Narrow" w:eastAsia="Times New Roman" w:hAnsi="Arial Narrow" w:cs="Times New Roman"/>
          <w:sz w:val="20"/>
          <w:szCs w:val="20"/>
          <w:lang w:eastAsia="pt-BR"/>
        </w:rPr>
        <w:t>is</w:t>
      </w:r>
      <w:proofErr w:type="spellEnd"/>
      <w:r w:rsidRPr="008D3BE2">
        <w:rPr>
          <w:rFonts w:ascii="Arial Narrow" w:eastAsia="Times New Roman" w:hAnsi="Arial Narrow" w:cs="Times New Roman"/>
          <w:sz w:val="20"/>
          <w:szCs w:val="20"/>
          <w:lang w:eastAsia="pt-BR"/>
        </w:rPr>
        <w:t>) </w:t>
      </w:r>
      <w:r w:rsidRPr="008D3BE2">
        <w:rPr>
          <w:rFonts w:ascii="Arial Narrow" w:eastAsia="Times New Roman" w:hAnsi="Arial Narrow" w:cs="Times New Roman"/>
          <w:color w:val="000000"/>
          <w:sz w:val="20"/>
          <w:szCs w:val="20"/>
          <w:lang w:eastAsia="pt-BR"/>
        </w:rPr>
        <w:t>poderão convocar as demais licitantes, obedecida a ordenação final realizada pela Comissão de Licitação.</w:t>
      </w:r>
    </w:p>
    <w:p w14:paraId="764346F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0E05DDF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9.3. </w:t>
      </w:r>
      <w:r w:rsidRPr="008D3BE2">
        <w:rPr>
          <w:rFonts w:ascii="Arial Narrow" w:eastAsia="Times New Roman" w:hAnsi="Arial Narrow" w:cs="Times New Roman"/>
          <w:sz w:val="20"/>
          <w:szCs w:val="20"/>
          <w:lang w:eastAsia="pt-BR"/>
        </w:rPr>
        <w:t>O contrato será celebrado com a licitante vencedora deste certame pelo prazo previsto no Anexo I – Termo de Referência, podendo vir a ser prorrogado mediante acordo entre as partes, por intermédio de termo aditivo.</w:t>
      </w:r>
    </w:p>
    <w:p w14:paraId="12208EE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0617867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9.3.1.</w:t>
      </w:r>
      <w:r w:rsidRPr="008D3BE2">
        <w:rPr>
          <w:rFonts w:ascii="Arial Narrow" w:eastAsia="Times New Roman" w:hAnsi="Arial Narrow" w:cs="Times New Roman"/>
          <w:sz w:val="20"/>
          <w:szCs w:val="20"/>
          <w:lang w:eastAsia="pt-BR"/>
        </w:rPr>
        <w:t>O contrato poderá ser aditado nas hipóteses de complementação ou acréscimo que se fizer no objeto do contrato, nos termos do art. 30 do Regulamento de Licitações e Contratos (RLC).</w:t>
      </w:r>
    </w:p>
    <w:p w14:paraId="4F8E6CCE" w14:textId="77777777" w:rsidR="00DE334F" w:rsidRPr="008D3BE2" w:rsidRDefault="00DE334F" w:rsidP="003D78F4">
      <w:pPr>
        <w:spacing w:after="0"/>
        <w:rPr>
          <w:rFonts w:ascii="Arial Narrow" w:eastAsia="Times New Roman" w:hAnsi="Arial Narrow" w:cs="Times New Roman"/>
          <w:b/>
          <w:bCs/>
          <w:color w:val="000000"/>
          <w:sz w:val="20"/>
          <w:szCs w:val="20"/>
          <w:shd w:val="clear" w:color="auto" w:fill="00FF00"/>
          <w:lang w:eastAsia="pt-BR"/>
        </w:rPr>
      </w:pPr>
    </w:p>
    <w:p w14:paraId="25F0F20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10. DO PAGAMENTO</w:t>
      </w:r>
    </w:p>
    <w:p w14:paraId="5F1AE788" w14:textId="5DD304E3"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10.1. O pagamento dar-se-á </w:t>
      </w:r>
      <w:r w:rsidRPr="008D3BE2">
        <w:rPr>
          <w:rFonts w:ascii="Arial Narrow" w:eastAsia="Times New Roman" w:hAnsi="Arial Narrow" w:cs="Times New Roman"/>
          <w:sz w:val="20"/>
          <w:szCs w:val="20"/>
          <w:lang w:eastAsia="pt-BR"/>
        </w:rPr>
        <w:t>nos termos e condições previstos no Termo de Referência – Anexo I deste Edital.</w:t>
      </w:r>
    </w:p>
    <w:p w14:paraId="263133E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 </w:t>
      </w:r>
    </w:p>
    <w:p w14:paraId="48A03905"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11. DAS PENALIDADES</w:t>
      </w:r>
    </w:p>
    <w:p w14:paraId="4D3237B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11.1.    A recusa injustificada do adjudicatário em assinar o Contrato, dentro do prazo estipulado, caracteriza o descumprimento total da obrigação assumida, sujeitando-o cumulativamente, à:</w:t>
      </w:r>
    </w:p>
    <w:p w14:paraId="1A90FE4B" w14:textId="77777777" w:rsidR="00C75367" w:rsidRPr="008D3BE2" w:rsidRDefault="00C75367" w:rsidP="003D78F4">
      <w:pPr>
        <w:spacing w:after="0"/>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4778324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11.1.1. Multa de 10% (dez por cento) do valor total da proposta de preços.</w:t>
      </w:r>
    </w:p>
    <w:p w14:paraId="692E908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3A6AB19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11.1.2. Suspensão temporária do direito de participar em licitação e de contratar com o(s) Órgão(s) e/ou a(s) Entidade(s) Nacional(</w:t>
      </w:r>
      <w:proofErr w:type="spellStart"/>
      <w:r w:rsidRPr="008D3BE2">
        <w:rPr>
          <w:rFonts w:ascii="Arial Narrow" w:eastAsia="Times New Roman" w:hAnsi="Arial Narrow" w:cs="Times New Roman"/>
          <w:sz w:val="20"/>
          <w:szCs w:val="20"/>
          <w:lang w:eastAsia="pt-BR"/>
        </w:rPr>
        <w:t>is</w:t>
      </w:r>
      <w:proofErr w:type="spellEnd"/>
      <w:r w:rsidRPr="008D3BE2">
        <w:rPr>
          <w:rFonts w:ascii="Arial Narrow" w:eastAsia="Times New Roman" w:hAnsi="Arial Narrow" w:cs="Times New Roman"/>
          <w:sz w:val="20"/>
          <w:szCs w:val="20"/>
          <w:lang w:eastAsia="pt-BR"/>
        </w:rPr>
        <w:t>) licitador(es), por até 2 (dois) anos.</w:t>
      </w:r>
    </w:p>
    <w:p w14:paraId="2A2B594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C0BC7F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xml:space="preserve">11.2. As demais penalidades constam na Minuta de Contrato – Anexo </w:t>
      </w:r>
      <w:r w:rsidR="00AD6C2A" w:rsidRPr="008D3BE2">
        <w:rPr>
          <w:rFonts w:ascii="Arial Narrow" w:eastAsia="Times New Roman" w:hAnsi="Arial Narrow" w:cs="Times New Roman"/>
          <w:color w:val="000000"/>
          <w:sz w:val="20"/>
          <w:szCs w:val="20"/>
          <w:lang w:eastAsia="pt-BR"/>
        </w:rPr>
        <w:t>III</w:t>
      </w:r>
      <w:r w:rsidRPr="008D3BE2">
        <w:rPr>
          <w:rFonts w:ascii="Arial Narrow" w:eastAsia="Times New Roman" w:hAnsi="Arial Narrow" w:cs="Times New Roman"/>
          <w:color w:val="000000"/>
          <w:sz w:val="20"/>
          <w:szCs w:val="20"/>
          <w:lang w:eastAsia="pt-BR"/>
        </w:rPr>
        <w:t> deste instrumento convocatório.</w:t>
      </w:r>
    </w:p>
    <w:p w14:paraId="03527E96" w14:textId="77777777" w:rsidR="004F7F67" w:rsidRPr="008D3BE2" w:rsidRDefault="004F7F67" w:rsidP="003D78F4">
      <w:pPr>
        <w:spacing w:after="0"/>
        <w:rPr>
          <w:rFonts w:ascii="Arial Narrow" w:eastAsia="Times New Roman" w:hAnsi="Arial Narrow" w:cs="Times New Roman"/>
          <w:sz w:val="20"/>
          <w:szCs w:val="20"/>
          <w:lang w:eastAsia="pt-BR"/>
        </w:rPr>
      </w:pPr>
    </w:p>
    <w:p w14:paraId="4F5B673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12. DAS FONTES DE RECURSOS</w:t>
      </w:r>
    </w:p>
    <w:p w14:paraId="1EB950B4" w14:textId="7F78B49E" w:rsidR="00C75367" w:rsidRPr="008D3BE2" w:rsidRDefault="00C75367" w:rsidP="00BE0F89">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12.1. </w:t>
      </w:r>
      <w:r w:rsidRPr="008D3BE2">
        <w:rPr>
          <w:rFonts w:ascii="Arial Narrow" w:eastAsia="Times New Roman" w:hAnsi="Arial Narrow" w:cs="Times New Roman"/>
          <w:sz w:val="20"/>
          <w:szCs w:val="20"/>
          <w:lang w:eastAsia="pt-BR"/>
        </w:rPr>
        <w:t>As despesas correrão por conta dos seguintes Códigos Orçamentários, descritos no Termo de Referência – Anexo I deste Edital.</w:t>
      </w:r>
    </w:p>
    <w:p w14:paraId="5AC2F2E9" w14:textId="77777777" w:rsidR="00BE0F89" w:rsidRPr="008D3BE2" w:rsidRDefault="00BE0F89" w:rsidP="00D44240">
      <w:pPr>
        <w:spacing w:after="0"/>
        <w:ind w:right="288"/>
        <w:rPr>
          <w:rFonts w:ascii="Arial Narrow" w:eastAsia="Times New Roman" w:hAnsi="Arial Narrow" w:cs="Times New Roman"/>
          <w:b/>
          <w:bCs/>
          <w:sz w:val="20"/>
          <w:szCs w:val="20"/>
          <w:lang w:eastAsia="pt-BR"/>
        </w:rPr>
      </w:pPr>
    </w:p>
    <w:p w14:paraId="4659C4F6" w14:textId="0ECEEA9B" w:rsidR="00C75367" w:rsidRPr="008D3BE2" w:rsidRDefault="00C75367" w:rsidP="00D44240">
      <w:pPr>
        <w:spacing w:after="0"/>
        <w:ind w:right="288"/>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13. DAS DISPOSIÇÕES GERAIS</w:t>
      </w:r>
    </w:p>
    <w:p w14:paraId="19C9A57C"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13.1. Somente a CPL dirimirá as dúvidas e omissões decorrentes deste Instrumento Convocatório e seus Anexos, por escrito, aos pedidos de esclarecimentos sobre a licitação.</w:t>
      </w:r>
    </w:p>
    <w:p w14:paraId="67DE401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44E8FF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13.1.1. As respostas aos questionamentos porventura havidos serão encaminhadas diretamente ao consulente, bem como divulgadas através do site </w:t>
      </w:r>
      <w:hyperlink r:id="rId17" w:history="1">
        <w:r w:rsidR="00526685" w:rsidRPr="008D3BE2">
          <w:rPr>
            <w:rStyle w:val="Hyperlink"/>
            <w:rFonts w:ascii="Arial Narrow" w:eastAsia="Times New Roman" w:hAnsi="Arial Narrow" w:cs="Times New Roman"/>
            <w:sz w:val="20"/>
            <w:szCs w:val="20"/>
            <w:lang w:eastAsia="pt-BR"/>
          </w:rPr>
          <w:t>http://portaldecompras.sistemaindustria.com.br</w:t>
        </w:r>
      </w:hyperlink>
      <w:r w:rsidRPr="008D3BE2">
        <w:rPr>
          <w:rFonts w:ascii="Arial Narrow" w:eastAsia="Times New Roman" w:hAnsi="Arial Narrow" w:cs="Times New Roman"/>
          <w:color w:val="000000"/>
          <w:sz w:val="20"/>
          <w:szCs w:val="20"/>
          <w:lang w:eastAsia="pt-BR"/>
        </w:rPr>
        <w:t> para conhecimento dos demais interessados no certame.</w:t>
      </w:r>
    </w:p>
    <w:p w14:paraId="64F60B7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lastRenderedPageBreak/>
        <w:t> </w:t>
      </w:r>
    </w:p>
    <w:p w14:paraId="35986913" w14:textId="77777777" w:rsidR="00E755E8" w:rsidRPr="008D3BE2" w:rsidRDefault="00E755E8" w:rsidP="003D78F4">
      <w:pPr>
        <w:spacing w:after="0"/>
        <w:rPr>
          <w:rFonts w:ascii="Arial Narrow" w:eastAsia="Times New Roman" w:hAnsi="Arial Narrow" w:cs="Times New Roman"/>
          <w:color w:val="000000"/>
          <w:sz w:val="20"/>
          <w:szCs w:val="20"/>
          <w:lang w:eastAsia="pt-BR"/>
        </w:rPr>
      </w:pPr>
    </w:p>
    <w:p w14:paraId="36B49778" w14:textId="77777777" w:rsidR="00E755E8" w:rsidRPr="008D3BE2" w:rsidRDefault="00E755E8" w:rsidP="003D78F4">
      <w:pPr>
        <w:spacing w:after="0"/>
        <w:rPr>
          <w:rFonts w:ascii="Arial Narrow" w:eastAsia="Times New Roman" w:hAnsi="Arial Narrow" w:cs="Times New Roman"/>
          <w:color w:val="000000"/>
          <w:sz w:val="20"/>
          <w:szCs w:val="20"/>
          <w:lang w:eastAsia="pt-BR"/>
        </w:rPr>
      </w:pPr>
    </w:p>
    <w:p w14:paraId="4E229D0F" w14:textId="3303DFFC"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13.2. Serão inabilitadas as licitantes e/ou desclassificadas as propostas que não tenham atendido as condições estabelecidas neste Instrumento Convocatório e seus Anexos.</w:t>
      </w:r>
    </w:p>
    <w:p w14:paraId="20F0379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3A909DD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13.3.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590393EC" w14:textId="77777777" w:rsidR="00526685" w:rsidRPr="008D3BE2" w:rsidRDefault="00526685" w:rsidP="003D78F4">
      <w:pPr>
        <w:spacing w:after="0"/>
        <w:rPr>
          <w:rFonts w:ascii="Arial Narrow" w:eastAsia="Times New Roman" w:hAnsi="Arial Narrow" w:cs="Times New Roman"/>
          <w:sz w:val="20"/>
          <w:szCs w:val="20"/>
          <w:lang w:eastAsia="pt-BR"/>
        </w:rPr>
      </w:pPr>
    </w:p>
    <w:p w14:paraId="794EB0A1"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13.4.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5ADAFFE8" w14:textId="77777777" w:rsidR="00C75367" w:rsidRPr="008D3BE2" w:rsidRDefault="00C75367" w:rsidP="003D78F4">
      <w:pPr>
        <w:spacing w:after="0"/>
        <w:rPr>
          <w:rFonts w:ascii="Arial Narrow" w:eastAsia="Times New Roman" w:hAnsi="Arial Narrow" w:cs="Times New Roman"/>
          <w:color w:val="000000"/>
          <w:sz w:val="20"/>
          <w:szCs w:val="20"/>
          <w:lang w:eastAsia="pt-BR"/>
        </w:rPr>
      </w:pPr>
    </w:p>
    <w:p w14:paraId="1E984505"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13.5. Qualquer alteração neste Edital será comunicada aos interessados pela mesma forma com que se deu a divulgação ao texto original, reabrindo-se o prazo inicialmente estabelecido, exceto quando a alteração não afetar a formulação das propostas. Neste último caso, as alterações serão publicadas exclusivamente na página do(s) Órgão(s) e/ou a(s) Entidade(s) Nacional(</w:t>
      </w:r>
      <w:proofErr w:type="spellStart"/>
      <w:r w:rsidRPr="008D3BE2">
        <w:rPr>
          <w:rFonts w:ascii="Arial Narrow" w:eastAsia="Times New Roman" w:hAnsi="Arial Narrow" w:cs="Times New Roman"/>
          <w:color w:val="000000"/>
          <w:sz w:val="20"/>
          <w:szCs w:val="20"/>
          <w:lang w:eastAsia="pt-BR"/>
        </w:rPr>
        <w:t>is</w:t>
      </w:r>
      <w:proofErr w:type="spellEnd"/>
      <w:r w:rsidRPr="008D3BE2">
        <w:rPr>
          <w:rFonts w:ascii="Arial Narrow" w:eastAsia="Times New Roman" w:hAnsi="Arial Narrow" w:cs="Times New Roman"/>
          <w:color w:val="000000"/>
          <w:sz w:val="20"/>
          <w:szCs w:val="20"/>
          <w:lang w:eastAsia="pt-BR"/>
        </w:rPr>
        <w:t>) na internet, no endereço</w:t>
      </w:r>
      <w:r w:rsidR="00AD6C2A" w:rsidRPr="008D3BE2">
        <w:rPr>
          <w:rFonts w:ascii="Arial Narrow" w:eastAsia="Times New Roman" w:hAnsi="Arial Narrow" w:cs="Times New Roman"/>
          <w:color w:val="000000"/>
          <w:sz w:val="20"/>
          <w:szCs w:val="20"/>
          <w:lang w:eastAsia="pt-BR"/>
        </w:rPr>
        <w:t xml:space="preserve"> </w:t>
      </w:r>
      <w:hyperlink r:id="rId18" w:history="1">
        <w:r w:rsidR="00AA5516" w:rsidRPr="008D3BE2">
          <w:rPr>
            <w:rStyle w:val="Hyperlink"/>
            <w:rFonts w:ascii="Arial Narrow" w:eastAsia="Times New Roman" w:hAnsi="Arial Narrow" w:cs="Times New Roman"/>
            <w:sz w:val="20"/>
            <w:szCs w:val="20"/>
            <w:lang w:eastAsia="pt-BR"/>
          </w:rPr>
          <w:t>http://portaldecompras.sistemaindustria.com.br</w:t>
        </w:r>
      </w:hyperlink>
      <w:r w:rsidRPr="008D3BE2">
        <w:rPr>
          <w:rFonts w:ascii="Arial Narrow" w:eastAsia="Times New Roman" w:hAnsi="Arial Narrow" w:cs="Times New Roman"/>
          <w:color w:val="000000"/>
          <w:sz w:val="20"/>
          <w:szCs w:val="20"/>
          <w:lang w:eastAsia="pt-BR"/>
        </w:rPr>
        <w:t>, sem necessidade de reabertura de prazos.</w:t>
      </w:r>
    </w:p>
    <w:p w14:paraId="529C8D35"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AE2138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13.6. As empresas interessadas deverão manter-se atualizadas de quaisquer alterações e/ou esclarecimentos sobre o edital, através de consulta permanente ao endereço acima indicado, não cabendo às entidades licitadoras a responsabilidade pela não observância deste procedimento.</w:t>
      </w:r>
    </w:p>
    <w:p w14:paraId="2E1403C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50E0B13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13.7. Fica eleito o Foro de Brasília (DF), para dirimir eventual controvérsia que decorra da presente licitação.</w:t>
      </w:r>
    </w:p>
    <w:p w14:paraId="56FA99D6" w14:textId="77777777" w:rsidR="00C75367" w:rsidRPr="008D3BE2" w:rsidRDefault="00C75367" w:rsidP="003D78F4">
      <w:pPr>
        <w:spacing w:after="0"/>
        <w:ind w:right="56"/>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FF"/>
          <w:sz w:val="20"/>
          <w:szCs w:val="20"/>
          <w:lang w:eastAsia="pt-BR"/>
        </w:rPr>
        <w:t> </w:t>
      </w:r>
    </w:p>
    <w:p w14:paraId="66EC9C4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13.8. Constituem partes integrantes e complementares deste instrumento os seguintes anexos: </w:t>
      </w:r>
    </w:p>
    <w:p w14:paraId="1E3535F4"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7A638E67" w14:textId="4E5B8EAB" w:rsidR="00C75367" w:rsidRPr="008D3BE2" w:rsidRDefault="00C75367" w:rsidP="00AF5B58">
      <w:pPr>
        <w:pStyle w:val="PargrafodaLista"/>
        <w:numPr>
          <w:ilvl w:val="0"/>
          <w:numId w:val="7"/>
        </w:numPr>
        <w:spacing w:after="0"/>
        <w:ind w:right="-22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Anexo I - Termo de Referência</w:t>
      </w:r>
    </w:p>
    <w:p w14:paraId="585B1188" w14:textId="0E9E326F" w:rsidR="00C75367" w:rsidRPr="008D3BE2" w:rsidRDefault="00C75367" w:rsidP="00AF5B58">
      <w:pPr>
        <w:pStyle w:val="PargrafodaLista"/>
        <w:numPr>
          <w:ilvl w:val="0"/>
          <w:numId w:val="7"/>
        </w:numPr>
        <w:spacing w:after="0"/>
        <w:ind w:right="-22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Anexo II - Modelo de Proposta de Preços</w:t>
      </w:r>
    </w:p>
    <w:p w14:paraId="38BC8205" w14:textId="1A687ECB" w:rsidR="00C75367" w:rsidRPr="008D3BE2" w:rsidRDefault="00C75367" w:rsidP="00AF5B58">
      <w:pPr>
        <w:pStyle w:val="PargrafodaLista"/>
        <w:numPr>
          <w:ilvl w:val="0"/>
          <w:numId w:val="7"/>
        </w:numPr>
        <w:spacing w:after="0"/>
        <w:ind w:right="-22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Anexo III - Modelo de Contrato – Condições Gerais e Específicas</w:t>
      </w:r>
    </w:p>
    <w:p w14:paraId="32D4DE12" w14:textId="51CFC919" w:rsidR="00C75367" w:rsidRPr="008D3BE2" w:rsidRDefault="000B35A0" w:rsidP="00AF5B58">
      <w:pPr>
        <w:pStyle w:val="PargrafodaLista"/>
        <w:numPr>
          <w:ilvl w:val="0"/>
          <w:numId w:val="7"/>
        </w:numPr>
        <w:spacing w:after="0"/>
        <w:ind w:right="-22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Anexo IV – Instruções para Credenciamento no Portal de Compras</w:t>
      </w:r>
    </w:p>
    <w:p w14:paraId="2B5833BA" w14:textId="77777777" w:rsidR="000B35A0" w:rsidRPr="008D3BE2" w:rsidRDefault="000B35A0" w:rsidP="00AF5B58">
      <w:pPr>
        <w:pStyle w:val="PargrafodaLista"/>
        <w:numPr>
          <w:ilvl w:val="0"/>
          <w:numId w:val="7"/>
        </w:numPr>
        <w:spacing w:after="0"/>
        <w:ind w:right="-227"/>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Anexo V – Termo de Responsabilidade de Credenciamento Eletrônico</w:t>
      </w:r>
    </w:p>
    <w:p w14:paraId="71C54294" w14:textId="4A5E2F73" w:rsidR="00C75367" w:rsidRPr="008D3BE2" w:rsidRDefault="00C75367" w:rsidP="003D78F4">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1A4F32A9" w14:textId="6B5735BD" w:rsidR="004F7F67" w:rsidRPr="008D3BE2" w:rsidRDefault="004F7F67" w:rsidP="003D78F4">
      <w:pPr>
        <w:spacing w:after="0"/>
        <w:jc w:val="center"/>
        <w:rPr>
          <w:rFonts w:ascii="Arial Narrow" w:eastAsia="Times New Roman" w:hAnsi="Arial Narrow" w:cs="Times New Roman"/>
          <w:sz w:val="20"/>
          <w:szCs w:val="20"/>
          <w:lang w:eastAsia="pt-BR"/>
        </w:rPr>
      </w:pPr>
    </w:p>
    <w:p w14:paraId="37982A11" w14:textId="62BB3A5E" w:rsidR="00C75367" w:rsidRPr="008D3BE2" w:rsidRDefault="00C75367" w:rsidP="00526685">
      <w:pPr>
        <w:spacing w:after="0"/>
        <w:ind w:right="56"/>
        <w:jc w:val="righ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Brasília-DF, </w:t>
      </w:r>
      <w:r w:rsidR="00CE6DE0" w:rsidRPr="008D3BE2">
        <w:rPr>
          <w:rFonts w:ascii="Arial Narrow" w:eastAsia="Times New Roman" w:hAnsi="Arial Narrow" w:cs="Times New Roman"/>
          <w:sz w:val="20"/>
          <w:szCs w:val="20"/>
          <w:lang w:eastAsia="pt-BR"/>
        </w:rPr>
        <w:t>2</w:t>
      </w:r>
      <w:r w:rsidR="00773C9D">
        <w:rPr>
          <w:rFonts w:ascii="Arial Narrow" w:eastAsia="Times New Roman" w:hAnsi="Arial Narrow" w:cs="Times New Roman"/>
          <w:sz w:val="20"/>
          <w:szCs w:val="20"/>
          <w:lang w:eastAsia="pt-BR"/>
        </w:rPr>
        <w:t>6</w:t>
      </w:r>
      <w:r w:rsidRPr="008D3BE2">
        <w:rPr>
          <w:rFonts w:ascii="Arial Narrow" w:eastAsia="Times New Roman" w:hAnsi="Arial Narrow" w:cs="Times New Roman"/>
          <w:sz w:val="20"/>
          <w:szCs w:val="20"/>
          <w:lang w:eastAsia="pt-BR"/>
        </w:rPr>
        <w:t xml:space="preserve"> de</w:t>
      </w:r>
      <w:r w:rsidR="000B35A0" w:rsidRPr="008D3BE2">
        <w:rPr>
          <w:rFonts w:ascii="Arial Narrow" w:eastAsia="Times New Roman" w:hAnsi="Arial Narrow" w:cs="Times New Roman"/>
          <w:sz w:val="20"/>
          <w:szCs w:val="20"/>
          <w:lang w:eastAsia="pt-BR"/>
        </w:rPr>
        <w:t xml:space="preserve"> </w:t>
      </w:r>
      <w:r w:rsidR="00CE6DE0" w:rsidRPr="008D3BE2">
        <w:rPr>
          <w:rFonts w:ascii="Arial Narrow" w:eastAsia="Times New Roman" w:hAnsi="Arial Narrow" w:cs="Times New Roman"/>
          <w:sz w:val="20"/>
          <w:szCs w:val="20"/>
          <w:lang w:eastAsia="pt-BR"/>
        </w:rPr>
        <w:t>agosto</w:t>
      </w:r>
      <w:r w:rsidRPr="008D3BE2">
        <w:rPr>
          <w:rFonts w:ascii="Arial Narrow" w:eastAsia="Times New Roman" w:hAnsi="Arial Narrow" w:cs="Times New Roman"/>
          <w:sz w:val="20"/>
          <w:szCs w:val="20"/>
          <w:lang w:eastAsia="pt-BR"/>
        </w:rPr>
        <w:t xml:space="preserve"> de 20</w:t>
      </w:r>
      <w:r w:rsidR="00AD6C2A" w:rsidRPr="008D3BE2">
        <w:rPr>
          <w:rFonts w:ascii="Arial Narrow" w:eastAsia="Times New Roman" w:hAnsi="Arial Narrow" w:cs="Times New Roman"/>
          <w:sz w:val="20"/>
          <w:szCs w:val="20"/>
          <w:lang w:eastAsia="pt-BR"/>
        </w:rPr>
        <w:t>2</w:t>
      </w:r>
      <w:r w:rsidR="004F7F67" w:rsidRPr="008D3BE2">
        <w:rPr>
          <w:rFonts w:ascii="Arial Narrow" w:eastAsia="Times New Roman" w:hAnsi="Arial Narrow" w:cs="Times New Roman"/>
          <w:sz w:val="20"/>
          <w:szCs w:val="20"/>
          <w:lang w:eastAsia="pt-BR"/>
        </w:rPr>
        <w:t>1</w:t>
      </w:r>
      <w:r w:rsidRPr="008D3BE2">
        <w:rPr>
          <w:rFonts w:ascii="Arial Narrow" w:eastAsia="Times New Roman" w:hAnsi="Arial Narrow" w:cs="Times New Roman"/>
          <w:sz w:val="20"/>
          <w:szCs w:val="20"/>
          <w:lang w:eastAsia="pt-BR"/>
        </w:rPr>
        <w:t>.</w:t>
      </w:r>
    </w:p>
    <w:p w14:paraId="6392A338" w14:textId="77777777" w:rsidR="00C75367" w:rsidRPr="008D3BE2" w:rsidRDefault="00C75367" w:rsidP="003D78F4">
      <w:pPr>
        <w:spacing w:after="0"/>
        <w:ind w:right="56"/>
        <w:jc w:val="center"/>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 </w:t>
      </w:r>
    </w:p>
    <w:p w14:paraId="0B8C7B68" w14:textId="77777777" w:rsidR="000B35A0" w:rsidRPr="008D3BE2" w:rsidRDefault="000B35A0" w:rsidP="003D78F4">
      <w:pPr>
        <w:spacing w:after="0"/>
        <w:ind w:right="56"/>
        <w:jc w:val="center"/>
        <w:rPr>
          <w:rFonts w:ascii="Arial Narrow" w:eastAsia="Times New Roman" w:hAnsi="Arial Narrow" w:cs="Times New Roman"/>
          <w:sz w:val="20"/>
          <w:szCs w:val="20"/>
          <w:lang w:eastAsia="pt-BR"/>
        </w:rPr>
      </w:pPr>
    </w:p>
    <w:p w14:paraId="2766F304" w14:textId="77777777" w:rsidR="00C75367" w:rsidRPr="008D3BE2" w:rsidRDefault="00C75367" w:rsidP="003D78F4">
      <w:pPr>
        <w:spacing w:after="0"/>
        <w:ind w:right="56"/>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___________________________________________</w:t>
      </w:r>
    </w:p>
    <w:p w14:paraId="338596B4" w14:textId="1A1F1A0F" w:rsidR="00A57B7D" w:rsidRPr="008D3BE2" w:rsidRDefault="004F7F67" w:rsidP="003D78F4">
      <w:pPr>
        <w:spacing w:after="0"/>
        <w:jc w:val="center"/>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Nígia Rafaela Fernandes Maluf Lopes</w:t>
      </w:r>
    </w:p>
    <w:p w14:paraId="26F33E59" w14:textId="77777777" w:rsidR="00C75367" w:rsidRPr="008D3BE2" w:rsidRDefault="00A57B7D" w:rsidP="000B35A0">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Comissão Permanente de Licitação</w:t>
      </w:r>
    </w:p>
    <w:p w14:paraId="5CABB6B2" w14:textId="77777777" w:rsidR="00C75367" w:rsidRPr="008D3BE2" w:rsidRDefault="00C75367" w:rsidP="003D78F4">
      <w:pPr>
        <w:spacing w:after="0"/>
        <w:jc w:val="left"/>
        <w:rPr>
          <w:rFonts w:ascii="Arial Narrow" w:eastAsia="Times New Roman" w:hAnsi="Arial Narrow" w:cs="Times New Roman"/>
          <w:sz w:val="20"/>
          <w:szCs w:val="20"/>
          <w:lang w:eastAsia="pt-BR"/>
        </w:rPr>
      </w:pPr>
    </w:p>
    <w:p w14:paraId="428CA6C0" w14:textId="77777777" w:rsidR="00AA5516" w:rsidRPr="008D3BE2" w:rsidRDefault="00AA5516" w:rsidP="00D44240">
      <w:pPr>
        <w:spacing w:after="0"/>
        <w:jc w:val="center"/>
        <w:rPr>
          <w:rFonts w:ascii="Arial Narrow" w:eastAsia="Times New Roman" w:hAnsi="Arial Narrow" w:cs="Times New Roman"/>
          <w:b/>
          <w:bCs/>
          <w:sz w:val="20"/>
          <w:szCs w:val="20"/>
          <w:lang w:eastAsia="pt-BR"/>
        </w:rPr>
      </w:pPr>
    </w:p>
    <w:p w14:paraId="0B2F810C" w14:textId="77777777" w:rsidR="00BE0F89" w:rsidRPr="008D3BE2" w:rsidRDefault="00597FED" w:rsidP="00BE0F89">
      <w:pPr>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br w:type="page"/>
      </w:r>
    </w:p>
    <w:p w14:paraId="131153AC" w14:textId="43BB07AF" w:rsidR="00D63FBC" w:rsidRPr="008D3BE2" w:rsidRDefault="00D63FBC" w:rsidP="003D78F4">
      <w:pPr>
        <w:spacing w:after="0"/>
        <w:jc w:val="center"/>
        <w:rPr>
          <w:rFonts w:ascii="Arial Narrow" w:eastAsia="Times New Roman" w:hAnsi="Arial Narrow" w:cs="Times New Roman"/>
          <w:b/>
          <w:bCs/>
          <w:color w:val="000000"/>
          <w:sz w:val="20"/>
          <w:szCs w:val="20"/>
          <w:lang w:eastAsia="pt-BR"/>
        </w:rPr>
      </w:pPr>
    </w:p>
    <w:p w14:paraId="0580F146" w14:textId="77777777" w:rsidR="004F7F67" w:rsidRPr="008D3BE2" w:rsidRDefault="004F7F67" w:rsidP="003D78F4">
      <w:pPr>
        <w:spacing w:after="0"/>
        <w:jc w:val="center"/>
        <w:rPr>
          <w:rFonts w:ascii="Arial Narrow" w:eastAsia="Times New Roman" w:hAnsi="Arial Narrow" w:cs="Times New Roman"/>
          <w:b/>
          <w:bCs/>
          <w:color w:val="000000"/>
          <w:sz w:val="20"/>
          <w:szCs w:val="20"/>
          <w:lang w:eastAsia="pt-BR"/>
        </w:rPr>
      </w:pPr>
    </w:p>
    <w:p w14:paraId="1AC3998B" w14:textId="1C7CA9C0" w:rsidR="00C75367" w:rsidRPr="008D3BE2" w:rsidRDefault="00C75367" w:rsidP="003D78F4">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ANEXO II</w:t>
      </w:r>
      <w:r w:rsidR="004B5768" w:rsidRPr="008D3BE2">
        <w:rPr>
          <w:rFonts w:ascii="Arial Narrow" w:eastAsia="Times New Roman" w:hAnsi="Arial Narrow" w:cs="Times New Roman"/>
          <w:b/>
          <w:bCs/>
          <w:color w:val="000000"/>
          <w:sz w:val="20"/>
          <w:szCs w:val="20"/>
          <w:lang w:eastAsia="pt-BR"/>
        </w:rPr>
        <w:t xml:space="preserve"> </w:t>
      </w:r>
    </w:p>
    <w:p w14:paraId="5CE63BD7" w14:textId="77777777" w:rsidR="00C75367" w:rsidRPr="008D3BE2" w:rsidRDefault="00C75367" w:rsidP="003D78F4">
      <w:pPr>
        <w:spacing w:after="0"/>
        <w:ind w:right="-1"/>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MODELO DE PROPOSTA DE PREÇOS</w:t>
      </w:r>
    </w:p>
    <w:p w14:paraId="079298DA" w14:textId="77777777" w:rsidR="00C75367" w:rsidRPr="008D3BE2" w:rsidRDefault="00C75367" w:rsidP="003D78F4">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w:t>
      </w:r>
      <w:r w:rsidR="00DD68CE" w:rsidRPr="008D3BE2">
        <w:rPr>
          <w:rFonts w:ascii="Arial Narrow" w:eastAsia="Times New Roman" w:hAnsi="Arial Narrow" w:cs="Times New Roman"/>
          <w:sz w:val="20"/>
          <w:szCs w:val="20"/>
          <w:lang w:eastAsia="pt-BR"/>
        </w:rPr>
        <w:t xml:space="preserve">Preferencialmente </w:t>
      </w:r>
      <w:r w:rsidRPr="008D3BE2">
        <w:rPr>
          <w:rFonts w:ascii="Arial Narrow" w:eastAsia="Times New Roman" w:hAnsi="Arial Narrow" w:cs="Times New Roman"/>
          <w:sz w:val="20"/>
          <w:szCs w:val="20"/>
          <w:lang w:eastAsia="pt-BR"/>
        </w:rPr>
        <w:t>em papel timbrado da empresa)</w:t>
      </w:r>
    </w:p>
    <w:p w14:paraId="1DFE8C55" w14:textId="77777777" w:rsidR="00E84CF4" w:rsidRPr="008D3BE2" w:rsidRDefault="00C75367" w:rsidP="00E84CF4">
      <w:pPr>
        <w:spacing w:after="0"/>
        <w:rPr>
          <w:rFonts w:ascii="Arial Narrow" w:eastAsia="Times New Roman" w:hAnsi="Arial Narrow" w:cs="Times New Roman"/>
          <w:b/>
          <w:bCs/>
          <w:sz w:val="20"/>
          <w:szCs w:val="20"/>
          <w:lang w:eastAsia="pt-BR"/>
        </w:rPr>
      </w:pPr>
      <w:r w:rsidRPr="008D3BE2">
        <w:rPr>
          <w:rFonts w:ascii="Arial Narrow" w:eastAsia="Times New Roman" w:hAnsi="Arial Narrow" w:cs="Times New Roman"/>
          <w:b/>
          <w:bCs/>
          <w:sz w:val="20"/>
          <w:szCs w:val="20"/>
          <w:lang w:eastAsia="pt-BR"/>
        </w:rPr>
        <w:t> </w:t>
      </w:r>
    </w:p>
    <w:p w14:paraId="39FB4052" w14:textId="13CD8780" w:rsidR="00E755E8" w:rsidRPr="008D3BE2" w:rsidRDefault="00E755E8" w:rsidP="00E755E8">
      <w:pPr>
        <w:shd w:val="clear" w:color="auto" w:fill="FFFFFF"/>
        <w:spacing w:after="160"/>
        <w:ind w:right="-3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201F1E"/>
          <w:sz w:val="20"/>
          <w:szCs w:val="20"/>
          <w:bdr w:val="none" w:sz="0" w:space="0" w:color="auto" w:frame="1"/>
          <w:lang w:eastAsia="pt-BR"/>
        </w:rPr>
        <w:t>Ao</w:t>
      </w:r>
      <w:r w:rsidRPr="008D3BE2">
        <w:rPr>
          <w:rFonts w:ascii="Arial Narrow" w:eastAsia="Times New Roman" w:hAnsi="Arial Narrow" w:cs="Arial"/>
          <w:color w:val="201F1E"/>
          <w:sz w:val="20"/>
          <w:szCs w:val="20"/>
          <w:bdr w:val="none" w:sz="0" w:space="0" w:color="auto" w:frame="1"/>
          <w:lang w:eastAsia="pt-BR"/>
        </w:rPr>
        <w:t> </w:t>
      </w:r>
      <w:r w:rsidRPr="008D3BE2">
        <w:rPr>
          <w:rFonts w:ascii="Arial Narrow" w:eastAsia="Times New Roman" w:hAnsi="Arial Narrow" w:cs="Arial"/>
          <w:b/>
          <w:bCs/>
          <w:color w:val="201F1E"/>
          <w:sz w:val="20"/>
          <w:szCs w:val="20"/>
          <w:bdr w:val="none" w:sz="0" w:space="0" w:color="auto" w:frame="1"/>
          <w:lang w:eastAsia="pt-BR"/>
        </w:rPr>
        <w:t>Sistema Indústria (Órgãos e Entidades Nacionais),</w:t>
      </w:r>
    </w:p>
    <w:p w14:paraId="2C54C103" w14:textId="77777777" w:rsidR="00C75367" w:rsidRPr="008D3BE2" w:rsidRDefault="00C75367" w:rsidP="003D78F4">
      <w:pPr>
        <w:spacing w:after="0"/>
        <w:ind w:right="2"/>
        <w:rPr>
          <w:rFonts w:ascii="Arial Narrow" w:eastAsia="Times New Roman" w:hAnsi="Arial Narrow" w:cs="Times New Roman"/>
          <w:sz w:val="20"/>
          <w:szCs w:val="20"/>
          <w:lang w:eastAsia="pt-BR"/>
        </w:rPr>
      </w:pPr>
      <w:r w:rsidRPr="008D3BE2">
        <w:rPr>
          <w:rFonts w:ascii="Arial Narrow" w:eastAsia="Times New Roman" w:hAnsi="Arial Narrow" w:cs="Times New Roman"/>
          <w:bCs/>
          <w:sz w:val="20"/>
          <w:szCs w:val="20"/>
          <w:lang w:eastAsia="pt-BR"/>
        </w:rPr>
        <w:t>SBN Quadra 1 – Bloco C</w:t>
      </w:r>
    </w:p>
    <w:p w14:paraId="4A7D50FA" w14:textId="77777777" w:rsidR="00C75367" w:rsidRPr="008D3BE2" w:rsidRDefault="00C75367" w:rsidP="003D78F4">
      <w:pPr>
        <w:spacing w:after="0"/>
        <w:ind w:right="2"/>
        <w:rPr>
          <w:rFonts w:ascii="Arial Narrow" w:eastAsia="Times New Roman" w:hAnsi="Arial Narrow" w:cs="Times New Roman"/>
          <w:sz w:val="20"/>
          <w:szCs w:val="20"/>
          <w:lang w:eastAsia="pt-BR"/>
        </w:rPr>
      </w:pPr>
      <w:r w:rsidRPr="008D3BE2">
        <w:rPr>
          <w:rFonts w:ascii="Arial Narrow" w:eastAsia="Times New Roman" w:hAnsi="Arial Narrow" w:cs="Times New Roman"/>
          <w:bCs/>
          <w:sz w:val="20"/>
          <w:szCs w:val="20"/>
          <w:lang w:eastAsia="pt-BR"/>
        </w:rPr>
        <w:t>Ed. Roberto Simonsen – 2º andar</w:t>
      </w:r>
    </w:p>
    <w:p w14:paraId="44986C33" w14:textId="77777777" w:rsidR="00C75367" w:rsidRPr="008D3BE2" w:rsidRDefault="00C75367" w:rsidP="003D78F4">
      <w:pPr>
        <w:spacing w:after="0"/>
        <w:ind w:right="2"/>
        <w:rPr>
          <w:rFonts w:ascii="Arial Narrow" w:eastAsia="Times New Roman" w:hAnsi="Arial Narrow" w:cs="Times New Roman"/>
          <w:sz w:val="20"/>
          <w:szCs w:val="20"/>
          <w:lang w:eastAsia="pt-BR"/>
        </w:rPr>
      </w:pPr>
      <w:r w:rsidRPr="008D3BE2">
        <w:rPr>
          <w:rFonts w:ascii="Arial Narrow" w:eastAsia="Times New Roman" w:hAnsi="Arial Narrow" w:cs="Times New Roman"/>
          <w:bCs/>
          <w:sz w:val="20"/>
          <w:szCs w:val="20"/>
          <w:lang w:eastAsia="pt-BR"/>
        </w:rPr>
        <w:t>70040-903 – Brasília – DF</w:t>
      </w:r>
    </w:p>
    <w:p w14:paraId="267BB127" w14:textId="77777777" w:rsidR="00D63FBC" w:rsidRPr="008D3BE2" w:rsidRDefault="00D63FBC" w:rsidP="003D78F4">
      <w:pPr>
        <w:spacing w:after="0"/>
        <w:jc w:val="left"/>
        <w:outlineLvl w:val="6"/>
        <w:rPr>
          <w:rFonts w:ascii="Arial Narrow" w:eastAsia="Times New Roman" w:hAnsi="Arial Narrow" w:cs="Times New Roman"/>
          <w:sz w:val="20"/>
          <w:szCs w:val="20"/>
          <w:lang w:eastAsia="pt-BR"/>
        </w:rPr>
      </w:pPr>
    </w:p>
    <w:p w14:paraId="7247E9BA" w14:textId="2F8E5E30" w:rsidR="00C75367" w:rsidRPr="008D3BE2" w:rsidRDefault="00C75367" w:rsidP="003D78F4">
      <w:pPr>
        <w:spacing w:after="0"/>
        <w:jc w:val="left"/>
        <w:outlineLvl w:val="6"/>
        <w:rPr>
          <w:rFonts w:ascii="Arial Narrow" w:eastAsia="Times New Roman" w:hAnsi="Arial Narrow" w:cs="Times New Roman"/>
          <w:b/>
          <w:sz w:val="20"/>
          <w:szCs w:val="20"/>
          <w:lang w:eastAsia="pt-BR"/>
        </w:rPr>
      </w:pPr>
      <w:r w:rsidRPr="008D3BE2">
        <w:rPr>
          <w:rFonts w:ascii="Arial Narrow" w:eastAsia="Times New Roman" w:hAnsi="Arial Narrow" w:cs="Times New Roman"/>
          <w:b/>
          <w:sz w:val="20"/>
          <w:szCs w:val="20"/>
          <w:lang w:eastAsia="pt-BR"/>
        </w:rPr>
        <w:t xml:space="preserve">Referência: Pregão Eletrônico nº </w:t>
      </w:r>
      <w:r w:rsidR="00E06328" w:rsidRPr="008D3BE2">
        <w:rPr>
          <w:rFonts w:ascii="Arial Narrow" w:eastAsia="Times New Roman" w:hAnsi="Arial Narrow" w:cs="Times New Roman"/>
          <w:b/>
          <w:sz w:val="20"/>
          <w:szCs w:val="20"/>
          <w:lang w:eastAsia="pt-BR"/>
        </w:rPr>
        <w:t>3</w:t>
      </w:r>
      <w:r w:rsidRPr="008D3BE2">
        <w:rPr>
          <w:rFonts w:ascii="Arial Narrow" w:eastAsia="Times New Roman" w:hAnsi="Arial Narrow" w:cs="Times New Roman"/>
          <w:b/>
          <w:sz w:val="20"/>
          <w:szCs w:val="20"/>
          <w:lang w:eastAsia="pt-BR"/>
        </w:rPr>
        <w:t>/20</w:t>
      </w:r>
      <w:r w:rsidR="00E84CF4" w:rsidRPr="008D3BE2">
        <w:rPr>
          <w:rFonts w:ascii="Arial Narrow" w:eastAsia="Times New Roman" w:hAnsi="Arial Narrow" w:cs="Times New Roman"/>
          <w:b/>
          <w:sz w:val="20"/>
          <w:szCs w:val="20"/>
          <w:lang w:eastAsia="pt-BR"/>
        </w:rPr>
        <w:t>2</w:t>
      </w:r>
      <w:r w:rsidR="004F7F67" w:rsidRPr="008D3BE2">
        <w:rPr>
          <w:rFonts w:ascii="Arial Narrow" w:eastAsia="Times New Roman" w:hAnsi="Arial Narrow" w:cs="Times New Roman"/>
          <w:b/>
          <w:sz w:val="20"/>
          <w:szCs w:val="20"/>
          <w:lang w:eastAsia="pt-BR"/>
        </w:rPr>
        <w:t>1</w:t>
      </w:r>
    </w:p>
    <w:p w14:paraId="4BDE6620" w14:textId="77777777" w:rsidR="00C75367" w:rsidRPr="008D3BE2" w:rsidRDefault="00C75367" w:rsidP="003D78F4">
      <w:pPr>
        <w:spacing w:after="0"/>
        <w:ind w:right="2"/>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 </w:t>
      </w:r>
    </w:p>
    <w:p w14:paraId="2E00C6A6" w14:textId="6AF23998" w:rsidR="00C75367" w:rsidRPr="008D3BE2" w:rsidRDefault="00C75367" w:rsidP="003D78F4">
      <w:pPr>
        <w:spacing w:after="0"/>
        <w:ind w:right="2"/>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Pela presente, _______________________________ (razão social da proponente), inscrita no CNPJ sob o n.º ____________ e inscrição estadual nº __________________, estabelecida no(a) _______________________________________, ciente e de acordo com todas as especificações e condições do Edital e seus Anexos, relativos ao Pregão em referência, vem, por intermédio do seu representante legal ao final assinado, propor os seguintes preços para o fornecimento/prestação de serviços, objeto do Edital referenciado, nas condições abaixo descritos:</w:t>
      </w:r>
    </w:p>
    <w:p w14:paraId="69987706" w14:textId="191B164C" w:rsidR="00F81E5B" w:rsidRPr="008D3BE2" w:rsidRDefault="00F81E5B" w:rsidP="003D78F4">
      <w:pPr>
        <w:spacing w:after="0"/>
        <w:ind w:right="2"/>
        <w:rPr>
          <w:rFonts w:ascii="Arial Narrow" w:eastAsia="Times New Roman" w:hAnsi="Arial Narrow" w:cs="Times New Roman"/>
          <w:sz w:val="20"/>
          <w:szCs w:val="20"/>
          <w:lang w:eastAsia="pt-BR"/>
        </w:rPr>
      </w:pPr>
    </w:p>
    <w:p w14:paraId="3F33116A" w14:textId="4923B707" w:rsidR="00F81E5B" w:rsidRPr="008D3BE2" w:rsidRDefault="00F81E5B" w:rsidP="00F81E5B">
      <w:pPr>
        <w:pStyle w:val="PargrafodaLista"/>
        <w:numPr>
          <w:ilvl w:val="0"/>
          <w:numId w:val="43"/>
        </w:numPr>
        <w:spacing w:after="0"/>
        <w:ind w:right="2"/>
        <w:rPr>
          <w:rFonts w:ascii="Arial Narrow" w:eastAsia="Times New Roman" w:hAnsi="Arial Narrow" w:cs="Times New Roman"/>
          <w:sz w:val="20"/>
          <w:szCs w:val="20"/>
          <w:lang w:eastAsia="pt-BR"/>
        </w:rPr>
      </w:pPr>
      <w:bookmarkStart w:id="2" w:name="_Hlk73355713"/>
      <w:r w:rsidRPr="008D3BE2">
        <w:rPr>
          <w:rFonts w:ascii="Arial Narrow" w:hAnsi="Arial Narrow"/>
          <w:sz w:val="20"/>
          <w:szCs w:val="20"/>
        </w:rPr>
        <w:t xml:space="preserve">Aquisição de licenças no modelo de subscrição do produto Checkpoint Firewall Next Generation para 16 cores de processador por um período de 12 meses </w:t>
      </w:r>
      <w:bookmarkEnd w:id="2"/>
      <w:r w:rsidRPr="008D3BE2">
        <w:rPr>
          <w:rFonts w:ascii="Arial Narrow" w:hAnsi="Arial Narrow"/>
          <w:sz w:val="20"/>
          <w:szCs w:val="20"/>
        </w:rPr>
        <w:t>em conformidade com o Termo de Referência e demais instrumentos.</w:t>
      </w:r>
    </w:p>
    <w:p w14:paraId="4ABD0B54" w14:textId="51686BC2" w:rsidR="00C47174" w:rsidRPr="008D3BE2" w:rsidRDefault="00C47174" w:rsidP="00E948BB">
      <w:pPr>
        <w:spacing w:after="0"/>
        <w:rPr>
          <w:rFonts w:ascii="Arial Narrow" w:hAnsi="Arial Narrow"/>
          <w:sz w:val="20"/>
          <w:szCs w:val="20"/>
        </w:rPr>
      </w:pPr>
    </w:p>
    <w:tbl>
      <w:tblPr>
        <w:tblW w:w="7721" w:type="dxa"/>
        <w:jc w:val="center"/>
        <w:tblCellMar>
          <w:left w:w="70" w:type="dxa"/>
          <w:right w:w="70" w:type="dxa"/>
        </w:tblCellMar>
        <w:tblLook w:val="04A0" w:firstRow="1" w:lastRow="0" w:firstColumn="1" w:lastColumn="0" w:noHBand="0" w:noVBand="1"/>
      </w:tblPr>
      <w:tblGrid>
        <w:gridCol w:w="1143"/>
        <w:gridCol w:w="3460"/>
        <w:gridCol w:w="1559"/>
        <w:gridCol w:w="1559"/>
      </w:tblGrid>
      <w:tr w:rsidR="00773C9D" w:rsidRPr="008D3BE2" w14:paraId="1FACA14F" w14:textId="77777777" w:rsidTr="00773C9D">
        <w:trPr>
          <w:trHeight w:val="300"/>
          <w:jc w:val="center"/>
        </w:trPr>
        <w:tc>
          <w:tcPr>
            <w:tcW w:w="1143" w:type="dxa"/>
            <w:tcBorders>
              <w:top w:val="single" w:sz="4" w:space="0" w:color="auto"/>
              <w:left w:val="single" w:sz="4" w:space="0" w:color="auto"/>
              <w:bottom w:val="single" w:sz="4" w:space="0" w:color="auto"/>
              <w:right w:val="single" w:sz="4" w:space="0" w:color="auto"/>
            </w:tcBorders>
            <w:shd w:val="clear" w:color="auto" w:fill="4F81BD" w:themeFill="accent1"/>
            <w:noWrap/>
            <w:vAlign w:val="center"/>
            <w:hideMark/>
          </w:tcPr>
          <w:p w14:paraId="11325736" w14:textId="77777777" w:rsidR="00773C9D" w:rsidRPr="008D3BE2" w:rsidRDefault="00773C9D" w:rsidP="008F0E72">
            <w:pPr>
              <w:jc w:val="center"/>
              <w:rPr>
                <w:rFonts w:ascii="Arial Narrow" w:hAnsi="Arial Narrow" w:cs="Calibri"/>
                <w:b/>
                <w:bCs/>
                <w:color w:val="FFFFFF"/>
                <w:sz w:val="20"/>
                <w:szCs w:val="20"/>
              </w:rPr>
            </w:pPr>
            <w:r w:rsidRPr="008D3BE2">
              <w:rPr>
                <w:rFonts w:ascii="Arial Narrow" w:hAnsi="Arial Narrow" w:cs="Calibri"/>
                <w:b/>
                <w:bCs/>
                <w:color w:val="FFFFFF" w:themeColor="background1"/>
                <w:sz w:val="20"/>
                <w:szCs w:val="20"/>
              </w:rPr>
              <w:t>Produto</w:t>
            </w:r>
          </w:p>
        </w:tc>
        <w:tc>
          <w:tcPr>
            <w:tcW w:w="3460"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53486139" w14:textId="77777777" w:rsidR="00773C9D" w:rsidRPr="008D3BE2" w:rsidRDefault="00773C9D" w:rsidP="008F0E72">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Nome do Item</w:t>
            </w:r>
          </w:p>
        </w:tc>
        <w:tc>
          <w:tcPr>
            <w:tcW w:w="1559"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1AC6A0CD" w14:textId="77777777" w:rsidR="00773C9D" w:rsidRPr="008D3BE2" w:rsidRDefault="00773C9D" w:rsidP="008F0E72">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QTDE</w:t>
            </w:r>
          </w:p>
        </w:tc>
        <w:tc>
          <w:tcPr>
            <w:tcW w:w="1559"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51138AD3" w14:textId="77777777" w:rsidR="00773C9D" w:rsidRPr="008D3BE2" w:rsidRDefault="00773C9D" w:rsidP="008F0E72">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Valor Unitário</w:t>
            </w:r>
          </w:p>
        </w:tc>
      </w:tr>
      <w:tr w:rsidR="00773C9D" w:rsidRPr="008D3BE2" w14:paraId="2140DF19" w14:textId="77777777" w:rsidTr="00773C9D">
        <w:trPr>
          <w:trHeight w:val="300"/>
          <w:jc w:val="center"/>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3CB51C75" w14:textId="77777777"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3460" w:type="dxa"/>
            <w:tcBorders>
              <w:top w:val="nil"/>
              <w:left w:val="nil"/>
              <w:bottom w:val="single" w:sz="4" w:space="0" w:color="auto"/>
              <w:right w:val="single" w:sz="4" w:space="0" w:color="auto"/>
            </w:tcBorders>
            <w:shd w:val="clear" w:color="auto" w:fill="EEECE1" w:themeFill="background2"/>
            <w:noWrap/>
          </w:tcPr>
          <w:p w14:paraId="0B11764B" w14:textId="1876EC72" w:rsidR="00773C9D" w:rsidRPr="00D046E0" w:rsidRDefault="00773C9D" w:rsidP="00D046E0">
            <w:pPr>
              <w:spacing w:line="259" w:lineRule="auto"/>
              <w:rPr>
                <w:rFonts w:ascii="Arial Narrow" w:hAnsi="Arial Narrow" w:cs="Calibri"/>
                <w:color w:val="000000" w:themeColor="text1"/>
                <w:sz w:val="20"/>
                <w:szCs w:val="20"/>
                <w:lang w:val="en-US"/>
              </w:rPr>
            </w:pPr>
            <w:r w:rsidRPr="00D046E0">
              <w:t xml:space="preserve">CPSG-16C-NGTP </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37F3E128" w14:textId="77777777" w:rsidR="00773C9D" w:rsidRPr="00D046E0" w:rsidRDefault="00773C9D" w:rsidP="00D046E0">
            <w:pPr>
              <w:spacing w:line="259" w:lineRule="auto"/>
              <w:jc w:val="center"/>
              <w:rPr>
                <w:rFonts w:ascii="Arial Narrow" w:hAnsi="Arial Narrow"/>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22118111" w14:textId="77777777" w:rsidR="00773C9D" w:rsidRPr="00D046E0" w:rsidRDefault="00773C9D" w:rsidP="00D046E0">
            <w:pPr>
              <w:jc w:val="center"/>
              <w:rPr>
                <w:rFonts w:ascii="Arial Narrow" w:hAnsi="Arial Narrow" w:cs="Calibri"/>
                <w:color w:val="000000"/>
                <w:sz w:val="20"/>
                <w:szCs w:val="20"/>
              </w:rPr>
            </w:pPr>
            <w:r w:rsidRPr="00D046E0">
              <w:rPr>
                <w:rFonts w:ascii="Arial Narrow" w:hAnsi="Arial Narrow" w:cs="Calibri"/>
                <w:color w:val="000000"/>
                <w:sz w:val="20"/>
                <w:szCs w:val="20"/>
              </w:rPr>
              <w:t> </w:t>
            </w:r>
          </w:p>
        </w:tc>
      </w:tr>
      <w:tr w:rsidR="00773C9D" w:rsidRPr="008D3BE2" w14:paraId="20AF8324" w14:textId="77777777" w:rsidTr="00773C9D">
        <w:trPr>
          <w:trHeight w:val="300"/>
          <w:jc w:val="center"/>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50BB7781" w14:textId="77777777"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2</w:t>
            </w:r>
          </w:p>
          <w:p w14:paraId="42E47D42" w14:textId="77777777" w:rsidR="00773C9D" w:rsidRPr="00D046E0" w:rsidRDefault="00773C9D" w:rsidP="00D046E0">
            <w:pPr>
              <w:jc w:val="center"/>
              <w:rPr>
                <w:rFonts w:ascii="Arial Narrow" w:hAnsi="Arial Narrow" w:cs="Calibri"/>
                <w:color w:val="000000"/>
                <w:sz w:val="20"/>
                <w:szCs w:val="20"/>
              </w:rPr>
            </w:pPr>
          </w:p>
        </w:tc>
        <w:tc>
          <w:tcPr>
            <w:tcW w:w="3460" w:type="dxa"/>
            <w:tcBorders>
              <w:top w:val="nil"/>
              <w:left w:val="nil"/>
              <w:bottom w:val="single" w:sz="4" w:space="0" w:color="auto"/>
              <w:right w:val="single" w:sz="4" w:space="0" w:color="auto"/>
            </w:tcBorders>
            <w:shd w:val="clear" w:color="auto" w:fill="EEECE1" w:themeFill="background2"/>
            <w:noWrap/>
          </w:tcPr>
          <w:p w14:paraId="4C4B64AA" w14:textId="77BEBFD0" w:rsidR="00773C9D" w:rsidRPr="00D046E0" w:rsidRDefault="00773C9D" w:rsidP="00D046E0">
            <w:pPr>
              <w:rPr>
                <w:rFonts w:ascii="Arial Narrow" w:hAnsi="Arial Narrow" w:cs="Calibri"/>
                <w:color w:val="000000"/>
                <w:sz w:val="20"/>
                <w:szCs w:val="20"/>
                <w:lang w:val="en-US"/>
              </w:rPr>
            </w:pPr>
            <w:r w:rsidRPr="00D046E0">
              <w:rPr>
                <w:rFonts w:ascii="Arial Narrow" w:hAnsi="Arial Narrow" w:cs="Calibri"/>
                <w:color w:val="000000"/>
                <w:sz w:val="20"/>
                <w:szCs w:val="20"/>
              </w:rPr>
              <w:t>CPSG-16C-NGTP-HA</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0361B10B" w14:textId="77777777" w:rsidR="00773C9D" w:rsidRPr="00D046E0" w:rsidRDefault="00773C9D" w:rsidP="00D046E0">
            <w:pPr>
              <w:spacing w:line="259" w:lineRule="auto"/>
              <w:jc w:val="center"/>
              <w:rPr>
                <w:rFonts w:ascii="Arial Narrow" w:hAnsi="Arial Narrow"/>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55D199F5" w14:textId="77777777" w:rsidR="00773C9D" w:rsidRPr="00D046E0" w:rsidRDefault="00773C9D" w:rsidP="00D046E0">
            <w:pPr>
              <w:jc w:val="center"/>
              <w:rPr>
                <w:rFonts w:ascii="Arial Narrow" w:hAnsi="Arial Narrow" w:cs="Calibri"/>
                <w:color w:val="000000"/>
                <w:sz w:val="20"/>
                <w:szCs w:val="20"/>
              </w:rPr>
            </w:pPr>
            <w:r w:rsidRPr="00D046E0">
              <w:rPr>
                <w:rFonts w:ascii="Arial Narrow" w:hAnsi="Arial Narrow" w:cs="Calibri"/>
                <w:color w:val="000000"/>
                <w:sz w:val="20"/>
                <w:szCs w:val="20"/>
              </w:rPr>
              <w:t> </w:t>
            </w:r>
          </w:p>
        </w:tc>
      </w:tr>
      <w:tr w:rsidR="00773C9D" w:rsidRPr="008D3BE2" w14:paraId="24B946AD" w14:textId="77777777" w:rsidTr="00773C9D">
        <w:trPr>
          <w:trHeight w:val="300"/>
          <w:jc w:val="center"/>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51718457" w14:textId="716A4061"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3</w:t>
            </w:r>
          </w:p>
        </w:tc>
        <w:tc>
          <w:tcPr>
            <w:tcW w:w="3460" w:type="dxa"/>
            <w:tcBorders>
              <w:top w:val="nil"/>
              <w:left w:val="nil"/>
              <w:bottom w:val="single" w:sz="4" w:space="0" w:color="auto"/>
              <w:right w:val="single" w:sz="4" w:space="0" w:color="auto"/>
            </w:tcBorders>
            <w:shd w:val="clear" w:color="auto" w:fill="EEECE1" w:themeFill="background2"/>
            <w:noWrap/>
            <w:vAlign w:val="center"/>
          </w:tcPr>
          <w:p w14:paraId="0AEEEAB4" w14:textId="3E1BC155" w:rsidR="00773C9D" w:rsidRPr="00D046E0" w:rsidRDefault="00773C9D" w:rsidP="00D046E0">
            <w:pPr>
              <w:rPr>
                <w:rFonts w:ascii="Arial Narrow" w:hAnsi="Arial Narrow" w:cs="Calibri"/>
                <w:color w:val="000000" w:themeColor="text1"/>
                <w:sz w:val="20"/>
                <w:szCs w:val="20"/>
                <w:lang w:val="en-US"/>
              </w:rPr>
            </w:pPr>
            <w:r w:rsidRPr="00D046E0">
              <w:rPr>
                <w:rFonts w:ascii="Arial Narrow" w:hAnsi="Arial Narrow" w:cs="Calibri"/>
                <w:color w:val="000000"/>
                <w:sz w:val="20"/>
                <w:szCs w:val="20"/>
              </w:rPr>
              <w:t xml:space="preserve">CPSG-NGSM5 </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0AAEC0DA" w14:textId="020A8F65"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6D292D48" w14:textId="77777777" w:rsidR="00773C9D" w:rsidRPr="00D046E0" w:rsidRDefault="00773C9D" w:rsidP="00D046E0">
            <w:pPr>
              <w:jc w:val="center"/>
              <w:rPr>
                <w:rFonts w:ascii="Arial Narrow" w:hAnsi="Arial Narrow" w:cs="Calibri"/>
                <w:color w:val="000000"/>
                <w:sz w:val="20"/>
                <w:szCs w:val="20"/>
              </w:rPr>
            </w:pPr>
          </w:p>
        </w:tc>
      </w:tr>
      <w:tr w:rsidR="00773C9D" w:rsidRPr="008D3BE2" w14:paraId="51B84987" w14:textId="77777777" w:rsidTr="00773C9D">
        <w:trPr>
          <w:trHeight w:val="300"/>
          <w:jc w:val="center"/>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72D92C5E" w14:textId="1434CCBE"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4</w:t>
            </w:r>
          </w:p>
        </w:tc>
        <w:tc>
          <w:tcPr>
            <w:tcW w:w="3460" w:type="dxa"/>
            <w:tcBorders>
              <w:top w:val="nil"/>
              <w:left w:val="nil"/>
              <w:bottom w:val="single" w:sz="4" w:space="0" w:color="auto"/>
              <w:right w:val="single" w:sz="4" w:space="0" w:color="auto"/>
            </w:tcBorders>
            <w:shd w:val="clear" w:color="auto" w:fill="EEECE1" w:themeFill="background2"/>
            <w:noWrap/>
            <w:vAlign w:val="center"/>
          </w:tcPr>
          <w:p w14:paraId="108803F8" w14:textId="49D4A75B" w:rsidR="00773C9D" w:rsidRPr="00D046E0" w:rsidRDefault="00773C9D" w:rsidP="00D046E0">
            <w:pPr>
              <w:rPr>
                <w:rFonts w:ascii="Arial Narrow" w:hAnsi="Arial Narrow" w:cs="Calibri"/>
                <w:color w:val="000000" w:themeColor="text1"/>
                <w:sz w:val="20"/>
                <w:szCs w:val="20"/>
                <w:lang w:val="en-US"/>
              </w:rPr>
            </w:pPr>
            <w:r w:rsidRPr="00D046E0">
              <w:rPr>
                <w:rFonts w:ascii="Arial Narrow" w:hAnsi="Arial Narrow" w:cs="Calibri"/>
                <w:color w:val="000000"/>
                <w:sz w:val="20"/>
                <w:szCs w:val="20"/>
              </w:rPr>
              <w:t xml:space="preserve">CPCES-CO-PREMIUM </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4D0CF146" w14:textId="6A2BC5DE"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0490DC68" w14:textId="77777777" w:rsidR="00773C9D" w:rsidRPr="00D046E0" w:rsidRDefault="00773C9D" w:rsidP="00D046E0">
            <w:pPr>
              <w:jc w:val="center"/>
              <w:rPr>
                <w:rFonts w:ascii="Arial Narrow" w:hAnsi="Arial Narrow" w:cs="Calibri"/>
                <w:color w:val="000000"/>
                <w:sz w:val="20"/>
                <w:szCs w:val="20"/>
              </w:rPr>
            </w:pPr>
          </w:p>
        </w:tc>
      </w:tr>
      <w:tr w:rsidR="00773C9D" w:rsidRPr="008D3BE2" w14:paraId="081ACBA1" w14:textId="77777777" w:rsidTr="00773C9D">
        <w:trPr>
          <w:trHeight w:val="300"/>
          <w:jc w:val="center"/>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46A74B1F" w14:textId="489F401B"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5</w:t>
            </w:r>
          </w:p>
        </w:tc>
        <w:tc>
          <w:tcPr>
            <w:tcW w:w="3460" w:type="dxa"/>
            <w:tcBorders>
              <w:top w:val="nil"/>
              <w:left w:val="nil"/>
              <w:bottom w:val="single" w:sz="4" w:space="0" w:color="auto"/>
              <w:right w:val="single" w:sz="4" w:space="0" w:color="auto"/>
            </w:tcBorders>
            <w:shd w:val="clear" w:color="auto" w:fill="EEECE1" w:themeFill="background2"/>
            <w:noWrap/>
            <w:vAlign w:val="center"/>
          </w:tcPr>
          <w:p w14:paraId="1AF9C453" w14:textId="7E2520DA" w:rsidR="00773C9D" w:rsidRPr="00D046E0" w:rsidRDefault="00773C9D" w:rsidP="00D046E0">
            <w:pPr>
              <w:rPr>
                <w:rFonts w:ascii="Arial Narrow" w:hAnsi="Arial Narrow" w:cs="Calibri"/>
                <w:color w:val="000000" w:themeColor="text1"/>
                <w:sz w:val="20"/>
                <w:szCs w:val="20"/>
                <w:lang w:val="en-US"/>
              </w:rPr>
            </w:pPr>
            <w:r w:rsidRPr="00D046E0">
              <w:rPr>
                <w:rFonts w:ascii="Arial Narrow" w:hAnsi="Arial Narrow" w:cs="Calibri"/>
                <w:color w:val="000000"/>
                <w:sz w:val="20"/>
                <w:szCs w:val="20"/>
              </w:rPr>
              <w:t xml:space="preserve">Garantia e Atualização do Software para 16 cores - </w:t>
            </w:r>
            <w:proofErr w:type="spellStart"/>
            <w:r w:rsidRPr="00D046E0">
              <w:rPr>
                <w:rFonts w:ascii="Arial Narrow" w:hAnsi="Arial Narrow" w:cs="Calibri"/>
                <w:color w:val="000000"/>
                <w:sz w:val="20"/>
                <w:szCs w:val="20"/>
              </w:rPr>
              <w:t>Check</w:t>
            </w:r>
            <w:proofErr w:type="spellEnd"/>
            <w:r w:rsidRPr="00D046E0">
              <w:rPr>
                <w:rFonts w:ascii="Arial Narrow" w:hAnsi="Arial Narrow" w:cs="Calibri"/>
                <w:color w:val="000000"/>
                <w:sz w:val="20"/>
                <w:szCs w:val="20"/>
              </w:rPr>
              <w:t xml:space="preserve"> Point </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7AED5261" w14:textId="2C52CDFD" w:rsidR="00773C9D" w:rsidRPr="00D046E0" w:rsidRDefault="00773C9D" w:rsidP="00D046E0">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7D7E5636" w14:textId="77777777" w:rsidR="00773C9D" w:rsidRPr="00D046E0" w:rsidRDefault="00773C9D" w:rsidP="00D046E0">
            <w:pPr>
              <w:jc w:val="center"/>
              <w:rPr>
                <w:rFonts w:ascii="Arial Narrow" w:hAnsi="Arial Narrow" w:cs="Calibri"/>
                <w:color w:val="000000"/>
                <w:sz w:val="20"/>
                <w:szCs w:val="20"/>
              </w:rPr>
            </w:pPr>
          </w:p>
        </w:tc>
      </w:tr>
      <w:tr w:rsidR="00773C9D" w:rsidRPr="008D3BE2" w14:paraId="6DD76607" w14:textId="77777777" w:rsidTr="00773C9D">
        <w:trPr>
          <w:trHeight w:val="300"/>
          <w:jc w:val="center"/>
        </w:trPr>
        <w:tc>
          <w:tcPr>
            <w:tcW w:w="1143" w:type="dxa"/>
            <w:tcBorders>
              <w:top w:val="single" w:sz="4" w:space="0" w:color="auto"/>
              <w:left w:val="nil"/>
              <w:bottom w:val="nil"/>
              <w:right w:val="nil"/>
            </w:tcBorders>
            <w:shd w:val="clear" w:color="auto" w:fill="EEECE1" w:themeFill="background2"/>
            <w:noWrap/>
            <w:vAlign w:val="bottom"/>
            <w:hideMark/>
          </w:tcPr>
          <w:p w14:paraId="0846B21B" w14:textId="77777777" w:rsidR="00773C9D" w:rsidRPr="00D046E0" w:rsidRDefault="00773C9D" w:rsidP="00D046E0">
            <w:pPr>
              <w:rPr>
                <w:rFonts w:ascii="Arial Narrow" w:hAnsi="Arial Narrow" w:cs="Calibri"/>
                <w:color w:val="000000"/>
                <w:sz w:val="20"/>
                <w:szCs w:val="20"/>
              </w:rPr>
            </w:pPr>
            <w:r w:rsidRPr="00D046E0">
              <w:rPr>
                <w:rFonts w:ascii="Arial Narrow" w:hAnsi="Arial Narrow" w:cs="Calibri"/>
                <w:color w:val="000000"/>
                <w:sz w:val="20"/>
                <w:szCs w:val="20"/>
              </w:rPr>
              <w:t> </w:t>
            </w:r>
          </w:p>
        </w:tc>
        <w:tc>
          <w:tcPr>
            <w:tcW w:w="3460" w:type="dxa"/>
            <w:tcBorders>
              <w:top w:val="single" w:sz="4" w:space="0" w:color="auto"/>
              <w:left w:val="nil"/>
              <w:bottom w:val="nil"/>
              <w:right w:val="nil"/>
            </w:tcBorders>
            <w:shd w:val="clear" w:color="auto" w:fill="EEECE1" w:themeFill="background2"/>
            <w:noWrap/>
            <w:vAlign w:val="center"/>
          </w:tcPr>
          <w:p w14:paraId="1B2B67DD" w14:textId="2E9F9B75" w:rsidR="00773C9D" w:rsidRPr="00D046E0" w:rsidRDefault="00773C9D" w:rsidP="00D046E0">
            <w:pPr>
              <w:rPr>
                <w:rFonts w:ascii="Arial Narrow" w:hAnsi="Arial Narrow" w:cs="Calibri"/>
                <w:b/>
                <w:bCs/>
                <w:color w:val="000000"/>
                <w:sz w:val="20"/>
                <w:szCs w:val="20"/>
              </w:rPr>
            </w:pPr>
            <w:r>
              <w:rPr>
                <w:rFonts w:ascii="Arial Narrow" w:hAnsi="Arial Narrow" w:cs="Calibri"/>
                <w:b/>
                <w:bCs/>
                <w:color w:val="000000"/>
                <w:sz w:val="20"/>
                <w:szCs w:val="20"/>
              </w:rPr>
              <w:t xml:space="preserve">VALOR </w:t>
            </w:r>
            <w:r w:rsidRPr="00D046E0">
              <w:rPr>
                <w:rFonts w:ascii="Arial Narrow" w:hAnsi="Arial Narrow" w:cs="Calibri"/>
                <w:b/>
                <w:bCs/>
                <w:color w:val="000000"/>
                <w:sz w:val="20"/>
                <w:szCs w:val="20"/>
              </w:rPr>
              <w:t>TOTAL</w:t>
            </w:r>
          </w:p>
        </w:tc>
        <w:tc>
          <w:tcPr>
            <w:tcW w:w="1559" w:type="dxa"/>
            <w:tcBorders>
              <w:top w:val="single" w:sz="4" w:space="0" w:color="auto"/>
              <w:left w:val="nil"/>
              <w:bottom w:val="nil"/>
              <w:right w:val="single" w:sz="4" w:space="0" w:color="auto"/>
            </w:tcBorders>
            <w:shd w:val="clear" w:color="auto" w:fill="EEECE1" w:themeFill="background2"/>
            <w:noWrap/>
            <w:vAlign w:val="bottom"/>
          </w:tcPr>
          <w:p w14:paraId="6B3C49A5" w14:textId="206B36A9" w:rsidR="00773C9D" w:rsidRPr="00D046E0" w:rsidRDefault="00773C9D" w:rsidP="00D046E0">
            <w:pPr>
              <w:rPr>
                <w:rFonts w:ascii="Arial Narrow" w:hAnsi="Arial Narrow" w:cs="Calibr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14:paraId="02E24046" w14:textId="49AFD013" w:rsidR="00773C9D" w:rsidRPr="00D046E0" w:rsidRDefault="00773C9D" w:rsidP="00D046E0">
            <w:pPr>
              <w:rPr>
                <w:rFonts w:ascii="Arial Narrow" w:hAnsi="Arial Narrow" w:cs="Calibri"/>
                <w:color w:val="000000"/>
                <w:sz w:val="20"/>
                <w:szCs w:val="20"/>
              </w:rPr>
            </w:pPr>
          </w:p>
        </w:tc>
      </w:tr>
    </w:tbl>
    <w:p w14:paraId="2DFACDF1" w14:textId="09BB4F93" w:rsidR="00C47174" w:rsidRPr="008D3BE2" w:rsidRDefault="00C47174" w:rsidP="00E948BB">
      <w:pPr>
        <w:spacing w:after="0"/>
        <w:rPr>
          <w:rFonts w:ascii="Arial Narrow" w:hAnsi="Arial Narrow"/>
          <w:sz w:val="20"/>
          <w:szCs w:val="20"/>
        </w:rPr>
      </w:pPr>
    </w:p>
    <w:p w14:paraId="0E0FFE66" w14:textId="77777777" w:rsidR="00773C9D" w:rsidRDefault="00773C9D" w:rsidP="00773C9D">
      <w:pPr>
        <w:spacing w:after="160"/>
        <w:ind w:right="-30"/>
        <w:rPr>
          <w:rFonts w:ascii="Arial Narrow" w:eastAsia="Times New Roman" w:hAnsi="Arial Narrow" w:cs="Arial"/>
          <w:b/>
          <w:color w:val="000000"/>
          <w:lang w:eastAsia="pt-BR"/>
        </w:rPr>
      </w:pPr>
      <w:r w:rsidRPr="00D13013">
        <w:rPr>
          <w:rFonts w:ascii="Arial Narrow" w:eastAsia="Times New Roman" w:hAnsi="Arial Narrow" w:cs="Arial"/>
          <w:b/>
          <w:color w:val="000000"/>
          <w:lang w:eastAsia="pt-BR"/>
        </w:rPr>
        <w:t>* O pregoeiro efetuará o julgamento das Propostas de Preços, pelo MENOR PREÇO GLOBAL.</w:t>
      </w:r>
    </w:p>
    <w:p w14:paraId="6E77CB82" w14:textId="5EF3E4A5" w:rsidR="00C75367" w:rsidRPr="008D3BE2" w:rsidRDefault="00FC1DE7" w:rsidP="003D78F4">
      <w:pPr>
        <w:spacing w:after="0"/>
        <w:ind w:left="360" w:right="2"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1</w:t>
      </w:r>
      <w:r w:rsidR="00C75367" w:rsidRPr="008D3BE2">
        <w:rPr>
          <w:rFonts w:ascii="Arial Narrow" w:eastAsia="Times New Roman" w:hAnsi="Arial Narrow" w:cs="Times New Roman"/>
          <w:sz w:val="20"/>
          <w:szCs w:val="20"/>
          <w:lang w:eastAsia="pt-BR"/>
        </w:rPr>
        <w:t xml:space="preserve">)    Valor </w:t>
      </w:r>
      <w:r w:rsidR="00773C9D">
        <w:rPr>
          <w:rFonts w:ascii="Arial Narrow" w:eastAsia="Times New Roman" w:hAnsi="Arial Narrow" w:cs="Times New Roman"/>
          <w:sz w:val="20"/>
          <w:szCs w:val="20"/>
          <w:lang w:eastAsia="pt-BR"/>
        </w:rPr>
        <w:t>total</w:t>
      </w:r>
      <w:r w:rsidR="00C75367" w:rsidRPr="008D3BE2">
        <w:rPr>
          <w:rFonts w:ascii="Arial Narrow" w:eastAsia="Times New Roman" w:hAnsi="Arial Narrow" w:cs="Times New Roman"/>
          <w:sz w:val="20"/>
          <w:szCs w:val="20"/>
          <w:lang w:eastAsia="pt-BR"/>
        </w:rPr>
        <w:t>: R$ ______ (VALOR POR EXTENSO).</w:t>
      </w:r>
    </w:p>
    <w:p w14:paraId="04C73723" w14:textId="653F57AE" w:rsidR="00C75367" w:rsidRPr="008D3BE2" w:rsidRDefault="004F7F67" w:rsidP="003D78F4">
      <w:pPr>
        <w:spacing w:after="0"/>
        <w:ind w:left="360" w:right="2"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2</w:t>
      </w:r>
      <w:r w:rsidR="00D63FBC" w:rsidRPr="008D3BE2">
        <w:rPr>
          <w:rFonts w:ascii="Arial Narrow" w:eastAsia="Times New Roman" w:hAnsi="Arial Narrow" w:cs="Times New Roman"/>
          <w:sz w:val="20"/>
          <w:szCs w:val="20"/>
          <w:lang w:eastAsia="pt-BR"/>
        </w:rPr>
        <w:t xml:space="preserve">) </w:t>
      </w:r>
      <w:r w:rsidR="00C75367" w:rsidRPr="008D3BE2">
        <w:rPr>
          <w:rFonts w:ascii="Arial Narrow" w:eastAsia="Times New Roman" w:hAnsi="Arial Narrow" w:cs="Times New Roman"/>
          <w:sz w:val="20"/>
          <w:szCs w:val="20"/>
          <w:lang w:eastAsia="pt-BR"/>
        </w:rPr>
        <w:t>Esta proposta é válida por 60 (sessenta) dias, a contar da data de sua apresentação.</w:t>
      </w:r>
    </w:p>
    <w:p w14:paraId="699AE565" w14:textId="6BBE7C3A" w:rsidR="00C75367" w:rsidRPr="008D3BE2" w:rsidRDefault="004F7F67" w:rsidP="00D63FBC">
      <w:pPr>
        <w:spacing w:after="0"/>
        <w:ind w:left="224" w:right="2" w:hanging="224"/>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3</w:t>
      </w:r>
      <w:r w:rsidR="00D63FBC" w:rsidRPr="008D3BE2">
        <w:rPr>
          <w:rFonts w:ascii="Arial Narrow" w:eastAsia="Times New Roman" w:hAnsi="Arial Narrow" w:cs="Times New Roman"/>
          <w:sz w:val="20"/>
          <w:szCs w:val="20"/>
          <w:lang w:eastAsia="pt-BR"/>
        </w:rPr>
        <w:t>) </w:t>
      </w:r>
      <w:r w:rsidR="00C75367" w:rsidRPr="008D3BE2">
        <w:rPr>
          <w:rFonts w:ascii="Arial Narrow" w:eastAsia="Times New Roman" w:hAnsi="Arial Narrow" w:cs="Times New Roman"/>
          <w:sz w:val="20"/>
          <w:szCs w:val="20"/>
          <w:lang w:eastAsia="pt-BR"/>
        </w:rPr>
        <w:t>Nos preços apresentados acima já estão computados todos os custos decorrentes do fornecimento objeto desta licitação, bem como todos os tributos e encargos trabalhistas, previdenciários, comerciais, além de seguros, fretes, deslocamentos de pessoal e de bens, se houverem, e quaisquer outros custos que incidam direta ou indiretamente nesta contratação.</w:t>
      </w:r>
    </w:p>
    <w:p w14:paraId="765F4FEB" w14:textId="65D33559" w:rsidR="00C75367" w:rsidRPr="008D3BE2" w:rsidRDefault="004F7F67" w:rsidP="003D78F4">
      <w:pPr>
        <w:spacing w:after="0"/>
        <w:ind w:right="2"/>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4</w:t>
      </w:r>
      <w:r w:rsidR="00C75367" w:rsidRPr="008D3BE2">
        <w:rPr>
          <w:rFonts w:ascii="Arial Narrow" w:eastAsia="Times New Roman" w:hAnsi="Arial Narrow" w:cs="Times New Roman"/>
          <w:sz w:val="20"/>
          <w:szCs w:val="20"/>
          <w:lang w:eastAsia="pt-BR"/>
        </w:rPr>
        <w:t xml:space="preserve">) </w:t>
      </w:r>
      <w:r w:rsidR="00D63FBC" w:rsidRPr="008D3BE2">
        <w:rPr>
          <w:rFonts w:ascii="Arial Narrow" w:eastAsia="Times New Roman" w:hAnsi="Arial Narrow" w:cs="Times New Roman"/>
          <w:sz w:val="20"/>
          <w:szCs w:val="20"/>
          <w:lang w:eastAsia="pt-BR"/>
        </w:rPr>
        <w:t xml:space="preserve"> </w:t>
      </w:r>
      <w:r w:rsidR="00C75367" w:rsidRPr="008D3BE2">
        <w:rPr>
          <w:rFonts w:ascii="Arial Narrow" w:eastAsia="Times New Roman" w:hAnsi="Arial Narrow" w:cs="Times New Roman"/>
          <w:sz w:val="20"/>
          <w:szCs w:val="20"/>
          <w:lang w:eastAsia="pt-BR"/>
        </w:rPr>
        <w:t>Os dados da nossa empresa são:</w:t>
      </w:r>
    </w:p>
    <w:p w14:paraId="4189F0B8"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 Razão Social: _________________________________________________________;</w:t>
      </w:r>
    </w:p>
    <w:p w14:paraId="63E4908B"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b) CNPJ (MF) nº: _________________________________________________________;</w:t>
      </w:r>
    </w:p>
    <w:p w14:paraId="528A0C32"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c) Inscrição Estadual nº: ___________________________________________________;</w:t>
      </w:r>
    </w:p>
    <w:p w14:paraId="1502C2FE"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d) Endereço: ____________________________________________________________;</w:t>
      </w:r>
    </w:p>
    <w:p w14:paraId="25FF422C"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e) Fone: _____________________ Fax: ______________________________________;</w:t>
      </w:r>
    </w:p>
    <w:p w14:paraId="4C9A58CB"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f) CEP: __________________________; e</w:t>
      </w:r>
    </w:p>
    <w:p w14:paraId="584D302C"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g) Cidade: ________________________ Estado: _______________________________;</w:t>
      </w:r>
    </w:p>
    <w:p w14:paraId="243DEC51"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h)</w:t>
      </w:r>
      <w:r w:rsidR="00D63FBC" w:rsidRPr="008D3BE2">
        <w:rPr>
          <w:rFonts w:ascii="Arial Narrow" w:eastAsia="Times New Roman" w:hAnsi="Arial Narrow" w:cs="Times New Roman"/>
          <w:sz w:val="20"/>
          <w:szCs w:val="20"/>
          <w:lang w:eastAsia="pt-BR"/>
        </w:rPr>
        <w:t xml:space="preserve"> </w:t>
      </w:r>
      <w:r w:rsidRPr="008D3BE2">
        <w:rPr>
          <w:rFonts w:ascii="Arial Narrow" w:eastAsia="Times New Roman" w:hAnsi="Arial Narrow" w:cs="Times New Roman"/>
          <w:sz w:val="20"/>
          <w:szCs w:val="20"/>
          <w:lang w:eastAsia="pt-BR"/>
        </w:rPr>
        <w:t>Representante (s) legal (</w:t>
      </w:r>
      <w:proofErr w:type="spellStart"/>
      <w:r w:rsidRPr="008D3BE2">
        <w:rPr>
          <w:rFonts w:ascii="Arial Narrow" w:eastAsia="Times New Roman" w:hAnsi="Arial Narrow" w:cs="Times New Roman"/>
          <w:sz w:val="20"/>
          <w:szCs w:val="20"/>
          <w:lang w:eastAsia="pt-BR"/>
        </w:rPr>
        <w:t>is</w:t>
      </w:r>
      <w:proofErr w:type="spellEnd"/>
      <w:r w:rsidRPr="008D3BE2">
        <w:rPr>
          <w:rFonts w:ascii="Arial Narrow" w:eastAsia="Times New Roman" w:hAnsi="Arial Narrow" w:cs="Times New Roman"/>
          <w:sz w:val="20"/>
          <w:szCs w:val="20"/>
          <w:lang w:eastAsia="pt-BR"/>
        </w:rPr>
        <w:t>) com poderes para assinar o contrato:</w:t>
      </w:r>
      <w:r w:rsidR="00D63FBC" w:rsidRPr="008D3BE2">
        <w:rPr>
          <w:rFonts w:ascii="Arial Narrow" w:eastAsia="Times New Roman" w:hAnsi="Arial Narrow" w:cs="Times New Roman"/>
          <w:sz w:val="20"/>
          <w:szCs w:val="20"/>
          <w:lang w:eastAsia="pt-BR"/>
        </w:rPr>
        <w:t xml:space="preserve"> </w:t>
      </w:r>
      <w:r w:rsidRPr="008D3BE2">
        <w:rPr>
          <w:rFonts w:ascii="Arial Narrow" w:eastAsia="Times New Roman" w:hAnsi="Arial Narrow" w:cs="Times New Roman"/>
          <w:sz w:val="20"/>
          <w:szCs w:val="20"/>
          <w:lang w:eastAsia="pt-BR"/>
        </w:rPr>
        <w:t>______</w:t>
      </w:r>
      <w:r w:rsidR="00D63FBC" w:rsidRPr="008D3BE2">
        <w:rPr>
          <w:rFonts w:ascii="Arial Narrow" w:eastAsia="Times New Roman" w:hAnsi="Arial Narrow" w:cs="Times New Roman"/>
          <w:sz w:val="20"/>
          <w:szCs w:val="20"/>
          <w:lang w:eastAsia="pt-BR"/>
        </w:rPr>
        <w:t>__________</w:t>
      </w:r>
      <w:r w:rsidRPr="008D3BE2">
        <w:rPr>
          <w:rFonts w:ascii="Arial Narrow" w:eastAsia="Times New Roman" w:hAnsi="Arial Narrow" w:cs="Times New Roman"/>
          <w:sz w:val="20"/>
          <w:szCs w:val="20"/>
          <w:lang w:eastAsia="pt-BR"/>
        </w:rPr>
        <w:t>;</w:t>
      </w:r>
    </w:p>
    <w:p w14:paraId="769F9B37"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i) Qualificação (Cargo, RG, CPF):</w:t>
      </w:r>
      <w:r w:rsidR="00D63FBC" w:rsidRPr="008D3BE2">
        <w:rPr>
          <w:rFonts w:ascii="Arial Narrow" w:eastAsia="Times New Roman" w:hAnsi="Arial Narrow" w:cs="Times New Roman"/>
          <w:sz w:val="20"/>
          <w:szCs w:val="20"/>
          <w:lang w:eastAsia="pt-BR"/>
        </w:rPr>
        <w:t xml:space="preserve"> </w:t>
      </w:r>
      <w:r w:rsidRPr="008D3BE2">
        <w:rPr>
          <w:rFonts w:ascii="Arial Narrow" w:eastAsia="Times New Roman" w:hAnsi="Arial Narrow" w:cs="Times New Roman"/>
          <w:sz w:val="20"/>
          <w:szCs w:val="20"/>
          <w:lang w:eastAsia="pt-BR"/>
        </w:rPr>
        <w:t>____________________________________________;</w:t>
      </w:r>
    </w:p>
    <w:p w14:paraId="64128B3C" w14:textId="77777777" w:rsidR="00C75367" w:rsidRPr="008D3BE2" w:rsidRDefault="00C75367" w:rsidP="003D78F4">
      <w:pPr>
        <w:spacing w:after="0"/>
        <w:ind w:right="2"/>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j) Banco:</w:t>
      </w:r>
      <w:r w:rsidR="00D63FBC" w:rsidRPr="008D3BE2">
        <w:rPr>
          <w:rFonts w:ascii="Arial Narrow" w:eastAsia="Times New Roman" w:hAnsi="Arial Narrow" w:cs="Times New Roman"/>
          <w:sz w:val="20"/>
          <w:szCs w:val="20"/>
          <w:lang w:eastAsia="pt-BR"/>
        </w:rPr>
        <w:t xml:space="preserve"> </w:t>
      </w:r>
      <w:r w:rsidRPr="008D3BE2">
        <w:rPr>
          <w:rFonts w:ascii="Arial Narrow" w:eastAsia="Times New Roman" w:hAnsi="Arial Narrow" w:cs="Times New Roman"/>
          <w:sz w:val="20"/>
          <w:szCs w:val="20"/>
          <w:lang w:eastAsia="pt-BR"/>
        </w:rPr>
        <w:t xml:space="preserve">________Conta </w:t>
      </w:r>
      <w:proofErr w:type="spellStart"/>
      <w:r w:rsidRPr="008D3BE2">
        <w:rPr>
          <w:rFonts w:ascii="Arial Narrow" w:eastAsia="Times New Roman" w:hAnsi="Arial Narrow" w:cs="Times New Roman"/>
          <w:sz w:val="20"/>
          <w:szCs w:val="20"/>
          <w:lang w:eastAsia="pt-BR"/>
        </w:rPr>
        <w:t>Corrente:_________________Agência</w:t>
      </w:r>
      <w:proofErr w:type="spellEnd"/>
      <w:r w:rsidRPr="008D3BE2">
        <w:rPr>
          <w:rFonts w:ascii="Arial Narrow" w:eastAsia="Times New Roman" w:hAnsi="Arial Narrow" w:cs="Times New Roman"/>
          <w:sz w:val="20"/>
          <w:szCs w:val="20"/>
          <w:lang w:eastAsia="pt-BR"/>
        </w:rPr>
        <w:t>:___________________.</w:t>
      </w:r>
    </w:p>
    <w:p w14:paraId="3674592F" w14:textId="77777777" w:rsidR="00C75367" w:rsidRPr="008D3BE2" w:rsidRDefault="00C75367" w:rsidP="003D78F4">
      <w:pPr>
        <w:spacing w:after="0"/>
        <w:ind w:right="2"/>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288E387E" w14:textId="77777777" w:rsidR="00C75367" w:rsidRPr="008D3BE2" w:rsidRDefault="00C75367" w:rsidP="003D78F4">
      <w:pPr>
        <w:spacing w:after="0"/>
        <w:ind w:right="2"/>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Local e data</w:t>
      </w:r>
    </w:p>
    <w:p w14:paraId="7319FA22" w14:textId="77777777" w:rsidR="00C75367" w:rsidRPr="008D3BE2" w:rsidRDefault="00C75367" w:rsidP="003D78F4">
      <w:pPr>
        <w:spacing w:after="0"/>
        <w:ind w:right="2"/>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________________________________________________________</w:t>
      </w:r>
    </w:p>
    <w:p w14:paraId="469DEBAD" w14:textId="77777777" w:rsidR="00C75367" w:rsidRPr="008D3BE2" w:rsidRDefault="00C75367" w:rsidP="003D78F4">
      <w:pPr>
        <w:spacing w:after="0"/>
        <w:ind w:right="2"/>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Assinatura do Representante Legal</w:t>
      </w:r>
    </w:p>
    <w:p w14:paraId="33673978" w14:textId="77777777" w:rsidR="00C75367" w:rsidRPr="008D3BE2" w:rsidRDefault="00922B35" w:rsidP="003D78F4">
      <w:pPr>
        <w:spacing w:after="0"/>
        <w:jc w:val="left"/>
        <w:rPr>
          <w:rFonts w:ascii="Arial Narrow" w:eastAsia="Times New Roman" w:hAnsi="Arial Narrow" w:cs="Times New Roman"/>
          <w:sz w:val="20"/>
          <w:szCs w:val="20"/>
          <w:lang w:eastAsia="pt-BR"/>
        </w:rPr>
      </w:pPr>
      <w:r>
        <w:rPr>
          <w:rFonts w:ascii="Arial Narrow" w:eastAsia="Times New Roman" w:hAnsi="Arial Narrow" w:cs="Times New Roman"/>
          <w:sz w:val="20"/>
          <w:szCs w:val="20"/>
          <w:lang w:eastAsia="pt-BR"/>
        </w:rPr>
        <w:pict w14:anchorId="377FCEE7">
          <v:rect id="_x0000_i1025" style="width:0;height:1.5pt" o:hralign="center" o:hrstd="t" o:hr="t" fillcolor="#a0a0a0" stroked="f"/>
        </w:pict>
      </w:r>
    </w:p>
    <w:p w14:paraId="1A148078" w14:textId="77777777" w:rsidR="00C75367" w:rsidRPr="008D3BE2" w:rsidRDefault="00C75367" w:rsidP="003D78F4">
      <w:pPr>
        <w:spacing w:after="0"/>
        <w:ind w:right="2"/>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1F914733" w14:textId="77777777" w:rsidR="00E84CF4" w:rsidRPr="008D3BE2" w:rsidRDefault="00E84CF4" w:rsidP="003D78F4">
      <w:pPr>
        <w:shd w:val="clear" w:color="auto" w:fill="FFFFFF"/>
        <w:spacing w:after="0"/>
        <w:ind w:left="68" w:right="68"/>
        <w:jc w:val="center"/>
        <w:rPr>
          <w:rFonts w:ascii="Arial Narrow" w:eastAsia="Times New Roman" w:hAnsi="Arial Narrow" w:cs="Times New Roman"/>
          <w:b/>
          <w:bCs/>
          <w:color w:val="000000"/>
          <w:sz w:val="20"/>
          <w:szCs w:val="20"/>
          <w:lang w:eastAsia="pt-BR"/>
        </w:rPr>
        <w:sectPr w:rsidR="00E84CF4" w:rsidRPr="008D3BE2" w:rsidSect="00F53947">
          <w:headerReference w:type="default" r:id="rId19"/>
          <w:footerReference w:type="default" r:id="rId20"/>
          <w:pgSz w:w="11906" w:h="16838" w:code="9"/>
          <w:pgMar w:top="1134" w:right="1134" w:bottom="1134" w:left="1588" w:header="680" w:footer="680" w:gutter="0"/>
          <w:cols w:space="708"/>
          <w:docGrid w:linePitch="360"/>
        </w:sectPr>
      </w:pPr>
    </w:p>
    <w:p w14:paraId="123BFC0D" w14:textId="77777777" w:rsidR="007666AC" w:rsidRPr="008D3BE2" w:rsidRDefault="007666AC" w:rsidP="00113920">
      <w:pPr>
        <w:shd w:val="clear" w:color="auto" w:fill="FFFFFF"/>
        <w:spacing w:after="0"/>
        <w:ind w:left="68" w:right="68"/>
        <w:jc w:val="center"/>
        <w:rPr>
          <w:rFonts w:ascii="Arial Narrow" w:eastAsia="Times New Roman" w:hAnsi="Arial Narrow" w:cs="Times New Roman"/>
          <w:b/>
          <w:bCs/>
          <w:color w:val="000000"/>
          <w:sz w:val="20"/>
          <w:szCs w:val="20"/>
          <w:lang w:eastAsia="pt-BR"/>
        </w:rPr>
      </w:pPr>
    </w:p>
    <w:p w14:paraId="7AC3579F" w14:textId="77777777" w:rsidR="008249CB" w:rsidRPr="008D3BE2" w:rsidRDefault="008249CB" w:rsidP="008249CB">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ANEXO IV - MINUTA</w:t>
      </w:r>
    </w:p>
    <w:p w14:paraId="330579FB" w14:textId="77777777" w:rsidR="008249CB" w:rsidRPr="008D3BE2" w:rsidRDefault="008249CB" w:rsidP="008249CB">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CONTRATO DE FORNECIMENTO – CONDIÇÕES ESPECÍFICAS</w:t>
      </w:r>
    </w:p>
    <w:p w14:paraId="7425588A"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 </w:t>
      </w:r>
    </w:p>
    <w:p w14:paraId="57C2957A" w14:textId="5CCC956B" w:rsidR="008249CB" w:rsidRPr="008D3BE2" w:rsidRDefault="008249CB" w:rsidP="008249CB">
      <w:pPr>
        <w:tabs>
          <w:tab w:val="left" w:pos="2042"/>
          <w:tab w:val="left" w:pos="8080"/>
        </w:tabs>
        <w:spacing w:after="0"/>
        <w:ind w:left="3119"/>
        <w:rPr>
          <w:rFonts w:ascii="Arial Narrow" w:eastAsia="Times New Roman" w:hAnsi="Arial Narrow" w:cs="Arial"/>
          <w:color w:val="000000"/>
          <w:sz w:val="20"/>
          <w:szCs w:val="20"/>
          <w:lang w:eastAsia="pt-BR"/>
        </w:rPr>
      </w:pPr>
      <w:r w:rsidRPr="008D3BE2">
        <w:rPr>
          <w:rFonts w:ascii="Arial Narrow" w:eastAsia="Calibri" w:hAnsi="Arial Narrow" w:cs="Arial"/>
          <w:b/>
          <w:bCs/>
          <w:color w:val="000000"/>
          <w:sz w:val="20"/>
          <w:szCs w:val="20"/>
          <w:lang w:eastAsia="pt-BR"/>
        </w:rPr>
        <w:t xml:space="preserve">CONTRATO DE FORNECIMENTO QUE CELEBRAM ENTRE SI A CONFEDERAÇÃO NACIONAL DA INDÚSTRIA (CNI), SERVIÇO SOCIAL DA INDÚSTRIA – DEPARTAMENTO NACIONAL (SESI/DN), SERVIÇO NACIONAL DE APRENDIZAGEM INDUSTRIAL – DEPARTAMENTO NACIONAL (SENAI/DN), O INSTITUTO EUVALDO LODI – NÚCLEO CENTAL (IEL/NC) </w:t>
      </w:r>
      <w:r w:rsidRPr="008D3BE2">
        <w:rPr>
          <w:rFonts w:ascii="Arial Narrow" w:eastAsia="Calibri" w:hAnsi="Arial Narrow" w:cs="Arial"/>
          <w:b/>
          <w:color w:val="000000"/>
          <w:sz w:val="20"/>
          <w:szCs w:val="20"/>
          <w:lang w:eastAsia="pt-BR"/>
        </w:rPr>
        <w:t xml:space="preserve">E A EMPRESA _____________. </w:t>
      </w:r>
      <w:r w:rsidRPr="008D3BE2">
        <w:rPr>
          <w:rFonts w:ascii="Arial Narrow" w:eastAsia="Times New Roman" w:hAnsi="Arial Narrow" w:cs="Arial"/>
          <w:b/>
          <w:color w:val="000000"/>
          <w:sz w:val="20"/>
          <w:szCs w:val="20"/>
          <w:lang w:eastAsia="pt-BR"/>
        </w:rPr>
        <w:t>PROCESSO PRO-</w:t>
      </w:r>
      <w:r w:rsidR="00F25576" w:rsidRPr="008D3BE2">
        <w:rPr>
          <w:rFonts w:ascii="Arial Narrow" w:eastAsia="Times New Roman" w:hAnsi="Arial Narrow" w:cs="Arial"/>
          <w:b/>
          <w:color w:val="000000"/>
          <w:sz w:val="20"/>
          <w:szCs w:val="20"/>
          <w:lang w:eastAsia="pt-BR"/>
        </w:rPr>
        <w:t>01516</w:t>
      </w:r>
      <w:r w:rsidRPr="008D3BE2">
        <w:rPr>
          <w:rFonts w:ascii="Arial Narrow" w:eastAsia="Times New Roman" w:hAnsi="Arial Narrow" w:cs="Arial"/>
          <w:b/>
          <w:color w:val="000000"/>
          <w:sz w:val="20"/>
          <w:szCs w:val="20"/>
          <w:lang w:eastAsia="pt-BR"/>
        </w:rPr>
        <w:t xml:space="preserve">/2021 - SC </w:t>
      </w:r>
      <w:r w:rsidR="00F25576" w:rsidRPr="008D3BE2">
        <w:rPr>
          <w:rFonts w:ascii="Arial Narrow" w:eastAsia="Times New Roman" w:hAnsi="Arial Narrow" w:cs="Arial"/>
          <w:b/>
          <w:color w:val="000000"/>
          <w:sz w:val="20"/>
          <w:szCs w:val="20"/>
          <w:lang w:eastAsia="pt-BR"/>
        </w:rPr>
        <w:t>047348</w:t>
      </w:r>
      <w:r w:rsidRPr="008D3BE2">
        <w:rPr>
          <w:rFonts w:ascii="Arial Narrow" w:eastAsia="Times New Roman" w:hAnsi="Arial Narrow" w:cs="Arial"/>
          <w:b/>
          <w:color w:val="000000"/>
          <w:sz w:val="20"/>
          <w:szCs w:val="20"/>
          <w:lang w:eastAsia="pt-BR"/>
        </w:rPr>
        <w:t>.</w:t>
      </w:r>
    </w:p>
    <w:p w14:paraId="5EED4029" w14:textId="77777777" w:rsidR="008249CB" w:rsidRPr="008D3BE2" w:rsidRDefault="008249CB" w:rsidP="008249CB">
      <w:pPr>
        <w:tabs>
          <w:tab w:val="left" w:pos="2042"/>
          <w:tab w:val="left" w:pos="8080"/>
        </w:tabs>
        <w:spacing w:after="0"/>
        <w:rPr>
          <w:rFonts w:ascii="Arial Narrow" w:eastAsia="Times New Roman" w:hAnsi="Arial Narrow" w:cs="Arial"/>
          <w:color w:val="000000"/>
          <w:sz w:val="20"/>
          <w:szCs w:val="20"/>
          <w:lang w:eastAsia="pt-BR"/>
        </w:rPr>
      </w:pPr>
      <w:r w:rsidRPr="008D3BE2">
        <w:rPr>
          <w:rFonts w:ascii="Arial Narrow" w:eastAsia="Calibri" w:hAnsi="Arial Narrow" w:cs="Arial"/>
          <w:b/>
          <w:color w:val="000000"/>
          <w:sz w:val="20"/>
          <w:szCs w:val="20"/>
          <w:lang w:eastAsia="pt-BR"/>
        </w:rPr>
        <w:t>CONTRATANTES</w:t>
      </w:r>
      <w:r w:rsidRPr="008D3BE2">
        <w:rPr>
          <w:rFonts w:ascii="Arial Narrow" w:eastAsia="Calibri" w:hAnsi="Arial Narrow" w:cs="Arial"/>
          <w:color w:val="000000"/>
          <w:sz w:val="20"/>
          <w:szCs w:val="20"/>
          <w:lang w:eastAsia="pt-BR"/>
        </w:rPr>
        <w:t>:</w:t>
      </w:r>
    </w:p>
    <w:p w14:paraId="4EC352BD"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 </w:t>
      </w:r>
    </w:p>
    <w:p w14:paraId="364A0171" w14:textId="77777777" w:rsidR="008249CB" w:rsidRPr="008D3BE2" w:rsidRDefault="008249CB" w:rsidP="00916056">
      <w:pPr>
        <w:pStyle w:val="PargrafodaLista"/>
        <w:numPr>
          <w:ilvl w:val="0"/>
          <w:numId w:val="45"/>
        </w:num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CONFEDERAÇÃO NACIONAL DA INDÚSTRIA - CNI</w:t>
      </w:r>
      <w:r w:rsidRPr="008D3BE2">
        <w:rPr>
          <w:rFonts w:ascii="Arial Narrow" w:eastAsia="Times New Roman" w:hAnsi="Arial Narrow" w:cs="Arial"/>
          <w:color w:val="000000"/>
          <w:sz w:val="20"/>
          <w:szCs w:val="20"/>
          <w:lang w:eastAsia="pt-BR"/>
        </w:rPr>
        <w:t>, com endereço no SBN, Quadra 01, Bloco C, Edifício Roberto Simonsen, Asa Norte, Brasília-DF, inscrita no CNPJ/MF sob o nº. 33.665.126/0001-34, neste ato representado pelo ___________, portador da cédula de identidade nº ________ e inscrito no CPF/MF sob o nº ___________.</w:t>
      </w:r>
    </w:p>
    <w:p w14:paraId="50260B4A" w14:textId="72AAF5CA" w:rsidR="008249CB" w:rsidRPr="008D3BE2" w:rsidRDefault="008249CB" w:rsidP="00916056">
      <w:pPr>
        <w:tabs>
          <w:tab w:val="left" w:pos="8080"/>
        </w:tabs>
        <w:spacing w:after="0"/>
        <w:ind w:firstLine="45"/>
        <w:rPr>
          <w:rFonts w:ascii="Arial Narrow" w:eastAsia="Times New Roman" w:hAnsi="Arial Narrow" w:cs="Arial"/>
          <w:color w:val="000000"/>
          <w:sz w:val="20"/>
          <w:szCs w:val="20"/>
          <w:lang w:eastAsia="pt-BR"/>
        </w:rPr>
      </w:pPr>
    </w:p>
    <w:p w14:paraId="5E8BFB69" w14:textId="77777777" w:rsidR="008249CB" w:rsidRPr="008D3BE2" w:rsidRDefault="008249CB" w:rsidP="00916056">
      <w:pPr>
        <w:pStyle w:val="PargrafodaLista"/>
        <w:numPr>
          <w:ilvl w:val="0"/>
          <w:numId w:val="45"/>
        </w:num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 xml:space="preserve">SERVIÇO SOCIAL DA INDÚSTRIA - DEPARTAMENTO NACIONAL - SESI/DN, </w:t>
      </w:r>
      <w:r w:rsidRPr="008D3BE2">
        <w:rPr>
          <w:rFonts w:ascii="Arial Narrow" w:eastAsia="Times New Roman" w:hAnsi="Arial Narrow" w:cs="Arial"/>
          <w:color w:val="000000"/>
          <w:sz w:val="20"/>
          <w:szCs w:val="20"/>
          <w:lang w:eastAsia="pt-BR"/>
        </w:rPr>
        <w:t xml:space="preserve">com endereço no SBN, Quadra 01, Bloco C, Edifício Roberto Simonsen, Asa Norte, Brasília-DF, inscrito no CNPJ/MF sob o nº. 33.641.358/0001-52 neste ato representado pelo ___________, portador da cédula de identidade nº ________ e inscrito no CPF/MF sob o nº ___________. </w:t>
      </w:r>
    </w:p>
    <w:p w14:paraId="3B38C9B4" w14:textId="72E33BEA" w:rsidR="008249CB" w:rsidRPr="008D3BE2" w:rsidRDefault="008249CB" w:rsidP="00916056">
      <w:pPr>
        <w:tabs>
          <w:tab w:val="left" w:pos="8080"/>
        </w:tabs>
        <w:spacing w:after="0"/>
        <w:ind w:firstLine="45"/>
        <w:rPr>
          <w:rFonts w:ascii="Arial Narrow" w:eastAsia="Times New Roman" w:hAnsi="Arial Narrow" w:cs="Arial"/>
          <w:color w:val="000000"/>
          <w:sz w:val="20"/>
          <w:szCs w:val="20"/>
          <w:lang w:eastAsia="pt-BR"/>
        </w:rPr>
      </w:pPr>
    </w:p>
    <w:p w14:paraId="0C9EE113" w14:textId="77777777" w:rsidR="008249CB" w:rsidRPr="008D3BE2" w:rsidRDefault="008249CB" w:rsidP="00916056">
      <w:pPr>
        <w:pStyle w:val="PargrafodaLista"/>
        <w:numPr>
          <w:ilvl w:val="0"/>
          <w:numId w:val="45"/>
        </w:num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SERVIÇO NACIONAL DE APRENDIZAGEM INDUSTRIAL - DEPARTAMENTO NACIONAL - SENAI-DN</w:t>
      </w:r>
      <w:r w:rsidRPr="008D3BE2">
        <w:rPr>
          <w:rFonts w:ascii="Arial Narrow" w:eastAsia="Times New Roman" w:hAnsi="Arial Narrow" w:cs="Arial"/>
          <w:color w:val="000000"/>
          <w:sz w:val="20"/>
          <w:szCs w:val="20"/>
          <w:lang w:eastAsia="pt-BR"/>
        </w:rPr>
        <w:t>, com endereço no SBN, Quadra 01, Bloco C, Edifício Roberto Simonsen, Asa Norte, Brasília-DF, inscrita no CNPJ/MF sob o nº. 33.564.543/0001-90, neste ato representado pelo ___________, portador da cédula de identidade nº ________ e inscrito no CPF/MF sob o nº ___________.</w:t>
      </w:r>
    </w:p>
    <w:p w14:paraId="462D51D8" w14:textId="6F45C02C" w:rsidR="008249CB" w:rsidRPr="008D3BE2" w:rsidRDefault="008249CB" w:rsidP="00916056">
      <w:pPr>
        <w:tabs>
          <w:tab w:val="left" w:pos="8080"/>
        </w:tabs>
        <w:spacing w:after="0"/>
        <w:ind w:firstLine="45"/>
        <w:rPr>
          <w:rFonts w:ascii="Arial Narrow" w:eastAsia="Times New Roman" w:hAnsi="Arial Narrow" w:cs="Arial"/>
          <w:color w:val="000000"/>
          <w:sz w:val="20"/>
          <w:szCs w:val="20"/>
          <w:lang w:eastAsia="pt-BR"/>
        </w:rPr>
      </w:pPr>
    </w:p>
    <w:p w14:paraId="53A9B14C" w14:textId="77777777" w:rsidR="008249CB" w:rsidRPr="008D3BE2" w:rsidRDefault="008249CB" w:rsidP="00916056">
      <w:pPr>
        <w:pStyle w:val="PargrafodaLista"/>
        <w:numPr>
          <w:ilvl w:val="0"/>
          <w:numId w:val="45"/>
        </w:num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INSTITUTO EUVALDO LODI - NÚCLEO CENTRAL</w:t>
      </w:r>
      <w:r w:rsidRPr="008D3BE2">
        <w:rPr>
          <w:rFonts w:ascii="Arial Narrow" w:eastAsia="Times New Roman" w:hAnsi="Arial Narrow" w:cs="Arial"/>
          <w:color w:val="000000"/>
          <w:sz w:val="20"/>
          <w:szCs w:val="20"/>
          <w:lang w:eastAsia="pt-BR"/>
        </w:rPr>
        <w:t>, com endereço no SBN, Quadra 1, Bloco C, Edifício Roberto Simonsen, 6º andar, na cidade de Brasília (DF), inscrito no CNPJ/MF sob o nº 33.938.861/0001-74 neste ato representado pelo ___________, portador da cédula de identidade nº ________ e inscrito no CPF/MF sob o nº ___________.</w:t>
      </w:r>
    </w:p>
    <w:p w14:paraId="300384AE" w14:textId="77777777" w:rsidR="008249CB" w:rsidRPr="008D3BE2" w:rsidRDefault="008249CB" w:rsidP="008249CB">
      <w:pPr>
        <w:tabs>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1205D969" w14:textId="77777777" w:rsidR="008249CB" w:rsidRPr="008D3BE2" w:rsidRDefault="008249CB" w:rsidP="008249CB">
      <w:pPr>
        <w:tabs>
          <w:tab w:val="left" w:pos="8080"/>
          <w:tab w:val="left" w:pos="1063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CONTRATADA:</w:t>
      </w:r>
    </w:p>
    <w:p w14:paraId="05724E97" w14:textId="77777777" w:rsidR="008249CB" w:rsidRPr="008D3BE2" w:rsidRDefault="008249CB" w:rsidP="008249CB">
      <w:pPr>
        <w:tabs>
          <w:tab w:val="left" w:pos="8080"/>
          <w:tab w:val="left" w:pos="1063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D3DA83D" w14:textId="77777777" w:rsidR="008249CB" w:rsidRPr="008D3BE2" w:rsidRDefault="008249CB" w:rsidP="00916056">
      <w:pPr>
        <w:pStyle w:val="PargrafodaLista"/>
        <w:numPr>
          <w:ilvl w:val="0"/>
          <w:numId w:val="43"/>
        </w:num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bCs/>
          <w:color w:val="000000"/>
          <w:sz w:val="20"/>
          <w:szCs w:val="20"/>
          <w:lang w:eastAsia="pt-BR"/>
        </w:rPr>
        <w:t>EMPRESA</w:t>
      </w:r>
      <w:r w:rsidRPr="008D3BE2">
        <w:rPr>
          <w:rFonts w:ascii="Arial Narrow" w:eastAsia="Times New Roman" w:hAnsi="Arial Narrow" w:cs="Arial"/>
          <w:color w:val="000000"/>
          <w:sz w:val="20"/>
          <w:szCs w:val="20"/>
          <w:lang w:eastAsia="pt-BR"/>
        </w:rPr>
        <w:t>___________________, com sede na Rua ________________, nº ____, bairro _______, na cidade de_______ (UF), CEP_______, fone ______, inscrita no CNPJ sob o nº ________, inscrição municipal nº ______, neste ato representada por __________, cargo/função _______, portador do RG nº_______ e CPF nº _______.</w:t>
      </w:r>
    </w:p>
    <w:p w14:paraId="116BD42D" w14:textId="77777777" w:rsidR="008249CB" w:rsidRPr="008D3BE2" w:rsidRDefault="008249CB" w:rsidP="008249CB">
      <w:pPr>
        <w:tabs>
          <w:tab w:val="left" w:pos="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0B775AC" w14:textId="0A2FAB40" w:rsidR="008249CB" w:rsidRPr="008D3BE2" w:rsidRDefault="008249CB" w:rsidP="008249CB">
      <w:pPr>
        <w:tabs>
          <w:tab w:val="left" w:pos="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As partes acima identificadas e qualificadas, doravante denominadas simplesmente </w:t>
      </w:r>
      <w:r w:rsidRPr="008D3BE2">
        <w:rPr>
          <w:rFonts w:ascii="Arial Narrow" w:eastAsia="Times New Roman" w:hAnsi="Arial Narrow" w:cs="Arial"/>
          <w:b/>
          <w:bCs/>
          <w:color w:val="000000"/>
          <w:sz w:val="20"/>
          <w:szCs w:val="20"/>
          <w:lang w:eastAsia="pt-BR"/>
        </w:rPr>
        <w:t>CONTRATANTES</w:t>
      </w:r>
      <w:r w:rsidRPr="008D3BE2">
        <w:rPr>
          <w:rFonts w:ascii="Arial Narrow" w:eastAsia="Times New Roman" w:hAnsi="Arial Narrow" w:cs="Arial"/>
          <w:color w:val="000000"/>
          <w:sz w:val="20"/>
          <w:szCs w:val="20"/>
          <w:lang w:eastAsia="pt-BR"/>
        </w:rPr>
        <w:t xml:space="preserve">, a primeira e </w:t>
      </w:r>
      <w:r w:rsidRPr="008D3BE2">
        <w:rPr>
          <w:rFonts w:ascii="Arial Narrow" w:eastAsia="Times New Roman" w:hAnsi="Arial Narrow" w:cs="Arial"/>
          <w:b/>
          <w:color w:val="000000"/>
          <w:sz w:val="20"/>
          <w:szCs w:val="20"/>
          <w:lang w:eastAsia="pt-BR"/>
        </w:rPr>
        <w:t xml:space="preserve">CONTRATADA </w:t>
      </w:r>
      <w:r w:rsidRPr="008D3BE2">
        <w:rPr>
          <w:rFonts w:ascii="Arial Narrow" w:eastAsia="Times New Roman" w:hAnsi="Arial Narrow" w:cs="Arial"/>
          <w:color w:val="000000"/>
          <w:sz w:val="20"/>
          <w:szCs w:val="20"/>
          <w:lang w:eastAsia="pt-BR"/>
        </w:rPr>
        <w:t xml:space="preserve">a segunda, por intermédio de processo licitatório na modalidade de </w:t>
      </w:r>
      <w:r w:rsidRPr="008D3BE2">
        <w:rPr>
          <w:rFonts w:ascii="Arial Narrow" w:eastAsia="Times New Roman" w:hAnsi="Arial Narrow" w:cs="Arial"/>
          <w:b/>
          <w:color w:val="000000"/>
          <w:sz w:val="20"/>
          <w:szCs w:val="20"/>
          <w:lang w:eastAsia="pt-BR"/>
        </w:rPr>
        <w:t xml:space="preserve">Pregão </w:t>
      </w:r>
      <w:r w:rsidR="00F25576" w:rsidRPr="008D3BE2">
        <w:rPr>
          <w:rFonts w:ascii="Arial Narrow" w:eastAsia="Times New Roman" w:hAnsi="Arial Narrow" w:cs="Arial"/>
          <w:b/>
          <w:color w:val="000000"/>
          <w:sz w:val="20"/>
          <w:szCs w:val="20"/>
          <w:lang w:eastAsia="pt-BR"/>
        </w:rPr>
        <w:t>Eletrônico</w:t>
      </w:r>
      <w:r w:rsidRPr="008D3BE2">
        <w:rPr>
          <w:rFonts w:ascii="Arial Narrow" w:eastAsia="Times New Roman" w:hAnsi="Arial Narrow" w:cs="Arial"/>
          <w:b/>
          <w:color w:val="000000"/>
          <w:sz w:val="20"/>
          <w:szCs w:val="20"/>
          <w:lang w:eastAsia="pt-BR"/>
        </w:rPr>
        <w:t xml:space="preserve"> Nº 0</w:t>
      </w:r>
      <w:r w:rsidR="00F25576" w:rsidRPr="008D3BE2">
        <w:rPr>
          <w:rFonts w:ascii="Arial Narrow" w:eastAsia="Times New Roman" w:hAnsi="Arial Narrow" w:cs="Arial"/>
          <w:b/>
          <w:color w:val="000000"/>
          <w:sz w:val="20"/>
          <w:szCs w:val="20"/>
          <w:lang w:eastAsia="pt-BR"/>
        </w:rPr>
        <w:t>3</w:t>
      </w:r>
      <w:r w:rsidRPr="008D3BE2">
        <w:rPr>
          <w:rFonts w:ascii="Arial Narrow" w:eastAsia="Times New Roman" w:hAnsi="Arial Narrow" w:cs="Arial"/>
          <w:b/>
          <w:color w:val="000000"/>
          <w:sz w:val="20"/>
          <w:szCs w:val="20"/>
          <w:lang w:eastAsia="pt-BR"/>
        </w:rPr>
        <w:t>/2021</w:t>
      </w:r>
      <w:r w:rsidRPr="008D3BE2">
        <w:rPr>
          <w:rFonts w:ascii="Arial Narrow" w:eastAsia="Times New Roman" w:hAnsi="Arial Narrow" w:cs="Arial"/>
          <w:color w:val="000000"/>
          <w:sz w:val="20"/>
          <w:szCs w:val="20"/>
          <w:lang w:eastAsia="pt-BR"/>
        </w:rPr>
        <w:t xml:space="preserve"> , do tipo Menor Preço Global, devidamente autorizado pelo Processo </w:t>
      </w:r>
      <w:r w:rsidRPr="008D3BE2">
        <w:rPr>
          <w:rFonts w:ascii="Arial Narrow" w:eastAsia="Times New Roman" w:hAnsi="Arial Narrow" w:cs="Arial"/>
          <w:b/>
          <w:color w:val="000000"/>
          <w:sz w:val="20"/>
          <w:szCs w:val="20"/>
          <w:lang w:eastAsia="pt-BR"/>
        </w:rPr>
        <w:t xml:space="preserve">PRO </w:t>
      </w:r>
      <w:r w:rsidR="00F25576" w:rsidRPr="008D3BE2">
        <w:rPr>
          <w:rFonts w:ascii="Arial Narrow" w:eastAsia="Times New Roman" w:hAnsi="Arial Narrow" w:cs="Arial"/>
          <w:b/>
          <w:color w:val="000000"/>
          <w:sz w:val="20"/>
          <w:szCs w:val="20"/>
          <w:lang w:eastAsia="pt-BR"/>
        </w:rPr>
        <w:t>01516</w:t>
      </w:r>
      <w:r w:rsidRPr="008D3BE2">
        <w:rPr>
          <w:rFonts w:ascii="Arial Narrow" w:eastAsia="Times New Roman" w:hAnsi="Arial Narrow" w:cs="Arial"/>
          <w:b/>
          <w:color w:val="000000"/>
          <w:sz w:val="20"/>
          <w:szCs w:val="20"/>
          <w:lang w:eastAsia="pt-BR"/>
        </w:rPr>
        <w:t>/2021</w:t>
      </w:r>
      <w:r w:rsidRPr="008D3BE2">
        <w:rPr>
          <w:rFonts w:ascii="Arial Narrow" w:eastAsia="Times New Roman" w:hAnsi="Arial Narrow" w:cs="Arial"/>
          <w:color w:val="000000"/>
          <w:sz w:val="20"/>
          <w:szCs w:val="20"/>
          <w:lang w:eastAsia="pt-BR"/>
        </w:rPr>
        <w:t xml:space="preserve">, que se regerá pelos termos do Edital de Licitação e seus Anexos, quando for o caso, pelo Regulamento de Licitações e Contratos do SESI e do SENAI, devidamente publicados no D.O.U. de 16/9/1998, com as alterações, publicadas em 26/10/2001, 11/11/2002, 24/2/2006, 11/5/2011 e 23/12/2011, pela proposta do(a)(s) </w:t>
      </w:r>
      <w:r w:rsidRPr="008D3BE2">
        <w:rPr>
          <w:rFonts w:ascii="Arial Narrow" w:eastAsia="Times New Roman" w:hAnsi="Arial Narrow" w:cs="Arial"/>
          <w:b/>
          <w:color w:val="000000"/>
          <w:sz w:val="20"/>
          <w:szCs w:val="20"/>
          <w:lang w:eastAsia="pt-BR"/>
        </w:rPr>
        <w:t xml:space="preserve">CONTRATADO(A)(S), </w:t>
      </w:r>
      <w:r w:rsidRPr="008D3BE2">
        <w:rPr>
          <w:rFonts w:ascii="Arial Narrow" w:eastAsia="Times New Roman" w:hAnsi="Arial Narrow" w:cs="Arial"/>
          <w:color w:val="000000"/>
          <w:sz w:val="20"/>
          <w:szCs w:val="20"/>
          <w:lang w:eastAsia="pt-BR"/>
        </w:rPr>
        <w:t>pelas Condições Gerais da prestação de serviços, e pelas cláusulas e condições deste instrumento.</w:t>
      </w:r>
    </w:p>
    <w:p w14:paraId="492A3195"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72BD02C2"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PRIMEIRA – DO OBJETO</w:t>
      </w:r>
    </w:p>
    <w:p w14:paraId="581FC051"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5521B65F" w14:textId="60BC9F64"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O presente instrumento tem por objeto o fornecimento </w:t>
      </w:r>
      <w:r w:rsidR="00942367" w:rsidRPr="008D3BE2">
        <w:rPr>
          <w:rFonts w:ascii="Arial Narrow" w:hAnsi="Arial Narrow"/>
          <w:sz w:val="20"/>
          <w:szCs w:val="20"/>
        </w:rPr>
        <w:t xml:space="preserve">licenças no modelo de subscrição do produto Checkpoint Firewall Next Generation para 16 cores de processador por um período de 12 meses em conformidade com o Termo de Referência. </w:t>
      </w:r>
    </w:p>
    <w:p w14:paraId="095E3747"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b/>
          <w:color w:val="222222"/>
          <w:sz w:val="20"/>
          <w:szCs w:val="20"/>
          <w:lang w:val="pt-PT" w:eastAsia="pt-BR"/>
        </w:rPr>
        <w:t> </w:t>
      </w:r>
    </w:p>
    <w:p w14:paraId="7E7B4D52"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b/>
          <w:color w:val="222222"/>
          <w:sz w:val="20"/>
          <w:szCs w:val="20"/>
          <w:lang w:val="pt-PT" w:eastAsia="pt-BR"/>
        </w:rPr>
        <w:t>CLÁUSULA SEGUNDA – DO FORNECIMENTO DAS LICENÇAS</w:t>
      </w:r>
    </w:p>
    <w:p w14:paraId="5B523B46" w14:textId="77777777" w:rsidR="008249CB" w:rsidRPr="008D3BE2" w:rsidRDefault="008249CB"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7CB8C943" w14:textId="5C4C77D8"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color w:val="222222"/>
          <w:sz w:val="20"/>
          <w:szCs w:val="20"/>
          <w:lang w:val="pt-PT" w:eastAsia="pt-BR"/>
        </w:rPr>
        <w:t xml:space="preserve">2.1. A </w:t>
      </w:r>
      <w:r w:rsidRPr="008D3BE2">
        <w:rPr>
          <w:rFonts w:ascii="Arial Narrow" w:eastAsia="Arial Narrow" w:hAnsi="Arial Narrow" w:cs="Arial"/>
          <w:b/>
          <w:color w:val="222222"/>
          <w:sz w:val="20"/>
          <w:szCs w:val="20"/>
          <w:lang w:val="pt-PT" w:eastAsia="pt-BR"/>
        </w:rPr>
        <w:t>CONTRATADA</w:t>
      </w:r>
      <w:r w:rsidRPr="008D3BE2">
        <w:rPr>
          <w:rFonts w:ascii="Arial Narrow" w:eastAsia="Arial Narrow" w:hAnsi="Arial Narrow" w:cs="Arial"/>
          <w:color w:val="222222"/>
          <w:sz w:val="20"/>
          <w:szCs w:val="20"/>
          <w:lang w:val="pt-PT" w:eastAsia="pt-BR"/>
        </w:rPr>
        <w:t xml:space="preserve"> fornecerá aos </w:t>
      </w:r>
      <w:r w:rsidRPr="008D3BE2">
        <w:rPr>
          <w:rFonts w:ascii="Arial Narrow" w:eastAsia="Arial Narrow" w:hAnsi="Arial Narrow" w:cs="Arial"/>
          <w:b/>
          <w:color w:val="222222"/>
          <w:sz w:val="20"/>
          <w:szCs w:val="20"/>
          <w:lang w:val="pt-PT" w:eastAsia="pt-BR"/>
        </w:rPr>
        <w:t>CONTRATANTES</w:t>
      </w:r>
      <w:r w:rsidRPr="008D3BE2">
        <w:rPr>
          <w:rFonts w:ascii="Arial Narrow" w:eastAsia="Arial Narrow" w:hAnsi="Arial Narrow" w:cs="Arial"/>
          <w:color w:val="222222"/>
          <w:sz w:val="20"/>
          <w:szCs w:val="20"/>
          <w:lang w:val="pt-PT" w:eastAsia="pt-BR"/>
        </w:rPr>
        <w:t xml:space="preserve"> licenças de uso, pelo período de 12 (doze) meses, conforme especificações abaixo, em até 15 (quinze) dias a contar da data da celebração deste instrumento, compreendendo:</w:t>
      </w:r>
    </w:p>
    <w:p w14:paraId="580E1190"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p>
    <w:p w14:paraId="03AC0F22" w14:textId="65E6DACE"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65B2BC5C" w14:textId="6335B243"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1E049021" w14:textId="301A0906"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71D8E625" w14:textId="290217C6"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5056C3FF" w14:textId="77777777"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7EC65914" w14:textId="1A545BE3"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3155E49D" w14:textId="77777777"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2C18DD69" w14:textId="08D2D5CC"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0B98B251" w14:textId="7BFD774F"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45D70025" w14:textId="77777777" w:rsidR="002C7583" w:rsidRPr="008D3BE2" w:rsidRDefault="002C7583"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202A2FB7" w14:textId="77777777" w:rsidR="009C63C2" w:rsidRPr="008D3BE2" w:rsidRDefault="009C63C2"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54D297F7" w14:textId="22CC059C" w:rsidR="008249CB"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eastAsia="pt-BR"/>
        </w:rPr>
      </w:pPr>
      <w:r w:rsidRPr="008D3BE2">
        <w:rPr>
          <w:rFonts w:ascii="Arial Narrow" w:eastAsia="Arial Narrow" w:hAnsi="Arial Narrow" w:cs="Arial"/>
          <w:color w:val="222222"/>
          <w:sz w:val="20"/>
          <w:szCs w:val="20"/>
          <w:lang w:eastAsia="pt-BR"/>
        </w:rPr>
        <w:t xml:space="preserve"> </w:t>
      </w:r>
    </w:p>
    <w:tbl>
      <w:tblPr>
        <w:tblpPr w:leftFromText="141" w:rightFromText="141" w:horzAnchor="page" w:tblpX="3265" w:tblpY="372"/>
        <w:tblW w:w="6379" w:type="dxa"/>
        <w:tblCellMar>
          <w:left w:w="70" w:type="dxa"/>
          <w:right w:w="70" w:type="dxa"/>
        </w:tblCellMar>
        <w:tblLook w:val="04A0" w:firstRow="1" w:lastRow="0" w:firstColumn="1" w:lastColumn="0" w:noHBand="0" w:noVBand="1"/>
      </w:tblPr>
      <w:tblGrid>
        <w:gridCol w:w="1360"/>
        <w:gridCol w:w="3460"/>
        <w:gridCol w:w="1559"/>
      </w:tblGrid>
      <w:tr w:rsidR="00093F9C" w:rsidRPr="008D3BE2" w14:paraId="3F4CCAFA" w14:textId="77777777" w:rsidTr="008F0E72">
        <w:trPr>
          <w:trHeight w:val="300"/>
        </w:trPr>
        <w:tc>
          <w:tcPr>
            <w:tcW w:w="1360" w:type="dxa"/>
            <w:tcBorders>
              <w:top w:val="single" w:sz="4" w:space="0" w:color="auto"/>
              <w:left w:val="single" w:sz="4" w:space="0" w:color="auto"/>
              <w:bottom w:val="single" w:sz="4" w:space="0" w:color="auto"/>
              <w:right w:val="single" w:sz="4" w:space="0" w:color="auto"/>
            </w:tcBorders>
            <w:shd w:val="clear" w:color="auto" w:fill="4F81BD" w:themeFill="accent1"/>
            <w:noWrap/>
            <w:vAlign w:val="center"/>
            <w:hideMark/>
          </w:tcPr>
          <w:p w14:paraId="53C9FDDC" w14:textId="77777777" w:rsidR="00093F9C" w:rsidRPr="008D3BE2" w:rsidRDefault="00093F9C" w:rsidP="008F0E72">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SKU</w:t>
            </w:r>
          </w:p>
        </w:tc>
        <w:tc>
          <w:tcPr>
            <w:tcW w:w="3460"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071CD211" w14:textId="77777777" w:rsidR="00093F9C" w:rsidRPr="008D3BE2" w:rsidRDefault="00093F9C" w:rsidP="008F0E72">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Nome do Item</w:t>
            </w:r>
          </w:p>
        </w:tc>
        <w:tc>
          <w:tcPr>
            <w:tcW w:w="1559"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77B3944A" w14:textId="77777777" w:rsidR="00093F9C" w:rsidRPr="008D3BE2" w:rsidRDefault="00093F9C" w:rsidP="008F0E72">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QTDE</w:t>
            </w:r>
          </w:p>
        </w:tc>
      </w:tr>
      <w:tr w:rsidR="00093F9C" w:rsidRPr="008D3BE2" w14:paraId="26E432FB" w14:textId="77777777" w:rsidTr="008F0E72">
        <w:trPr>
          <w:trHeight w:val="300"/>
        </w:trPr>
        <w:tc>
          <w:tcPr>
            <w:tcW w:w="13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0013A879" w14:textId="77777777" w:rsidR="00093F9C" w:rsidRPr="008D3BE2" w:rsidRDefault="00093F9C" w:rsidP="008F0E72">
            <w:pPr>
              <w:jc w:val="center"/>
              <w:rPr>
                <w:rFonts w:ascii="Arial Narrow" w:hAnsi="Arial Narrow" w:cs="Calibri"/>
                <w:color w:val="000000"/>
                <w:sz w:val="20"/>
                <w:szCs w:val="20"/>
              </w:rPr>
            </w:pPr>
            <w:r w:rsidRPr="008D3BE2">
              <w:rPr>
                <w:rFonts w:ascii="Arial Narrow" w:hAnsi="Arial Narrow" w:cs="Calibri"/>
                <w:color w:val="000000" w:themeColor="text1"/>
                <w:sz w:val="20"/>
                <w:szCs w:val="20"/>
              </w:rPr>
              <w:t>CPSG-16C-NGTP</w:t>
            </w:r>
          </w:p>
        </w:tc>
        <w:tc>
          <w:tcPr>
            <w:tcW w:w="3460" w:type="dxa"/>
            <w:tcBorders>
              <w:top w:val="nil"/>
              <w:left w:val="nil"/>
              <w:bottom w:val="single" w:sz="4" w:space="0" w:color="auto"/>
              <w:right w:val="single" w:sz="4" w:space="0" w:color="auto"/>
            </w:tcBorders>
            <w:shd w:val="clear" w:color="auto" w:fill="EEECE1" w:themeFill="background2"/>
            <w:noWrap/>
            <w:vAlign w:val="center"/>
            <w:hideMark/>
          </w:tcPr>
          <w:p w14:paraId="0D32E0A8" w14:textId="77777777" w:rsidR="00093F9C" w:rsidRPr="008D3BE2" w:rsidRDefault="00093F9C" w:rsidP="008F0E72">
            <w:pPr>
              <w:rPr>
                <w:rFonts w:ascii="Arial Narrow" w:hAnsi="Arial Narrow" w:cs="Calibri"/>
                <w:color w:val="000000"/>
                <w:sz w:val="20"/>
                <w:szCs w:val="20"/>
                <w:lang w:val="en-US"/>
              </w:rPr>
            </w:pPr>
            <w:r w:rsidRPr="008D3BE2">
              <w:rPr>
                <w:rFonts w:ascii="Arial Narrow" w:hAnsi="Arial Narrow" w:cs="Calibri"/>
                <w:color w:val="000000" w:themeColor="text1"/>
                <w:sz w:val="20"/>
                <w:szCs w:val="20"/>
                <w:lang w:val="en-US"/>
              </w:rPr>
              <w:t>Security Gateway software for 16 cores with Next Generation Threat Prevention (NGTP)</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73E1576F" w14:textId="77777777" w:rsidR="00093F9C" w:rsidRPr="008D3BE2" w:rsidRDefault="00093F9C" w:rsidP="008F0E72">
            <w:pPr>
              <w:spacing w:line="259" w:lineRule="auto"/>
              <w:jc w:val="center"/>
              <w:rPr>
                <w:rFonts w:ascii="Arial Narrow" w:hAnsi="Arial Narrow"/>
                <w:sz w:val="20"/>
                <w:szCs w:val="20"/>
              </w:rPr>
            </w:pPr>
            <w:r w:rsidRPr="008D3BE2">
              <w:rPr>
                <w:rFonts w:ascii="Arial Narrow" w:hAnsi="Arial Narrow" w:cs="Calibri"/>
                <w:color w:val="000000" w:themeColor="text1"/>
                <w:sz w:val="20"/>
                <w:szCs w:val="20"/>
              </w:rPr>
              <w:t>1</w:t>
            </w:r>
          </w:p>
        </w:tc>
      </w:tr>
      <w:tr w:rsidR="00093F9C" w:rsidRPr="008D3BE2" w14:paraId="3FE1C6DF" w14:textId="77777777" w:rsidTr="008F0E72">
        <w:trPr>
          <w:trHeight w:val="300"/>
        </w:trPr>
        <w:tc>
          <w:tcPr>
            <w:tcW w:w="13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1B849FFA" w14:textId="77777777" w:rsidR="00093F9C" w:rsidRPr="008D3BE2" w:rsidRDefault="00093F9C" w:rsidP="008F0E72">
            <w:pPr>
              <w:jc w:val="center"/>
              <w:rPr>
                <w:rFonts w:ascii="Arial Narrow" w:hAnsi="Arial Narrow" w:cs="Calibri"/>
                <w:color w:val="000000" w:themeColor="text1"/>
                <w:sz w:val="20"/>
                <w:szCs w:val="20"/>
              </w:rPr>
            </w:pPr>
            <w:r w:rsidRPr="008D3BE2">
              <w:rPr>
                <w:rFonts w:ascii="Arial Narrow" w:hAnsi="Arial Narrow" w:cs="Calibri"/>
                <w:color w:val="000000" w:themeColor="text1"/>
                <w:sz w:val="20"/>
                <w:szCs w:val="20"/>
              </w:rPr>
              <w:t>CPSG-16C-NGTP-HA</w:t>
            </w:r>
          </w:p>
          <w:p w14:paraId="49F9F6A9" w14:textId="77777777" w:rsidR="00093F9C" w:rsidRPr="008D3BE2" w:rsidRDefault="00093F9C" w:rsidP="008F0E72">
            <w:pPr>
              <w:jc w:val="center"/>
              <w:rPr>
                <w:rFonts w:ascii="Arial Narrow" w:hAnsi="Arial Narrow" w:cs="Calibri"/>
                <w:color w:val="000000"/>
                <w:sz w:val="20"/>
                <w:szCs w:val="20"/>
              </w:rPr>
            </w:pPr>
          </w:p>
        </w:tc>
        <w:tc>
          <w:tcPr>
            <w:tcW w:w="3460" w:type="dxa"/>
            <w:tcBorders>
              <w:top w:val="nil"/>
              <w:left w:val="nil"/>
              <w:bottom w:val="single" w:sz="4" w:space="0" w:color="auto"/>
              <w:right w:val="single" w:sz="4" w:space="0" w:color="auto"/>
            </w:tcBorders>
            <w:shd w:val="clear" w:color="auto" w:fill="EEECE1" w:themeFill="background2"/>
            <w:noWrap/>
            <w:vAlign w:val="center"/>
            <w:hideMark/>
          </w:tcPr>
          <w:p w14:paraId="15789E1E" w14:textId="77777777" w:rsidR="00093F9C" w:rsidRPr="008D3BE2" w:rsidRDefault="00093F9C" w:rsidP="008F0E72">
            <w:pPr>
              <w:rPr>
                <w:rFonts w:ascii="Arial Narrow" w:hAnsi="Arial Narrow" w:cs="Calibri"/>
                <w:color w:val="000000" w:themeColor="text1"/>
                <w:sz w:val="20"/>
                <w:szCs w:val="20"/>
                <w:lang w:val="en-US"/>
              </w:rPr>
            </w:pPr>
            <w:r w:rsidRPr="008D3BE2">
              <w:rPr>
                <w:rFonts w:ascii="Arial Narrow" w:hAnsi="Arial Narrow" w:cs="Calibri"/>
                <w:color w:val="000000" w:themeColor="text1"/>
                <w:sz w:val="20"/>
                <w:szCs w:val="20"/>
                <w:lang w:val="en-US"/>
              </w:rPr>
              <w:t>Security Gateway software for 16 cores with Next Generation Threat Prevention (NGTP) Package - HA</w:t>
            </w:r>
          </w:p>
          <w:p w14:paraId="4F56ADE1" w14:textId="77777777" w:rsidR="00093F9C" w:rsidRPr="008D3BE2" w:rsidRDefault="00093F9C" w:rsidP="008F0E72">
            <w:pPr>
              <w:rPr>
                <w:rFonts w:ascii="Arial Narrow" w:hAnsi="Arial Narrow" w:cs="Calibri"/>
                <w:color w:val="000000"/>
                <w:sz w:val="20"/>
                <w:szCs w:val="20"/>
                <w:lang w:val="en-US"/>
              </w:rPr>
            </w:pP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4B59676E" w14:textId="77777777" w:rsidR="00093F9C" w:rsidRPr="008D3BE2" w:rsidRDefault="00093F9C" w:rsidP="008F0E72">
            <w:pPr>
              <w:spacing w:line="259" w:lineRule="auto"/>
              <w:jc w:val="center"/>
              <w:rPr>
                <w:rFonts w:ascii="Arial Narrow" w:hAnsi="Arial Narrow"/>
                <w:sz w:val="20"/>
                <w:szCs w:val="20"/>
              </w:rPr>
            </w:pPr>
            <w:r w:rsidRPr="008D3BE2">
              <w:rPr>
                <w:rFonts w:ascii="Arial Narrow" w:hAnsi="Arial Narrow" w:cs="Calibri"/>
                <w:color w:val="000000" w:themeColor="text1"/>
                <w:sz w:val="20"/>
                <w:szCs w:val="20"/>
              </w:rPr>
              <w:t>1</w:t>
            </w:r>
          </w:p>
        </w:tc>
      </w:tr>
      <w:tr w:rsidR="00093F9C" w:rsidRPr="008D3BE2" w14:paraId="6D3955F3" w14:textId="77777777" w:rsidTr="008F0E72">
        <w:trPr>
          <w:trHeight w:val="300"/>
        </w:trPr>
        <w:tc>
          <w:tcPr>
            <w:tcW w:w="13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53971FAB" w14:textId="77777777" w:rsidR="00093F9C" w:rsidRPr="008D3BE2" w:rsidRDefault="00093F9C" w:rsidP="008F0E72">
            <w:pPr>
              <w:jc w:val="center"/>
              <w:rPr>
                <w:rFonts w:ascii="Arial Narrow" w:hAnsi="Arial Narrow" w:cs="Calibri"/>
                <w:color w:val="000000"/>
                <w:sz w:val="20"/>
                <w:szCs w:val="20"/>
              </w:rPr>
            </w:pPr>
            <w:r w:rsidRPr="008D3BE2">
              <w:rPr>
                <w:rFonts w:ascii="Arial Narrow" w:hAnsi="Arial Narrow" w:cs="Calibri"/>
                <w:color w:val="000000" w:themeColor="text1"/>
                <w:sz w:val="20"/>
                <w:szCs w:val="20"/>
              </w:rPr>
              <w:t>CPSG-NGSM5</w:t>
            </w:r>
          </w:p>
        </w:tc>
        <w:tc>
          <w:tcPr>
            <w:tcW w:w="3460" w:type="dxa"/>
            <w:tcBorders>
              <w:top w:val="nil"/>
              <w:left w:val="nil"/>
              <w:bottom w:val="single" w:sz="4" w:space="0" w:color="auto"/>
              <w:right w:val="single" w:sz="4" w:space="0" w:color="auto"/>
            </w:tcBorders>
            <w:shd w:val="clear" w:color="auto" w:fill="EEECE1" w:themeFill="background2"/>
            <w:noWrap/>
            <w:vAlign w:val="center"/>
            <w:hideMark/>
          </w:tcPr>
          <w:p w14:paraId="67A6C7F9" w14:textId="50C5C562" w:rsidR="00093F9C" w:rsidRPr="008D3BE2" w:rsidRDefault="00093F9C" w:rsidP="008F0E72">
            <w:pPr>
              <w:rPr>
                <w:rFonts w:ascii="Arial Narrow" w:hAnsi="Arial Narrow" w:cs="Calibri"/>
                <w:color w:val="000000"/>
                <w:sz w:val="20"/>
                <w:szCs w:val="20"/>
                <w:lang w:val="en-US"/>
              </w:rPr>
            </w:pPr>
            <w:r w:rsidRPr="008D3BE2">
              <w:rPr>
                <w:rFonts w:ascii="Arial Narrow" w:hAnsi="Arial Narrow" w:cs="Calibri"/>
                <w:color w:val="000000" w:themeColor="text1"/>
                <w:sz w:val="20"/>
                <w:szCs w:val="20"/>
                <w:lang w:val="en-US"/>
              </w:rPr>
              <w:t>Next Generation</w:t>
            </w:r>
            <w:r w:rsidR="002B4891" w:rsidRPr="008D3BE2">
              <w:rPr>
                <w:rFonts w:ascii="Arial Narrow" w:hAnsi="Arial Narrow" w:cs="Calibri"/>
                <w:color w:val="000000" w:themeColor="text1"/>
                <w:sz w:val="20"/>
                <w:szCs w:val="20"/>
                <w:lang w:val="en-US"/>
              </w:rPr>
              <w:t xml:space="preserve"> </w:t>
            </w:r>
            <w:r w:rsidRPr="008D3BE2">
              <w:rPr>
                <w:rFonts w:ascii="Arial Narrow" w:hAnsi="Arial Narrow" w:cs="Calibri"/>
                <w:color w:val="000000" w:themeColor="text1"/>
                <w:sz w:val="20"/>
                <w:szCs w:val="20"/>
                <w:lang w:val="en-US"/>
              </w:rPr>
              <w:t xml:space="preserve">Security </w:t>
            </w:r>
            <w:proofErr w:type="gramStart"/>
            <w:r w:rsidRPr="008D3BE2">
              <w:rPr>
                <w:rFonts w:ascii="Arial Narrow" w:hAnsi="Arial Narrow" w:cs="Calibri"/>
                <w:color w:val="000000" w:themeColor="text1"/>
                <w:sz w:val="20"/>
                <w:szCs w:val="20"/>
                <w:lang w:val="en-US"/>
              </w:rPr>
              <w:t>Management  for</w:t>
            </w:r>
            <w:proofErr w:type="gramEnd"/>
            <w:r w:rsidRPr="008D3BE2">
              <w:rPr>
                <w:rFonts w:ascii="Arial Narrow" w:hAnsi="Arial Narrow" w:cs="Calibri"/>
                <w:color w:val="000000" w:themeColor="text1"/>
                <w:sz w:val="20"/>
                <w:szCs w:val="20"/>
                <w:lang w:val="en-US"/>
              </w:rPr>
              <w:t xml:space="preserve"> 10 gateways  (</w:t>
            </w:r>
            <w:proofErr w:type="spellStart"/>
            <w:r w:rsidRPr="008D3BE2">
              <w:rPr>
                <w:rFonts w:ascii="Arial Narrow" w:hAnsi="Arial Narrow" w:cs="Calibri"/>
                <w:color w:val="000000" w:themeColor="text1"/>
                <w:sz w:val="20"/>
                <w:szCs w:val="20"/>
                <w:lang w:val="en-US"/>
              </w:rPr>
              <w:t>SmartEvent</w:t>
            </w:r>
            <w:proofErr w:type="spellEnd"/>
            <w:r w:rsidRPr="008D3BE2">
              <w:rPr>
                <w:rFonts w:ascii="Arial Narrow" w:hAnsi="Arial Narrow" w:cs="Calibri"/>
                <w:color w:val="000000" w:themeColor="text1"/>
                <w:sz w:val="20"/>
                <w:szCs w:val="20"/>
                <w:lang w:val="en-US"/>
              </w:rPr>
              <w:t xml:space="preserve"> &amp; Compliance 1 year </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04528808" w14:textId="77777777" w:rsidR="00093F9C" w:rsidRPr="008D3BE2" w:rsidRDefault="00093F9C" w:rsidP="008F0E72">
            <w:pPr>
              <w:jc w:val="center"/>
              <w:rPr>
                <w:rFonts w:ascii="Arial Narrow" w:hAnsi="Arial Narrow" w:cs="Calibri"/>
                <w:color w:val="000000"/>
                <w:sz w:val="20"/>
                <w:szCs w:val="20"/>
              </w:rPr>
            </w:pPr>
            <w:r w:rsidRPr="008D3BE2">
              <w:rPr>
                <w:rFonts w:ascii="Arial Narrow" w:hAnsi="Arial Narrow" w:cs="Calibri"/>
                <w:color w:val="000000" w:themeColor="text1"/>
                <w:sz w:val="20"/>
                <w:szCs w:val="20"/>
              </w:rPr>
              <w:t>1</w:t>
            </w:r>
          </w:p>
        </w:tc>
      </w:tr>
      <w:tr w:rsidR="00093F9C" w:rsidRPr="008D3BE2" w14:paraId="13A21CDE" w14:textId="77777777" w:rsidTr="008F0E72">
        <w:trPr>
          <w:trHeight w:val="300"/>
        </w:trPr>
        <w:tc>
          <w:tcPr>
            <w:tcW w:w="13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4BA32A36" w14:textId="77777777" w:rsidR="00093F9C" w:rsidRPr="008D3BE2" w:rsidRDefault="00093F9C" w:rsidP="008F0E72">
            <w:pPr>
              <w:jc w:val="center"/>
              <w:rPr>
                <w:rFonts w:ascii="Arial Narrow" w:hAnsi="Arial Narrow" w:cs="Calibri"/>
                <w:color w:val="000000"/>
                <w:sz w:val="20"/>
                <w:szCs w:val="20"/>
              </w:rPr>
            </w:pPr>
            <w:r w:rsidRPr="008D3BE2">
              <w:rPr>
                <w:rFonts w:ascii="Arial Narrow" w:hAnsi="Arial Narrow" w:cs="Calibri"/>
                <w:color w:val="000000" w:themeColor="text1"/>
                <w:sz w:val="20"/>
                <w:szCs w:val="20"/>
              </w:rPr>
              <w:t>CPCES-CO-PREMIUM</w:t>
            </w:r>
          </w:p>
        </w:tc>
        <w:tc>
          <w:tcPr>
            <w:tcW w:w="3460" w:type="dxa"/>
            <w:tcBorders>
              <w:top w:val="nil"/>
              <w:left w:val="nil"/>
              <w:bottom w:val="single" w:sz="4" w:space="0" w:color="auto"/>
              <w:right w:val="single" w:sz="4" w:space="0" w:color="auto"/>
            </w:tcBorders>
            <w:shd w:val="clear" w:color="auto" w:fill="EEECE1" w:themeFill="background2"/>
            <w:noWrap/>
            <w:vAlign w:val="center"/>
            <w:hideMark/>
          </w:tcPr>
          <w:p w14:paraId="4D9738DA" w14:textId="77777777" w:rsidR="00093F9C" w:rsidRPr="008D3BE2" w:rsidRDefault="00093F9C" w:rsidP="008F0E72">
            <w:pPr>
              <w:rPr>
                <w:rFonts w:ascii="Arial Narrow" w:hAnsi="Arial Narrow" w:cs="Calibri"/>
                <w:color w:val="000000"/>
                <w:sz w:val="20"/>
                <w:szCs w:val="20"/>
                <w:lang w:val="en-US"/>
              </w:rPr>
            </w:pPr>
            <w:r w:rsidRPr="008D3BE2">
              <w:rPr>
                <w:rFonts w:ascii="Arial Narrow" w:hAnsi="Arial Narrow" w:cs="Calibri"/>
                <w:color w:val="000000" w:themeColor="text1"/>
                <w:sz w:val="20"/>
                <w:szCs w:val="20"/>
                <w:lang w:val="en-US"/>
              </w:rPr>
              <w:t>Collaborative Enterprise Support Premium (24X7)</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3D6CD7DD" w14:textId="77777777" w:rsidR="00093F9C" w:rsidRPr="008D3BE2" w:rsidRDefault="00093F9C" w:rsidP="008F0E72">
            <w:pPr>
              <w:jc w:val="center"/>
              <w:rPr>
                <w:rFonts w:ascii="Arial Narrow" w:hAnsi="Arial Narrow" w:cs="Calibri"/>
                <w:color w:val="000000"/>
                <w:sz w:val="20"/>
                <w:szCs w:val="20"/>
              </w:rPr>
            </w:pPr>
            <w:r w:rsidRPr="008D3BE2">
              <w:rPr>
                <w:rFonts w:ascii="Arial Narrow" w:hAnsi="Arial Narrow" w:cs="Calibri"/>
                <w:color w:val="000000" w:themeColor="text1"/>
                <w:sz w:val="20"/>
                <w:szCs w:val="20"/>
              </w:rPr>
              <w:t>1</w:t>
            </w:r>
          </w:p>
        </w:tc>
      </w:tr>
    </w:tbl>
    <w:p w14:paraId="08000153" w14:textId="033F83DB"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36B20C9A" w14:textId="679A3195"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eastAsia="pt-BR"/>
        </w:rPr>
      </w:pPr>
    </w:p>
    <w:p w14:paraId="2E1CB905"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color w:val="222222"/>
          <w:sz w:val="20"/>
          <w:szCs w:val="20"/>
          <w:lang w:eastAsia="pt-BR"/>
        </w:rPr>
        <w:t> </w:t>
      </w:r>
    </w:p>
    <w:p w14:paraId="2F0529CB"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365A7A73"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6C6B5D23"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68A40609"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49AB56AF"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44F72340"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7D2F9F6C"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11312FCF" w14:textId="77777777" w:rsidR="00093F9C" w:rsidRPr="008D3BE2" w:rsidRDefault="00093F9C" w:rsidP="008249CB">
      <w:pPr>
        <w:shd w:val="clear" w:color="auto" w:fill="FFFFFF"/>
        <w:tabs>
          <w:tab w:val="left" w:pos="8080"/>
        </w:tabs>
        <w:spacing w:after="0"/>
        <w:rPr>
          <w:rFonts w:ascii="Arial Narrow" w:eastAsia="Arial Narrow" w:hAnsi="Arial Narrow" w:cs="Arial"/>
          <w:color w:val="222222"/>
          <w:sz w:val="20"/>
          <w:szCs w:val="20"/>
          <w:lang w:val="pt-PT" w:eastAsia="pt-BR"/>
        </w:rPr>
      </w:pPr>
    </w:p>
    <w:p w14:paraId="1EF2C9F0" w14:textId="570C62A5"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color w:val="222222"/>
          <w:sz w:val="20"/>
          <w:szCs w:val="20"/>
          <w:lang w:val="pt-PT" w:eastAsia="pt-BR"/>
        </w:rPr>
        <w:t xml:space="preserve">2.3. A </w:t>
      </w:r>
      <w:r w:rsidRPr="008D3BE2">
        <w:rPr>
          <w:rFonts w:ascii="Arial Narrow" w:eastAsia="Arial Narrow" w:hAnsi="Arial Narrow" w:cs="Arial"/>
          <w:b/>
          <w:bCs/>
          <w:color w:val="222222"/>
          <w:sz w:val="20"/>
          <w:szCs w:val="20"/>
          <w:lang w:val="pt-PT" w:eastAsia="pt-BR"/>
        </w:rPr>
        <w:t>CONTRATADA</w:t>
      </w:r>
      <w:r w:rsidRPr="008D3BE2">
        <w:rPr>
          <w:rFonts w:ascii="Arial Narrow" w:eastAsia="Arial Narrow" w:hAnsi="Arial Narrow" w:cs="Arial"/>
          <w:color w:val="222222"/>
          <w:sz w:val="20"/>
          <w:szCs w:val="20"/>
          <w:lang w:val="pt-PT" w:eastAsia="pt-BR"/>
        </w:rPr>
        <w:t xml:space="preserve"> deverá encaminhar aos </w:t>
      </w:r>
      <w:r w:rsidRPr="008D3BE2">
        <w:rPr>
          <w:rFonts w:ascii="Arial Narrow" w:eastAsia="Arial Narrow" w:hAnsi="Arial Narrow" w:cs="Arial"/>
          <w:b/>
          <w:bCs/>
          <w:color w:val="222222"/>
          <w:sz w:val="20"/>
          <w:szCs w:val="20"/>
          <w:lang w:val="pt-PT" w:eastAsia="pt-BR"/>
        </w:rPr>
        <w:t>CONTRATANTES</w:t>
      </w:r>
      <w:r w:rsidRPr="008D3BE2">
        <w:rPr>
          <w:rFonts w:ascii="Arial Narrow" w:eastAsia="Arial Narrow" w:hAnsi="Arial Narrow" w:cs="Arial"/>
          <w:color w:val="222222"/>
          <w:sz w:val="20"/>
          <w:szCs w:val="20"/>
          <w:lang w:val="pt-PT" w:eastAsia="pt-BR"/>
        </w:rPr>
        <w:t xml:space="preserve"> os arquivos relacionados às licenças para o seguinte endereço de e-mail: </w:t>
      </w:r>
      <w:hyperlink r:id="rId21" w:history="1">
        <w:r w:rsidRPr="008D3BE2">
          <w:rPr>
            <w:rStyle w:val="Hyperlink"/>
            <w:rFonts w:ascii="Arial Narrow" w:eastAsia="Arial Narrow" w:hAnsi="Arial Narrow" w:cs="Arial"/>
            <w:sz w:val="20"/>
            <w:szCs w:val="20"/>
            <w:lang w:val="pt-PT" w:eastAsia="pt-BR"/>
          </w:rPr>
          <w:t>licenciamento@cni.com.br</w:t>
        </w:r>
      </w:hyperlink>
      <w:r w:rsidRPr="008D3BE2">
        <w:rPr>
          <w:rFonts w:ascii="Arial Narrow" w:eastAsia="Arial Narrow" w:hAnsi="Arial Narrow" w:cs="Arial"/>
          <w:sz w:val="20"/>
          <w:szCs w:val="20"/>
          <w:lang w:val="pt-PT" w:eastAsia="pt-BR"/>
        </w:rPr>
        <w:t>.</w:t>
      </w:r>
    </w:p>
    <w:p w14:paraId="6339BCD9"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color w:val="222222"/>
          <w:sz w:val="20"/>
          <w:szCs w:val="20"/>
          <w:lang w:val="pt-PT" w:eastAsia="pt-BR"/>
        </w:rPr>
        <w:t> </w:t>
      </w:r>
    </w:p>
    <w:p w14:paraId="390EC7AB"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color w:val="222222"/>
          <w:sz w:val="20"/>
          <w:szCs w:val="20"/>
          <w:lang w:val="pt-PT" w:eastAsia="pt-BR"/>
        </w:rPr>
        <w:t xml:space="preserve">2.4. </w:t>
      </w:r>
      <w:r w:rsidRPr="008D3BE2">
        <w:rPr>
          <w:rFonts w:ascii="Arial Narrow" w:eastAsia="Times New Roman" w:hAnsi="Arial Narrow" w:cs="Arial"/>
          <w:color w:val="000000"/>
          <w:sz w:val="20"/>
          <w:szCs w:val="20"/>
          <w:lang w:eastAsia="pt-BR"/>
        </w:rPr>
        <w:t>Os serviços de suporte técnico e manutenção padrão do fabricante Microsoft estão incluídos no valor das licenças ofertadas.</w:t>
      </w:r>
    </w:p>
    <w:p w14:paraId="070EC81C"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Arial Narrow" w:hAnsi="Arial Narrow" w:cs="Arial"/>
          <w:color w:val="222222"/>
          <w:sz w:val="20"/>
          <w:szCs w:val="20"/>
          <w:lang w:val="pt-PT" w:eastAsia="pt-BR"/>
        </w:rPr>
        <w:t> </w:t>
      </w:r>
    </w:p>
    <w:p w14:paraId="5D1F9D9B" w14:textId="77777777" w:rsidR="008249CB" w:rsidRPr="008D3BE2" w:rsidRDefault="008249CB" w:rsidP="008249CB">
      <w:pPr>
        <w:tabs>
          <w:tab w:val="left" w:pos="7920"/>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snapToGrid w:val="0"/>
          <w:color w:val="000000"/>
          <w:sz w:val="20"/>
          <w:szCs w:val="20"/>
          <w:lang w:eastAsia="pt-BR"/>
        </w:rPr>
        <w:t xml:space="preserve">CLÁUSULA TERCEIRA - DA VIGÊNCIA </w:t>
      </w:r>
    </w:p>
    <w:p w14:paraId="20EE2F6F" w14:textId="77777777" w:rsidR="008249CB" w:rsidRPr="008D3BE2" w:rsidRDefault="008249CB" w:rsidP="008249CB">
      <w:pPr>
        <w:tabs>
          <w:tab w:val="left" w:pos="7920"/>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C9E6CEB" w14:textId="46C0FAD0"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3</w:t>
      </w:r>
      <w:r w:rsidRPr="008D3BE2">
        <w:rPr>
          <w:rFonts w:ascii="Arial Narrow" w:eastAsia="Arial Narrow" w:hAnsi="Arial Narrow" w:cs="Arial"/>
          <w:color w:val="000000"/>
          <w:sz w:val="20"/>
          <w:szCs w:val="20"/>
          <w:lang w:eastAsia="pt-BR"/>
        </w:rPr>
        <w:t xml:space="preserve">.1. </w:t>
      </w:r>
      <w:r w:rsidRPr="008D3BE2">
        <w:rPr>
          <w:rFonts w:ascii="Arial Narrow" w:eastAsia="Times New Roman" w:hAnsi="Arial Narrow" w:cs="Arial"/>
          <w:color w:val="000000"/>
          <w:sz w:val="20"/>
          <w:szCs w:val="20"/>
          <w:lang w:eastAsia="pt-BR"/>
        </w:rPr>
        <w:t xml:space="preserve">Este contrato tem prazo de vigência a partir da data de sua assinatura até </w:t>
      </w:r>
      <w:r w:rsidRPr="008D3BE2">
        <w:rPr>
          <w:rFonts w:ascii="Arial Narrow" w:eastAsia="Times New Roman" w:hAnsi="Arial Narrow" w:cs="Arial"/>
          <w:b/>
          <w:bCs/>
          <w:color w:val="000000"/>
          <w:sz w:val="20"/>
          <w:szCs w:val="20"/>
          <w:lang w:eastAsia="pt-BR"/>
        </w:rPr>
        <w:t>12</w:t>
      </w:r>
      <w:r w:rsidR="00093F9C" w:rsidRPr="008D3BE2">
        <w:rPr>
          <w:rFonts w:ascii="Arial Narrow" w:eastAsia="Times New Roman" w:hAnsi="Arial Narrow" w:cs="Arial"/>
          <w:b/>
          <w:bCs/>
          <w:color w:val="000000"/>
          <w:sz w:val="20"/>
          <w:szCs w:val="20"/>
          <w:lang w:eastAsia="pt-BR"/>
        </w:rPr>
        <w:t xml:space="preserve"> (doze)</w:t>
      </w:r>
      <w:r w:rsidRPr="008D3BE2">
        <w:rPr>
          <w:rFonts w:ascii="Arial Narrow" w:eastAsia="Times New Roman" w:hAnsi="Arial Narrow" w:cs="Arial"/>
          <w:b/>
          <w:bCs/>
          <w:color w:val="000000"/>
          <w:sz w:val="20"/>
          <w:szCs w:val="20"/>
          <w:lang w:eastAsia="pt-BR"/>
        </w:rPr>
        <w:t xml:space="preserve"> meses</w:t>
      </w:r>
      <w:r w:rsidRPr="008D3BE2">
        <w:rPr>
          <w:rFonts w:ascii="Arial Narrow" w:eastAsia="Times New Roman" w:hAnsi="Arial Narrow" w:cs="Arial"/>
          <w:color w:val="000000"/>
          <w:sz w:val="20"/>
          <w:szCs w:val="20"/>
          <w:lang w:eastAsia="pt-BR"/>
        </w:rPr>
        <w:t xml:space="preserve"> após a disponibilização das licenças de uso.</w:t>
      </w:r>
    </w:p>
    <w:p w14:paraId="14C56B09"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74A7EEE4"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xml:space="preserve">CLÁUSULA </w:t>
      </w:r>
      <w:r w:rsidRPr="008D3BE2">
        <w:rPr>
          <w:rFonts w:ascii="Arial Narrow" w:eastAsia="Times New Roman" w:hAnsi="Arial Narrow" w:cs="Arial"/>
          <w:b/>
          <w:bCs/>
          <w:color w:val="000000"/>
          <w:sz w:val="20"/>
          <w:szCs w:val="20"/>
          <w:lang w:eastAsia="pt-BR"/>
        </w:rPr>
        <w:t>QUARTA</w:t>
      </w:r>
      <w:r w:rsidRPr="008D3BE2">
        <w:rPr>
          <w:rFonts w:ascii="Arial Narrow" w:eastAsia="Times New Roman" w:hAnsi="Arial Narrow" w:cs="Arial"/>
          <w:b/>
          <w:color w:val="000000"/>
          <w:sz w:val="20"/>
          <w:szCs w:val="20"/>
          <w:lang w:eastAsia="pt-BR"/>
        </w:rPr>
        <w:t xml:space="preserve"> – DOS PREÇOS E CONDIÇÕES DE PAGAMENTO</w:t>
      </w:r>
    </w:p>
    <w:p w14:paraId="69848AA0"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CC70840"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4.1. O valor total estimado deste contrato é de </w:t>
      </w:r>
      <w:r w:rsidRPr="008D3BE2">
        <w:rPr>
          <w:rFonts w:ascii="Arial Narrow" w:eastAsia="Times New Roman" w:hAnsi="Arial Narrow" w:cs="Arial"/>
          <w:b/>
          <w:bCs/>
          <w:color w:val="000000"/>
          <w:sz w:val="20"/>
          <w:szCs w:val="20"/>
          <w:lang w:eastAsia="pt-BR"/>
        </w:rPr>
        <w:t>R$ ____________ (___________________),</w:t>
      </w:r>
      <w:r w:rsidRPr="008D3BE2">
        <w:rPr>
          <w:rFonts w:ascii="Arial Narrow" w:eastAsia="Times New Roman" w:hAnsi="Arial Narrow" w:cs="Arial"/>
          <w:color w:val="000000"/>
          <w:sz w:val="20"/>
          <w:szCs w:val="20"/>
          <w:lang w:eastAsia="pt-BR"/>
        </w:rPr>
        <w:t xml:space="preserve"> conforme detalhamento na tabela a seguir, incluindo todos os custos decorrentes do fornecimento, inclusive os serviços de suporte e manutenção do fabricante, objeto desta licitação,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 contratação.</w:t>
      </w:r>
    </w:p>
    <w:p w14:paraId="1A9436D9"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p>
    <w:tbl>
      <w:tblPr>
        <w:tblW w:w="9139" w:type="dxa"/>
        <w:tblInd w:w="212" w:type="dxa"/>
        <w:tblCellMar>
          <w:left w:w="70" w:type="dxa"/>
          <w:right w:w="70" w:type="dxa"/>
        </w:tblCellMar>
        <w:tblLook w:val="04A0" w:firstRow="1" w:lastRow="0" w:firstColumn="1" w:lastColumn="0" w:noHBand="0" w:noVBand="1"/>
      </w:tblPr>
      <w:tblGrid>
        <w:gridCol w:w="1143"/>
        <w:gridCol w:w="3460"/>
        <w:gridCol w:w="1559"/>
        <w:gridCol w:w="1559"/>
        <w:gridCol w:w="1418"/>
      </w:tblGrid>
      <w:tr w:rsidR="00093941" w:rsidRPr="008D3BE2" w14:paraId="7B47BC0F" w14:textId="77777777" w:rsidTr="008B1703">
        <w:trPr>
          <w:trHeight w:val="300"/>
        </w:trPr>
        <w:tc>
          <w:tcPr>
            <w:tcW w:w="1143" w:type="dxa"/>
            <w:tcBorders>
              <w:top w:val="single" w:sz="4" w:space="0" w:color="auto"/>
              <w:left w:val="single" w:sz="4" w:space="0" w:color="auto"/>
              <w:bottom w:val="single" w:sz="4" w:space="0" w:color="auto"/>
              <w:right w:val="single" w:sz="4" w:space="0" w:color="auto"/>
            </w:tcBorders>
            <w:shd w:val="clear" w:color="auto" w:fill="4F81BD" w:themeFill="accent1"/>
            <w:noWrap/>
            <w:vAlign w:val="center"/>
            <w:hideMark/>
          </w:tcPr>
          <w:p w14:paraId="0C07CEA7" w14:textId="77777777" w:rsidR="00093941" w:rsidRPr="008D3BE2" w:rsidRDefault="00093941" w:rsidP="008B1703">
            <w:pPr>
              <w:jc w:val="center"/>
              <w:rPr>
                <w:rFonts w:ascii="Arial Narrow" w:hAnsi="Arial Narrow" w:cs="Calibri"/>
                <w:b/>
                <w:bCs/>
                <w:color w:val="FFFFFF"/>
                <w:sz w:val="20"/>
                <w:szCs w:val="20"/>
              </w:rPr>
            </w:pPr>
            <w:r w:rsidRPr="008D3BE2">
              <w:rPr>
                <w:rFonts w:ascii="Arial Narrow" w:hAnsi="Arial Narrow" w:cs="Calibri"/>
                <w:b/>
                <w:bCs/>
                <w:color w:val="FFFFFF" w:themeColor="background1"/>
                <w:sz w:val="20"/>
                <w:szCs w:val="20"/>
              </w:rPr>
              <w:t>Produto</w:t>
            </w:r>
          </w:p>
        </w:tc>
        <w:tc>
          <w:tcPr>
            <w:tcW w:w="3460"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228F8F9F" w14:textId="77777777" w:rsidR="00093941" w:rsidRPr="008D3BE2" w:rsidRDefault="00093941" w:rsidP="008B1703">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Nome do Item</w:t>
            </w:r>
          </w:p>
        </w:tc>
        <w:tc>
          <w:tcPr>
            <w:tcW w:w="1559"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78858E04" w14:textId="77777777" w:rsidR="00093941" w:rsidRPr="008D3BE2" w:rsidRDefault="00093941" w:rsidP="008B1703">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QTDE</w:t>
            </w:r>
          </w:p>
        </w:tc>
        <w:tc>
          <w:tcPr>
            <w:tcW w:w="1559"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36A625B1" w14:textId="77777777" w:rsidR="00093941" w:rsidRPr="008D3BE2" w:rsidRDefault="00093941" w:rsidP="008B1703">
            <w:pPr>
              <w:jc w:val="center"/>
              <w:rPr>
                <w:rFonts w:ascii="Arial Narrow" w:hAnsi="Arial Narrow" w:cs="Calibri"/>
                <w:b/>
                <w:bCs/>
                <w:color w:val="FFFFFF"/>
                <w:sz w:val="20"/>
                <w:szCs w:val="20"/>
              </w:rPr>
            </w:pPr>
            <w:r w:rsidRPr="008D3BE2">
              <w:rPr>
                <w:rFonts w:ascii="Arial Narrow" w:hAnsi="Arial Narrow" w:cs="Calibri"/>
                <w:b/>
                <w:bCs/>
                <w:color w:val="FFFFFF"/>
                <w:sz w:val="20"/>
                <w:szCs w:val="20"/>
              </w:rPr>
              <w:t>Valor Unitário</w:t>
            </w:r>
          </w:p>
        </w:tc>
        <w:tc>
          <w:tcPr>
            <w:tcW w:w="1418" w:type="dxa"/>
            <w:tcBorders>
              <w:top w:val="single" w:sz="4" w:space="0" w:color="auto"/>
              <w:left w:val="single" w:sz="4" w:space="0" w:color="auto"/>
              <w:bottom w:val="single" w:sz="4" w:space="0" w:color="auto"/>
              <w:right w:val="single" w:sz="4" w:space="0" w:color="auto"/>
            </w:tcBorders>
            <w:shd w:val="clear" w:color="auto" w:fill="4F81BD" w:themeFill="accent1"/>
            <w:noWrap/>
            <w:vAlign w:val="center"/>
            <w:hideMark/>
          </w:tcPr>
          <w:p w14:paraId="1F00C30E" w14:textId="77777777" w:rsidR="00093941" w:rsidRPr="008D3BE2" w:rsidRDefault="00093941" w:rsidP="008B1703">
            <w:pPr>
              <w:rPr>
                <w:rFonts w:ascii="Arial Narrow" w:hAnsi="Arial Narrow" w:cs="Calibri"/>
                <w:b/>
                <w:bCs/>
                <w:color w:val="FFFFFF"/>
                <w:sz w:val="20"/>
                <w:szCs w:val="20"/>
              </w:rPr>
            </w:pPr>
            <w:r>
              <w:rPr>
                <w:rFonts w:ascii="Arial Narrow" w:hAnsi="Arial Narrow" w:cs="Calibri"/>
                <w:b/>
                <w:bCs/>
                <w:color w:val="FFFFFF"/>
                <w:sz w:val="20"/>
                <w:szCs w:val="20"/>
              </w:rPr>
              <w:t xml:space="preserve"> </w:t>
            </w:r>
            <w:r w:rsidRPr="008D3BE2">
              <w:rPr>
                <w:rFonts w:ascii="Arial Narrow" w:hAnsi="Arial Narrow" w:cs="Calibri"/>
                <w:b/>
                <w:bCs/>
                <w:color w:val="FFFFFF"/>
                <w:sz w:val="20"/>
                <w:szCs w:val="20"/>
              </w:rPr>
              <w:t>Valor Total</w:t>
            </w:r>
          </w:p>
        </w:tc>
      </w:tr>
      <w:tr w:rsidR="00093941" w:rsidRPr="00D046E0" w14:paraId="62AC2B0E" w14:textId="77777777" w:rsidTr="008B1703">
        <w:trPr>
          <w:trHeight w:val="300"/>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0A0692B3"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3460" w:type="dxa"/>
            <w:tcBorders>
              <w:top w:val="nil"/>
              <w:left w:val="nil"/>
              <w:bottom w:val="single" w:sz="4" w:space="0" w:color="auto"/>
              <w:right w:val="single" w:sz="4" w:space="0" w:color="auto"/>
            </w:tcBorders>
            <w:shd w:val="clear" w:color="auto" w:fill="EEECE1" w:themeFill="background2"/>
            <w:noWrap/>
          </w:tcPr>
          <w:p w14:paraId="39368B42" w14:textId="77777777" w:rsidR="00093941" w:rsidRPr="00D046E0" w:rsidRDefault="00093941" w:rsidP="008B1703">
            <w:pPr>
              <w:spacing w:line="259" w:lineRule="auto"/>
              <w:rPr>
                <w:rFonts w:ascii="Arial Narrow" w:hAnsi="Arial Narrow" w:cs="Calibri"/>
                <w:color w:val="000000" w:themeColor="text1"/>
                <w:sz w:val="20"/>
                <w:szCs w:val="20"/>
                <w:lang w:val="en-US"/>
              </w:rPr>
            </w:pPr>
            <w:r w:rsidRPr="00D046E0">
              <w:t xml:space="preserve">CPSG-16C-NGTP </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7C893F96" w14:textId="77777777" w:rsidR="00093941" w:rsidRPr="00D046E0" w:rsidRDefault="00093941" w:rsidP="008B1703">
            <w:pPr>
              <w:spacing w:line="259" w:lineRule="auto"/>
              <w:jc w:val="center"/>
              <w:rPr>
                <w:rFonts w:ascii="Arial Narrow" w:hAnsi="Arial Narrow"/>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38594AD0" w14:textId="77777777" w:rsidR="00093941" w:rsidRPr="00D046E0" w:rsidRDefault="00093941" w:rsidP="008B1703">
            <w:pPr>
              <w:jc w:val="center"/>
              <w:rPr>
                <w:rFonts w:ascii="Arial Narrow" w:hAnsi="Arial Narrow" w:cs="Calibri"/>
                <w:color w:val="000000"/>
                <w:sz w:val="20"/>
                <w:szCs w:val="20"/>
              </w:rPr>
            </w:pPr>
            <w:r w:rsidRPr="00D046E0">
              <w:rPr>
                <w:rFonts w:ascii="Arial Narrow" w:hAnsi="Arial Narrow" w:cs="Calibri"/>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5497E800" w14:textId="77777777" w:rsidR="00093941" w:rsidRPr="00D046E0" w:rsidRDefault="00093941" w:rsidP="008B1703">
            <w:pPr>
              <w:jc w:val="center"/>
              <w:rPr>
                <w:rFonts w:ascii="Arial Narrow" w:hAnsi="Arial Narrow" w:cs="Calibri"/>
                <w:color w:val="000000"/>
                <w:sz w:val="20"/>
                <w:szCs w:val="20"/>
              </w:rPr>
            </w:pPr>
            <w:r w:rsidRPr="00D046E0">
              <w:rPr>
                <w:rFonts w:ascii="Arial Narrow" w:hAnsi="Arial Narrow" w:cs="Calibri"/>
                <w:color w:val="000000"/>
                <w:sz w:val="20"/>
                <w:szCs w:val="20"/>
              </w:rPr>
              <w:t> </w:t>
            </w:r>
          </w:p>
        </w:tc>
      </w:tr>
      <w:tr w:rsidR="00093941" w:rsidRPr="00D046E0" w14:paraId="700C90D5" w14:textId="77777777" w:rsidTr="008B1703">
        <w:trPr>
          <w:trHeight w:val="300"/>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01FC96E0"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2</w:t>
            </w:r>
          </w:p>
          <w:p w14:paraId="5234BA3C" w14:textId="77777777" w:rsidR="00093941" w:rsidRPr="00D046E0" w:rsidRDefault="00093941" w:rsidP="008B1703">
            <w:pPr>
              <w:jc w:val="center"/>
              <w:rPr>
                <w:rFonts w:ascii="Arial Narrow" w:hAnsi="Arial Narrow" w:cs="Calibri"/>
                <w:color w:val="000000"/>
                <w:sz w:val="20"/>
                <w:szCs w:val="20"/>
              </w:rPr>
            </w:pPr>
          </w:p>
        </w:tc>
        <w:tc>
          <w:tcPr>
            <w:tcW w:w="3460" w:type="dxa"/>
            <w:tcBorders>
              <w:top w:val="nil"/>
              <w:left w:val="nil"/>
              <w:bottom w:val="single" w:sz="4" w:space="0" w:color="auto"/>
              <w:right w:val="single" w:sz="4" w:space="0" w:color="auto"/>
            </w:tcBorders>
            <w:shd w:val="clear" w:color="auto" w:fill="EEECE1" w:themeFill="background2"/>
            <w:noWrap/>
          </w:tcPr>
          <w:p w14:paraId="4BD965BE" w14:textId="77777777" w:rsidR="00093941" w:rsidRPr="00D046E0" w:rsidRDefault="00093941" w:rsidP="008B1703">
            <w:pPr>
              <w:rPr>
                <w:rFonts w:ascii="Arial Narrow" w:hAnsi="Arial Narrow" w:cs="Calibri"/>
                <w:color w:val="000000"/>
                <w:sz w:val="20"/>
                <w:szCs w:val="20"/>
                <w:lang w:val="en-US"/>
              </w:rPr>
            </w:pPr>
            <w:r w:rsidRPr="00D046E0">
              <w:rPr>
                <w:rFonts w:ascii="Arial Narrow" w:hAnsi="Arial Narrow" w:cs="Calibri"/>
                <w:color w:val="000000"/>
                <w:sz w:val="20"/>
                <w:szCs w:val="20"/>
              </w:rPr>
              <w:t>CPSG-16C-NGTP-HA</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6E21019D" w14:textId="77777777" w:rsidR="00093941" w:rsidRPr="00D046E0" w:rsidRDefault="00093941" w:rsidP="008B1703">
            <w:pPr>
              <w:spacing w:line="259" w:lineRule="auto"/>
              <w:jc w:val="center"/>
              <w:rPr>
                <w:rFonts w:ascii="Arial Narrow" w:hAnsi="Arial Narrow"/>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hideMark/>
          </w:tcPr>
          <w:p w14:paraId="0347CAD7" w14:textId="77777777" w:rsidR="00093941" w:rsidRPr="00D046E0" w:rsidRDefault="00093941" w:rsidP="008B1703">
            <w:pPr>
              <w:jc w:val="center"/>
              <w:rPr>
                <w:rFonts w:ascii="Arial Narrow" w:hAnsi="Arial Narrow" w:cs="Calibri"/>
                <w:color w:val="000000"/>
                <w:sz w:val="20"/>
                <w:szCs w:val="20"/>
              </w:rPr>
            </w:pPr>
            <w:r w:rsidRPr="00D046E0">
              <w:rPr>
                <w:rFonts w:ascii="Arial Narrow" w:hAnsi="Arial Narrow" w:cs="Calibri"/>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743D55AC" w14:textId="77777777" w:rsidR="00093941" w:rsidRPr="00D046E0" w:rsidRDefault="00093941" w:rsidP="008B1703">
            <w:pPr>
              <w:jc w:val="center"/>
              <w:rPr>
                <w:rFonts w:ascii="Arial Narrow" w:hAnsi="Arial Narrow" w:cs="Calibri"/>
                <w:color w:val="000000"/>
                <w:sz w:val="20"/>
                <w:szCs w:val="20"/>
              </w:rPr>
            </w:pPr>
            <w:r w:rsidRPr="00D046E0">
              <w:rPr>
                <w:rFonts w:ascii="Arial Narrow" w:hAnsi="Arial Narrow" w:cs="Calibri"/>
                <w:color w:val="000000"/>
                <w:sz w:val="20"/>
                <w:szCs w:val="20"/>
              </w:rPr>
              <w:t> </w:t>
            </w:r>
          </w:p>
        </w:tc>
      </w:tr>
      <w:tr w:rsidR="00093941" w:rsidRPr="00D046E0" w14:paraId="41AECFE1" w14:textId="77777777" w:rsidTr="008B1703">
        <w:trPr>
          <w:trHeight w:val="300"/>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2D1D3B22"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3</w:t>
            </w:r>
          </w:p>
        </w:tc>
        <w:tc>
          <w:tcPr>
            <w:tcW w:w="3460" w:type="dxa"/>
            <w:tcBorders>
              <w:top w:val="nil"/>
              <w:left w:val="nil"/>
              <w:bottom w:val="single" w:sz="4" w:space="0" w:color="auto"/>
              <w:right w:val="single" w:sz="4" w:space="0" w:color="auto"/>
            </w:tcBorders>
            <w:shd w:val="clear" w:color="auto" w:fill="EEECE1" w:themeFill="background2"/>
            <w:noWrap/>
            <w:vAlign w:val="center"/>
          </w:tcPr>
          <w:p w14:paraId="557255A7" w14:textId="77777777" w:rsidR="00093941" w:rsidRPr="00D046E0" w:rsidRDefault="00093941" w:rsidP="008B1703">
            <w:pPr>
              <w:rPr>
                <w:rFonts w:ascii="Arial Narrow" w:hAnsi="Arial Narrow" w:cs="Calibri"/>
                <w:color w:val="000000" w:themeColor="text1"/>
                <w:sz w:val="20"/>
                <w:szCs w:val="20"/>
                <w:lang w:val="en-US"/>
              </w:rPr>
            </w:pPr>
            <w:r w:rsidRPr="00D046E0">
              <w:rPr>
                <w:rFonts w:ascii="Arial Narrow" w:hAnsi="Arial Narrow" w:cs="Calibri"/>
                <w:color w:val="000000"/>
                <w:sz w:val="20"/>
                <w:szCs w:val="20"/>
              </w:rPr>
              <w:t xml:space="preserve">CPSG-NGSM5 </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1E4CBA64"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00975630" w14:textId="77777777" w:rsidR="00093941" w:rsidRPr="00D046E0" w:rsidRDefault="00093941" w:rsidP="008B1703">
            <w:pPr>
              <w:jc w:val="center"/>
              <w:rPr>
                <w:rFonts w:ascii="Arial Narrow" w:hAnsi="Arial Narrow"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48D22A55" w14:textId="77777777" w:rsidR="00093941" w:rsidRPr="00D046E0" w:rsidRDefault="00093941" w:rsidP="008B1703">
            <w:pPr>
              <w:jc w:val="center"/>
              <w:rPr>
                <w:rFonts w:ascii="Arial Narrow" w:hAnsi="Arial Narrow" w:cs="Calibri"/>
                <w:color w:val="000000"/>
                <w:sz w:val="20"/>
                <w:szCs w:val="20"/>
              </w:rPr>
            </w:pPr>
          </w:p>
        </w:tc>
      </w:tr>
      <w:tr w:rsidR="00093941" w:rsidRPr="00D046E0" w14:paraId="55678690" w14:textId="77777777" w:rsidTr="008B1703">
        <w:trPr>
          <w:trHeight w:val="300"/>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6A69B73D"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4</w:t>
            </w:r>
          </w:p>
        </w:tc>
        <w:tc>
          <w:tcPr>
            <w:tcW w:w="3460" w:type="dxa"/>
            <w:tcBorders>
              <w:top w:val="nil"/>
              <w:left w:val="nil"/>
              <w:bottom w:val="single" w:sz="4" w:space="0" w:color="auto"/>
              <w:right w:val="single" w:sz="4" w:space="0" w:color="auto"/>
            </w:tcBorders>
            <w:shd w:val="clear" w:color="auto" w:fill="EEECE1" w:themeFill="background2"/>
            <w:noWrap/>
            <w:vAlign w:val="center"/>
          </w:tcPr>
          <w:p w14:paraId="74A78A74" w14:textId="77777777" w:rsidR="00093941" w:rsidRPr="00D046E0" w:rsidRDefault="00093941" w:rsidP="008B1703">
            <w:pPr>
              <w:rPr>
                <w:rFonts w:ascii="Arial Narrow" w:hAnsi="Arial Narrow" w:cs="Calibri"/>
                <w:color w:val="000000" w:themeColor="text1"/>
                <w:sz w:val="20"/>
                <w:szCs w:val="20"/>
                <w:lang w:val="en-US"/>
              </w:rPr>
            </w:pPr>
            <w:r w:rsidRPr="00D046E0">
              <w:rPr>
                <w:rFonts w:ascii="Arial Narrow" w:hAnsi="Arial Narrow" w:cs="Calibri"/>
                <w:color w:val="000000"/>
                <w:sz w:val="20"/>
                <w:szCs w:val="20"/>
              </w:rPr>
              <w:t xml:space="preserve">CPCES-CO-PREMIUM </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5A77888A"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36BDEE79" w14:textId="77777777" w:rsidR="00093941" w:rsidRPr="00D046E0" w:rsidRDefault="00093941" w:rsidP="008B1703">
            <w:pPr>
              <w:jc w:val="center"/>
              <w:rPr>
                <w:rFonts w:ascii="Arial Narrow" w:hAnsi="Arial Narrow"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2F7277B7" w14:textId="77777777" w:rsidR="00093941" w:rsidRPr="00D046E0" w:rsidRDefault="00093941" w:rsidP="008B1703">
            <w:pPr>
              <w:jc w:val="center"/>
              <w:rPr>
                <w:rFonts w:ascii="Arial Narrow" w:hAnsi="Arial Narrow" w:cs="Calibri"/>
                <w:color w:val="000000"/>
                <w:sz w:val="20"/>
                <w:szCs w:val="20"/>
              </w:rPr>
            </w:pPr>
          </w:p>
        </w:tc>
      </w:tr>
      <w:tr w:rsidR="00093941" w:rsidRPr="00D046E0" w14:paraId="4E942444" w14:textId="77777777" w:rsidTr="008B1703">
        <w:trPr>
          <w:trHeight w:val="300"/>
        </w:trPr>
        <w:tc>
          <w:tcPr>
            <w:tcW w:w="1143"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7FA22F68"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5</w:t>
            </w:r>
          </w:p>
        </w:tc>
        <w:tc>
          <w:tcPr>
            <w:tcW w:w="3460" w:type="dxa"/>
            <w:tcBorders>
              <w:top w:val="nil"/>
              <w:left w:val="nil"/>
              <w:bottom w:val="single" w:sz="4" w:space="0" w:color="auto"/>
              <w:right w:val="single" w:sz="4" w:space="0" w:color="auto"/>
            </w:tcBorders>
            <w:shd w:val="clear" w:color="auto" w:fill="EEECE1" w:themeFill="background2"/>
            <w:noWrap/>
            <w:vAlign w:val="center"/>
          </w:tcPr>
          <w:p w14:paraId="0C01949B" w14:textId="77777777" w:rsidR="00093941" w:rsidRPr="00D046E0" w:rsidRDefault="00093941" w:rsidP="008B1703">
            <w:pPr>
              <w:rPr>
                <w:rFonts w:ascii="Arial Narrow" w:hAnsi="Arial Narrow" w:cs="Calibri"/>
                <w:color w:val="000000" w:themeColor="text1"/>
                <w:sz w:val="20"/>
                <w:szCs w:val="20"/>
                <w:lang w:val="en-US"/>
              </w:rPr>
            </w:pPr>
            <w:r w:rsidRPr="00D046E0">
              <w:rPr>
                <w:rFonts w:ascii="Arial Narrow" w:hAnsi="Arial Narrow" w:cs="Calibri"/>
                <w:color w:val="000000"/>
                <w:sz w:val="20"/>
                <w:szCs w:val="20"/>
              </w:rPr>
              <w:t xml:space="preserve">Garantia e Atualização do Software para 16 cores - </w:t>
            </w:r>
            <w:proofErr w:type="spellStart"/>
            <w:r w:rsidRPr="00D046E0">
              <w:rPr>
                <w:rFonts w:ascii="Arial Narrow" w:hAnsi="Arial Narrow" w:cs="Calibri"/>
                <w:color w:val="000000"/>
                <w:sz w:val="20"/>
                <w:szCs w:val="20"/>
              </w:rPr>
              <w:t>Check</w:t>
            </w:r>
            <w:proofErr w:type="spellEnd"/>
            <w:r w:rsidRPr="00D046E0">
              <w:rPr>
                <w:rFonts w:ascii="Arial Narrow" w:hAnsi="Arial Narrow" w:cs="Calibri"/>
                <w:color w:val="000000"/>
                <w:sz w:val="20"/>
                <w:szCs w:val="20"/>
              </w:rPr>
              <w:t xml:space="preserve"> Point </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33AEC079" w14:textId="77777777" w:rsidR="00093941" w:rsidRPr="00D046E0" w:rsidRDefault="00093941" w:rsidP="008B1703">
            <w:pPr>
              <w:spacing w:line="259" w:lineRule="auto"/>
              <w:jc w:val="center"/>
              <w:rPr>
                <w:rFonts w:ascii="Arial Narrow" w:hAnsi="Arial Narrow" w:cs="Calibri"/>
                <w:color w:val="000000" w:themeColor="text1"/>
                <w:sz w:val="20"/>
                <w:szCs w:val="20"/>
              </w:rPr>
            </w:pPr>
            <w:r w:rsidRPr="00D046E0">
              <w:rPr>
                <w:rFonts w:ascii="Arial Narrow" w:hAnsi="Arial Narrow" w:cs="Calibri"/>
                <w:color w:val="000000" w:themeColor="text1"/>
                <w:sz w:val="20"/>
                <w:szCs w:val="20"/>
              </w:rPr>
              <w:t>1</w:t>
            </w:r>
          </w:p>
        </w:tc>
        <w:tc>
          <w:tcPr>
            <w:tcW w:w="1559" w:type="dxa"/>
            <w:tcBorders>
              <w:top w:val="nil"/>
              <w:left w:val="nil"/>
              <w:bottom w:val="single" w:sz="4" w:space="0" w:color="auto"/>
              <w:right w:val="single" w:sz="4" w:space="0" w:color="auto"/>
            </w:tcBorders>
            <w:shd w:val="clear" w:color="auto" w:fill="EEECE1" w:themeFill="background2"/>
            <w:noWrap/>
            <w:vAlign w:val="center"/>
          </w:tcPr>
          <w:p w14:paraId="521AA458" w14:textId="77777777" w:rsidR="00093941" w:rsidRPr="00D046E0" w:rsidRDefault="00093941" w:rsidP="008B1703">
            <w:pPr>
              <w:jc w:val="center"/>
              <w:rPr>
                <w:rFonts w:ascii="Arial Narrow" w:hAnsi="Arial Narrow"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631F9B42" w14:textId="77777777" w:rsidR="00093941" w:rsidRPr="00D046E0" w:rsidRDefault="00093941" w:rsidP="008B1703">
            <w:pPr>
              <w:jc w:val="center"/>
              <w:rPr>
                <w:rFonts w:ascii="Arial Narrow" w:hAnsi="Arial Narrow" w:cs="Calibri"/>
                <w:color w:val="000000"/>
                <w:sz w:val="20"/>
                <w:szCs w:val="20"/>
              </w:rPr>
            </w:pPr>
          </w:p>
        </w:tc>
      </w:tr>
      <w:tr w:rsidR="00093941" w:rsidRPr="00D046E0" w14:paraId="53A60900" w14:textId="77777777" w:rsidTr="008B1703">
        <w:trPr>
          <w:trHeight w:val="300"/>
        </w:trPr>
        <w:tc>
          <w:tcPr>
            <w:tcW w:w="1143" w:type="dxa"/>
            <w:tcBorders>
              <w:top w:val="single" w:sz="4" w:space="0" w:color="auto"/>
              <w:left w:val="nil"/>
              <w:bottom w:val="nil"/>
              <w:right w:val="nil"/>
            </w:tcBorders>
            <w:shd w:val="clear" w:color="auto" w:fill="EEECE1" w:themeFill="background2"/>
            <w:noWrap/>
            <w:vAlign w:val="bottom"/>
            <w:hideMark/>
          </w:tcPr>
          <w:p w14:paraId="2440371F" w14:textId="77777777" w:rsidR="00093941" w:rsidRPr="00D046E0" w:rsidRDefault="00093941" w:rsidP="008B1703">
            <w:pPr>
              <w:rPr>
                <w:rFonts w:ascii="Arial Narrow" w:hAnsi="Arial Narrow" w:cs="Calibri"/>
                <w:color w:val="000000"/>
                <w:sz w:val="20"/>
                <w:szCs w:val="20"/>
              </w:rPr>
            </w:pPr>
            <w:r w:rsidRPr="00D046E0">
              <w:rPr>
                <w:rFonts w:ascii="Arial Narrow" w:hAnsi="Arial Narrow" w:cs="Calibri"/>
                <w:color w:val="000000"/>
                <w:sz w:val="20"/>
                <w:szCs w:val="20"/>
              </w:rPr>
              <w:t> </w:t>
            </w:r>
          </w:p>
        </w:tc>
        <w:tc>
          <w:tcPr>
            <w:tcW w:w="3460" w:type="dxa"/>
            <w:tcBorders>
              <w:top w:val="single" w:sz="4" w:space="0" w:color="auto"/>
              <w:left w:val="nil"/>
              <w:bottom w:val="nil"/>
              <w:right w:val="nil"/>
            </w:tcBorders>
            <w:shd w:val="clear" w:color="auto" w:fill="EEECE1" w:themeFill="background2"/>
            <w:noWrap/>
            <w:vAlign w:val="center"/>
          </w:tcPr>
          <w:p w14:paraId="4E8F61C0" w14:textId="77777777" w:rsidR="00093941" w:rsidRPr="00D046E0" w:rsidRDefault="00093941" w:rsidP="008B1703">
            <w:pPr>
              <w:rPr>
                <w:rFonts w:ascii="Arial Narrow" w:hAnsi="Arial Narrow" w:cs="Calibri"/>
                <w:b/>
                <w:bCs/>
                <w:color w:val="000000"/>
                <w:sz w:val="20"/>
                <w:szCs w:val="20"/>
              </w:rPr>
            </w:pPr>
            <w:r w:rsidRPr="00D046E0">
              <w:rPr>
                <w:rFonts w:ascii="Arial Narrow" w:hAnsi="Arial Narrow" w:cs="Calibri"/>
                <w:b/>
                <w:bCs/>
                <w:color w:val="000000"/>
                <w:sz w:val="20"/>
                <w:szCs w:val="20"/>
              </w:rPr>
              <w:t>TOTAL</w:t>
            </w:r>
          </w:p>
        </w:tc>
        <w:tc>
          <w:tcPr>
            <w:tcW w:w="1559" w:type="dxa"/>
            <w:tcBorders>
              <w:top w:val="single" w:sz="4" w:space="0" w:color="auto"/>
              <w:left w:val="nil"/>
              <w:bottom w:val="nil"/>
              <w:right w:val="single" w:sz="4" w:space="0" w:color="auto"/>
            </w:tcBorders>
            <w:shd w:val="clear" w:color="auto" w:fill="EEECE1" w:themeFill="background2"/>
            <w:noWrap/>
            <w:vAlign w:val="bottom"/>
          </w:tcPr>
          <w:p w14:paraId="6DA5D325" w14:textId="77777777" w:rsidR="00093941" w:rsidRPr="00D046E0" w:rsidRDefault="00093941" w:rsidP="008B1703">
            <w:pPr>
              <w:rPr>
                <w:rFonts w:ascii="Arial Narrow" w:hAnsi="Arial Narrow" w:cs="Calibr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14:paraId="0DA22ED3" w14:textId="77777777" w:rsidR="00093941" w:rsidRPr="00D046E0" w:rsidRDefault="00093941" w:rsidP="008B1703">
            <w:pPr>
              <w:rPr>
                <w:rFonts w:ascii="Arial Narrow" w:hAnsi="Arial Narrow" w:cs="Calibri"/>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EEECE1" w:themeFill="background2"/>
            <w:noWrap/>
            <w:vAlign w:val="center"/>
            <w:hideMark/>
          </w:tcPr>
          <w:p w14:paraId="21EB1C36" w14:textId="77777777" w:rsidR="00093941" w:rsidRPr="00D046E0" w:rsidRDefault="00093941" w:rsidP="008B1703">
            <w:pPr>
              <w:jc w:val="center"/>
              <w:rPr>
                <w:rFonts w:ascii="Arial Narrow" w:hAnsi="Arial Narrow" w:cs="Calibri"/>
                <w:color w:val="000000"/>
                <w:sz w:val="20"/>
                <w:szCs w:val="20"/>
              </w:rPr>
            </w:pPr>
            <w:r w:rsidRPr="00D046E0">
              <w:rPr>
                <w:rFonts w:ascii="Arial Narrow" w:hAnsi="Arial Narrow" w:cs="Calibri"/>
                <w:color w:val="000000"/>
                <w:sz w:val="20"/>
                <w:szCs w:val="20"/>
              </w:rPr>
              <w:t> </w:t>
            </w:r>
          </w:p>
        </w:tc>
      </w:tr>
    </w:tbl>
    <w:p w14:paraId="0F27FC54" w14:textId="77777777" w:rsidR="00093941" w:rsidRPr="008D3BE2" w:rsidRDefault="00093941" w:rsidP="008249CB">
      <w:pPr>
        <w:widowControl w:val="0"/>
        <w:tabs>
          <w:tab w:val="left" w:pos="8080"/>
        </w:tabs>
        <w:spacing w:after="0"/>
        <w:rPr>
          <w:rFonts w:ascii="Arial Narrow" w:eastAsia="Times New Roman" w:hAnsi="Arial Narrow" w:cs="Arial"/>
          <w:color w:val="000000"/>
          <w:sz w:val="20"/>
          <w:szCs w:val="20"/>
          <w:lang w:eastAsia="pt-BR"/>
        </w:rPr>
      </w:pPr>
    </w:p>
    <w:p w14:paraId="5B6D4000"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4.2. Os pagamentos somente serão devidos após a conclusão do fornecimento das licenças e a emissão do termo de aceitação pelos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 xml:space="preserve">. </w:t>
      </w:r>
    </w:p>
    <w:p w14:paraId="093D2455"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9A78CAD"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4.3. Os pagamentos serão realizados no 22º. dia do mês subsequente ao da emissão do termo de aceitação pelos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 xml:space="preserve"> Para tanto, 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color w:val="000000"/>
          <w:sz w:val="20"/>
          <w:szCs w:val="20"/>
          <w:lang w:eastAsia="pt-BR"/>
        </w:rPr>
        <w:t xml:space="preserve"> deverá apresentar nota fiscal/fatura para conferência e atestado de conclusão dos serviços de implantação para as providências de pagamento.</w:t>
      </w:r>
    </w:p>
    <w:p w14:paraId="7BCC7A5F"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p>
    <w:p w14:paraId="08F55C07"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4.4. 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color w:val="000000"/>
          <w:sz w:val="20"/>
          <w:szCs w:val="20"/>
          <w:lang w:eastAsia="pt-BR"/>
        </w:rPr>
        <w:t xml:space="preserve"> deverá encaminhar as notas fiscais eletrônica para o e-mail </w:t>
      </w:r>
      <w:hyperlink r:id="rId22" w:history="1">
        <w:r w:rsidRPr="008D3BE2">
          <w:rPr>
            <w:rStyle w:val="Hyperlink"/>
            <w:rFonts w:ascii="Arial Narrow" w:eastAsia="Times New Roman" w:hAnsi="Arial Narrow" w:cs="Arial"/>
            <w:sz w:val="20"/>
            <w:szCs w:val="20"/>
            <w:lang w:eastAsia="pt-BR"/>
          </w:rPr>
          <w:t>recebimento@cni.com.br</w:t>
        </w:r>
      </w:hyperlink>
      <w:r w:rsidRPr="008D3BE2">
        <w:rPr>
          <w:rFonts w:ascii="Arial Narrow" w:eastAsia="Times New Roman" w:hAnsi="Arial Narrow" w:cs="Arial"/>
          <w:color w:val="000000"/>
          <w:sz w:val="20"/>
          <w:szCs w:val="20"/>
          <w:lang w:eastAsia="pt-BR"/>
        </w:rPr>
        <w:t xml:space="preserve"> e os termos de recebimento pelos </w:t>
      </w:r>
      <w:r w:rsidRPr="008D3BE2">
        <w:rPr>
          <w:rFonts w:ascii="Arial Narrow" w:eastAsia="Times New Roman" w:hAnsi="Arial Narrow" w:cs="Arial"/>
          <w:b/>
          <w:bCs/>
          <w:color w:val="000000"/>
          <w:sz w:val="20"/>
          <w:szCs w:val="20"/>
          <w:lang w:eastAsia="pt-BR"/>
        </w:rPr>
        <w:t>CONTRATANTES</w:t>
      </w:r>
      <w:r w:rsidRPr="008D3BE2">
        <w:rPr>
          <w:rFonts w:ascii="Arial Narrow" w:eastAsia="Times New Roman" w:hAnsi="Arial Narrow" w:cs="Arial"/>
          <w:color w:val="000000"/>
          <w:sz w:val="20"/>
          <w:szCs w:val="20"/>
          <w:lang w:eastAsia="pt-BR"/>
        </w:rPr>
        <w:t>, até o dia 10 (dez) do mês do pagamento.</w:t>
      </w:r>
    </w:p>
    <w:p w14:paraId="70C99B32" w14:textId="77777777" w:rsidR="002B4891" w:rsidRPr="008D3BE2" w:rsidRDefault="002B4891" w:rsidP="008249CB">
      <w:pPr>
        <w:tabs>
          <w:tab w:val="left" w:pos="8080"/>
        </w:tabs>
        <w:spacing w:after="0"/>
        <w:rPr>
          <w:rFonts w:ascii="Arial Narrow" w:eastAsia="Times New Roman" w:hAnsi="Arial Narrow" w:cs="Arial"/>
          <w:color w:val="000000"/>
          <w:sz w:val="20"/>
          <w:szCs w:val="20"/>
          <w:lang w:eastAsia="pt-BR"/>
        </w:rPr>
      </w:pPr>
    </w:p>
    <w:p w14:paraId="47D833BC" w14:textId="5E334ACE"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4.4.1. Quando da emissão das Notas Fiscais, a discriminação do fornecimento deverá ser exatamente conforme objeto descrito neste contrato, sob pena de não aceite da mesma e da suspensão do pagamento até a devida regularização.</w:t>
      </w:r>
    </w:p>
    <w:p w14:paraId="4C45A02B"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6E9E753" w14:textId="77777777" w:rsidR="00BF22E2" w:rsidRPr="008D3BE2" w:rsidRDefault="00BF22E2" w:rsidP="008249CB">
      <w:pPr>
        <w:tabs>
          <w:tab w:val="left" w:pos="8080"/>
        </w:tabs>
        <w:spacing w:after="0"/>
        <w:rPr>
          <w:rFonts w:ascii="Arial Narrow" w:eastAsia="Times New Roman" w:hAnsi="Arial Narrow" w:cs="Arial"/>
          <w:color w:val="000000"/>
          <w:sz w:val="20"/>
          <w:szCs w:val="20"/>
          <w:lang w:eastAsia="pt-BR"/>
        </w:rPr>
      </w:pPr>
    </w:p>
    <w:p w14:paraId="0BABB777" w14:textId="77777777" w:rsidR="00BF22E2" w:rsidRPr="008D3BE2" w:rsidRDefault="00BF22E2" w:rsidP="008249CB">
      <w:pPr>
        <w:tabs>
          <w:tab w:val="left" w:pos="8080"/>
        </w:tabs>
        <w:spacing w:after="0"/>
        <w:rPr>
          <w:rFonts w:ascii="Arial Narrow" w:eastAsia="Times New Roman" w:hAnsi="Arial Narrow" w:cs="Arial"/>
          <w:color w:val="000000"/>
          <w:sz w:val="20"/>
          <w:szCs w:val="20"/>
          <w:lang w:eastAsia="pt-BR"/>
        </w:rPr>
      </w:pPr>
    </w:p>
    <w:p w14:paraId="261E688A" w14:textId="365C3D62"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4.4.2. </w:t>
      </w:r>
      <w:r w:rsidRPr="008D3BE2">
        <w:rPr>
          <w:rFonts w:ascii="Arial Narrow" w:eastAsia="Arial" w:hAnsi="Arial Narrow" w:cs="Arial"/>
          <w:color w:val="000000"/>
          <w:sz w:val="20"/>
          <w:szCs w:val="20"/>
          <w:lang w:eastAsia="pt-BR"/>
        </w:rPr>
        <w:t xml:space="preserve">Para fins de faturamento, caberá à </w:t>
      </w:r>
      <w:r w:rsidRPr="008D3BE2">
        <w:rPr>
          <w:rFonts w:ascii="Arial Narrow" w:eastAsia="Arial" w:hAnsi="Arial Narrow" w:cs="Arial"/>
          <w:b/>
          <w:color w:val="000000"/>
          <w:sz w:val="20"/>
          <w:szCs w:val="20"/>
          <w:lang w:eastAsia="pt-BR"/>
        </w:rPr>
        <w:t xml:space="preserve">CONTRATADA </w:t>
      </w:r>
      <w:r w:rsidRPr="008D3BE2">
        <w:rPr>
          <w:rFonts w:ascii="Arial Narrow" w:eastAsia="Arial" w:hAnsi="Arial Narrow" w:cs="Arial"/>
          <w:color w:val="000000"/>
          <w:sz w:val="20"/>
          <w:szCs w:val="20"/>
          <w:lang w:eastAsia="pt-BR"/>
        </w:rPr>
        <w:t xml:space="preserve">emitir Notas Fiscais em nome de cada </w:t>
      </w:r>
      <w:r w:rsidRPr="008D3BE2">
        <w:rPr>
          <w:rFonts w:ascii="Arial Narrow" w:eastAsia="Arial" w:hAnsi="Arial Narrow" w:cs="Arial"/>
          <w:b/>
          <w:color w:val="000000"/>
          <w:sz w:val="20"/>
          <w:szCs w:val="20"/>
          <w:lang w:eastAsia="pt-BR"/>
        </w:rPr>
        <w:t>CONTRATANTE</w:t>
      </w:r>
      <w:r w:rsidRPr="008D3BE2">
        <w:rPr>
          <w:rFonts w:ascii="Arial Narrow" w:eastAsia="Arial" w:hAnsi="Arial Narrow" w:cs="Arial"/>
          <w:color w:val="000000"/>
          <w:sz w:val="20"/>
          <w:szCs w:val="20"/>
          <w:lang w:eastAsia="pt-BR"/>
        </w:rPr>
        <w:t>, em percentuais que serão informados pela área gestora do contrato.</w:t>
      </w:r>
    </w:p>
    <w:p w14:paraId="779D4494"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75CE8C9"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4.5. Os pagamentos se farão mediante crédito na conta corrente bancária da </w:t>
      </w:r>
      <w:r w:rsidRPr="008D3BE2">
        <w:rPr>
          <w:rFonts w:ascii="Arial Narrow" w:eastAsia="Times New Roman" w:hAnsi="Arial Narrow" w:cs="Arial"/>
          <w:b/>
          <w:color w:val="000000"/>
          <w:sz w:val="20"/>
          <w:szCs w:val="20"/>
          <w:lang w:eastAsia="pt-BR"/>
        </w:rPr>
        <w:t xml:space="preserve">CONTRATADA </w:t>
      </w:r>
      <w:r w:rsidRPr="008D3BE2">
        <w:rPr>
          <w:rFonts w:ascii="Arial Narrow" w:eastAsia="Times New Roman" w:hAnsi="Arial Narrow" w:cs="Arial"/>
          <w:color w:val="000000"/>
          <w:sz w:val="20"/>
          <w:szCs w:val="20"/>
          <w:lang w:eastAsia="pt-BR"/>
        </w:rPr>
        <w:t>do banco ______, Agência ______, conta corrente___________.</w:t>
      </w:r>
    </w:p>
    <w:p w14:paraId="725B4D25"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3AB7463"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snapToGrid w:val="0"/>
          <w:color w:val="000000"/>
          <w:sz w:val="20"/>
          <w:szCs w:val="20"/>
          <w:lang w:eastAsia="pt-BR"/>
        </w:rPr>
        <w:t>CLÁUSULA QUINTA – DA FISCALIZAÇÃO E ACOMPANHAMENTO DO CONTRATO</w:t>
      </w:r>
    </w:p>
    <w:p w14:paraId="539CBBD3"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EDE80E4"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5.1. A execução contratual dos serviços será acompanhada e fiscalizada pela Superintendência de Tecnologia da Informação (STI) dos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 a quem compete a gestão do presente contrato.</w:t>
      </w:r>
    </w:p>
    <w:p w14:paraId="7903929A"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snapToGrid w:val="0"/>
          <w:color w:val="000000"/>
          <w:sz w:val="20"/>
          <w:szCs w:val="20"/>
          <w:lang w:eastAsia="pt-BR"/>
        </w:rPr>
        <w:t> </w:t>
      </w:r>
    </w:p>
    <w:p w14:paraId="191C0DBE"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snapToGrid w:val="0"/>
          <w:color w:val="000000"/>
          <w:sz w:val="20"/>
          <w:szCs w:val="20"/>
          <w:lang w:eastAsia="pt-BR"/>
        </w:rPr>
        <w:t>CLÁUSULA SEXTA - DOS RECURSOS ORÇAMENTÁRIOS</w:t>
      </w:r>
    </w:p>
    <w:p w14:paraId="6447E5CC"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547B0A8" w14:textId="77777777" w:rsidR="008249CB" w:rsidRPr="008D3BE2" w:rsidRDefault="008249CB" w:rsidP="008249CB">
      <w:pPr>
        <w:tabs>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6.1. As despesas decorrentes deste Contrato correrão pelos códigos orçamentários abaixo:</w:t>
      </w:r>
    </w:p>
    <w:p w14:paraId="1A50E5F0" w14:textId="74C63C58" w:rsidR="008249CB" w:rsidRPr="008D3BE2" w:rsidRDefault="008249CB" w:rsidP="008249CB">
      <w:pPr>
        <w:pStyle w:val="PargrafodaLista"/>
        <w:numPr>
          <w:ilvl w:val="0"/>
          <w:numId w:val="44"/>
        </w:numPr>
        <w:tabs>
          <w:tab w:val="left" w:pos="8080"/>
        </w:tabs>
        <w:adjustRightInd w:val="0"/>
        <w:spacing w:after="0"/>
        <w:ind w:left="714" w:hanging="357"/>
        <w:rPr>
          <w:rFonts w:ascii="Arial Narrow" w:eastAsia="Symbol" w:hAnsi="Arial Narrow" w:cs="Arial"/>
          <w:sz w:val="20"/>
          <w:szCs w:val="20"/>
        </w:rPr>
      </w:pPr>
      <w:r w:rsidRPr="008D3BE2">
        <w:rPr>
          <w:rFonts w:ascii="Arial Narrow" w:eastAsia="Symbol" w:hAnsi="Arial Narrow" w:cs="Arial"/>
          <w:sz w:val="20"/>
          <w:szCs w:val="20"/>
        </w:rPr>
        <w:t>Unidade: 05.01.</w:t>
      </w:r>
      <w:r w:rsidR="00916056" w:rsidRPr="008D3BE2">
        <w:rPr>
          <w:rFonts w:ascii="Arial Narrow" w:eastAsia="Symbol" w:hAnsi="Arial Narrow" w:cs="Arial"/>
          <w:sz w:val="20"/>
          <w:szCs w:val="20"/>
        </w:rPr>
        <w:t>03</w:t>
      </w:r>
      <w:r w:rsidRPr="008D3BE2">
        <w:rPr>
          <w:rFonts w:ascii="Arial Narrow" w:eastAsia="Symbol" w:hAnsi="Arial Narrow" w:cs="Arial"/>
          <w:sz w:val="20"/>
          <w:szCs w:val="20"/>
        </w:rPr>
        <w:t>.0</w:t>
      </w:r>
      <w:r w:rsidR="00916056" w:rsidRPr="008D3BE2">
        <w:rPr>
          <w:rFonts w:ascii="Arial Narrow" w:eastAsia="Symbol" w:hAnsi="Arial Narrow" w:cs="Arial"/>
          <w:sz w:val="20"/>
          <w:szCs w:val="20"/>
        </w:rPr>
        <w:t>5</w:t>
      </w:r>
    </w:p>
    <w:p w14:paraId="2C91F7EA" w14:textId="0425ACEA" w:rsidR="008249CB" w:rsidRPr="008D3BE2" w:rsidRDefault="008249CB" w:rsidP="008249CB">
      <w:pPr>
        <w:pStyle w:val="PargrafodaLista"/>
        <w:numPr>
          <w:ilvl w:val="0"/>
          <w:numId w:val="44"/>
        </w:numPr>
        <w:tabs>
          <w:tab w:val="left" w:pos="8080"/>
        </w:tabs>
        <w:adjustRightInd w:val="0"/>
        <w:spacing w:after="0"/>
        <w:ind w:left="714" w:hanging="357"/>
        <w:rPr>
          <w:rFonts w:ascii="Arial Narrow" w:eastAsia="Symbol" w:hAnsi="Arial Narrow" w:cs="Arial"/>
          <w:sz w:val="20"/>
          <w:szCs w:val="20"/>
        </w:rPr>
      </w:pPr>
      <w:r w:rsidRPr="008D3BE2">
        <w:rPr>
          <w:rFonts w:ascii="Arial Narrow" w:eastAsia="Symbol" w:hAnsi="Arial Narrow" w:cs="Arial"/>
          <w:sz w:val="20"/>
          <w:szCs w:val="20"/>
        </w:rPr>
        <w:t xml:space="preserve">Centro de Responsabilidade: </w:t>
      </w:r>
      <w:r w:rsidR="00916056" w:rsidRPr="008D3BE2">
        <w:rPr>
          <w:rFonts w:ascii="Arial Narrow" w:eastAsia="Symbol" w:hAnsi="Arial Narrow" w:cs="Arial"/>
          <w:sz w:val="20"/>
          <w:szCs w:val="20"/>
        </w:rPr>
        <w:t>21.4.01.01.03.01.29</w:t>
      </w:r>
    </w:p>
    <w:p w14:paraId="76E089AC" w14:textId="77777777" w:rsidR="008249CB" w:rsidRPr="008D3BE2" w:rsidRDefault="008249CB" w:rsidP="008249CB">
      <w:pPr>
        <w:tabs>
          <w:tab w:val="left" w:pos="8080"/>
        </w:tabs>
        <w:adjustRightInd w:val="0"/>
        <w:spacing w:after="0"/>
        <w:ind w:left="720" w:hanging="360"/>
        <w:contextualSpacing/>
        <w:rPr>
          <w:rFonts w:ascii="Arial Narrow" w:eastAsia="Times New Roman" w:hAnsi="Arial Narrow" w:cs="Arial"/>
          <w:color w:val="000000"/>
          <w:sz w:val="20"/>
          <w:szCs w:val="20"/>
          <w:lang w:eastAsia="pt-BR"/>
        </w:rPr>
      </w:pPr>
    </w:p>
    <w:p w14:paraId="1F0E7822"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snapToGrid w:val="0"/>
          <w:color w:val="000000"/>
          <w:sz w:val="20"/>
          <w:szCs w:val="20"/>
          <w:lang w:eastAsia="pt-BR"/>
        </w:rPr>
        <w:t xml:space="preserve">CLÁUSULA SÉTIMA - </w:t>
      </w:r>
      <w:r w:rsidRPr="008D3BE2">
        <w:rPr>
          <w:rFonts w:ascii="Arial Narrow" w:eastAsia="Times New Roman" w:hAnsi="Arial Narrow" w:cs="Arial"/>
          <w:b/>
          <w:bCs/>
          <w:snapToGrid w:val="0"/>
          <w:color w:val="000000"/>
          <w:sz w:val="20"/>
          <w:szCs w:val="20"/>
          <w:lang w:eastAsia="pt-BR"/>
        </w:rPr>
        <w:t>CONDIÇÕES ESPECÍFICAS DE DIREITO AUTORAL</w:t>
      </w:r>
      <w:r w:rsidRPr="008D3BE2">
        <w:rPr>
          <w:rFonts w:ascii="Arial Narrow" w:eastAsia="Times New Roman" w:hAnsi="Arial Narrow" w:cs="Arial"/>
          <w:color w:val="000000"/>
          <w:sz w:val="20"/>
          <w:szCs w:val="20"/>
          <w:lang w:eastAsia="pt-BR"/>
        </w:rPr>
        <w:t xml:space="preserve"> </w:t>
      </w:r>
    </w:p>
    <w:p w14:paraId="09237284"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p>
    <w:p w14:paraId="2FECF457"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7</w:t>
      </w:r>
      <w:r w:rsidRPr="008D3BE2">
        <w:rPr>
          <w:rFonts w:ascii="Arial Narrow" w:eastAsia="Arial Narrow" w:hAnsi="Arial Narrow" w:cs="Arial"/>
          <w:color w:val="000000"/>
          <w:sz w:val="20"/>
          <w:szCs w:val="20"/>
          <w:lang w:eastAsia="pt-BR"/>
        </w:rPr>
        <w:t xml:space="preserve">.1. </w:t>
      </w:r>
      <w:r w:rsidRPr="008D3BE2">
        <w:rPr>
          <w:rFonts w:ascii="Arial Narrow" w:eastAsia="Arial" w:hAnsi="Arial Narrow" w:cs="Arial"/>
          <w:color w:val="000000"/>
          <w:sz w:val="20"/>
          <w:szCs w:val="20"/>
          <w:lang w:eastAsia="pt-BR"/>
        </w:rPr>
        <w:t xml:space="preserve">Os direitos de propriedade intelectual, incluindo os direitos sobre as licenças, a marca registrada de direitos autorais, o segredo comercial ou quaisquer outros direitos relacionados, expressos ou implícitos, ou outra paternidade, intelectualidade, patrimonialidade e titularidade sobre eles incidentes, pertencerão à </w:t>
      </w:r>
      <w:r w:rsidRPr="008D3BE2">
        <w:rPr>
          <w:rFonts w:ascii="Arial Narrow" w:eastAsia="Arial" w:hAnsi="Arial Narrow" w:cs="Arial"/>
          <w:b/>
          <w:color w:val="000000"/>
          <w:sz w:val="20"/>
          <w:szCs w:val="20"/>
          <w:lang w:eastAsia="pt-BR"/>
        </w:rPr>
        <w:t>CONTRATADA</w:t>
      </w:r>
      <w:r w:rsidRPr="008D3BE2">
        <w:rPr>
          <w:rFonts w:ascii="Arial Narrow" w:eastAsia="Arial" w:hAnsi="Arial Narrow" w:cs="Arial"/>
          <w:color w:val="000000"/>
          <w:sz w:val="20"/>
          <w:szCs w:val="20"/>
          <w:lang w:eastAsia="pt-BR"/>
        </w:rPr>
        <w:t>.</w:t>
      </w:r>
      <w:r w:rsidRPr="008D3BE2">
        <w:rPr>
          <w:rFonts w:ascii="Arial Narrow" w:eastAsia="Times New Roman" w:hAnsi="Arial Narrow" w:cs="Arial"/>
          <w:color w:val="000000"/>
          <w:sz w:val="20"/>
          <w:szCs w:val="20"/>
          <w:lang w:eastAsia="pt-BR"/>
        </w:rPr>
        <w:t xml:space="preserve"> </w:t>
      </w:r>
    </w:p>
    <w:p w14:paraId="306684E6" w14:textId="77777777" w:rsidR="008249CB" w:rsidRPr="008D3BE2" w:rsidRDefault="008249CB" w:rsidP="008249CB">
      <w:pPr>
        <w:spacing w:after="0"/>
        <w:rPr>
          <w:rFonts w:ascii="Arial Narrow" w:eastAsia="Times New Roman" w:hAnsi="Arial Narrow" w:cs="Arial"/>
          <w:color w:val="000000"/>
          <w:sz w:val="20"/>
          <w:szCs w:val="20"/>
          <w:lang w:eastAsia="pt-BR"/>
        </w:rPr>
      </w:pPr>
    </w:p>
    <w:p w14:paraId="6805367B"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7.2. Todas as informações, resultados, relatórios e quaisquer outros documentos obtidos e/ou elaborados pela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color w:val="000000"/>
          <w:sz w:val="20"/>
          <w:szCs w:val="20"/>
          <w:lang w:eastAsia="pt-BR"/>
        </w:rPr>
        <w:t xml:space="preserve"> na execução dos serviços contratados, serão de exclusiva propriedade dos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 xml:space="preserve">, não podendo 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color w:val="000000"/>
          <w:sz w:val="20"/>
          <w:szCs w:val="20"/>
          <w:lang w:eastAsia="pt-BR"/>
        </w:rPr>
        <w:t xml:space="preserve"> utilizá-los para qualquer fim, ou divulgá-los, reproduzi-los ou veiculá-los, a não ser que prévia e expressamente autorizada pelos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w:t>
      </w:r>
    </w:p>
    <w:p w14:paraId="2B07FF1A" w14:textId="77777777" w:rsidR="008249CB" w:rsidRPr="008D3BE2" w:rsidRDefault="008249CB" w:rsidP="008249CB">
      <w:pPr>
        <w:spacing w:after="0"/>
        <w:rPr>
          <w:rFonts w:ascii="Arial Narrow" w:eastAsia="Times New Roman" w:hAnsi="Arial Narrow" w:cs="Arial"/>
          <w:bCs/>
          <w:color w:val="000000"/>
          <w:sz w:val="20"/>
          <w:szCs w:val="20"/>
          <w:lang w:eastAsia="pt-BR"/>
        </w:rPr>
      </w:pPr>
    </w:p>
    <w:p w14:paraId="6CD249E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7.3.</w:t>
      </w:r>
      <w:r w:rsidRPr="008D3BE2">
        <w:rPr>
          <w:rFonts w:ascii="Arial Narrow" w:eastAsia="Times New Roman" w:hAnsi="Arial Narrow" w:cs="Arial"/>
          <w:b/>
          <w:color w:val="000000"/>
          <w:sz w:val="20"/>
          <w:szCs w:val="20"/>
          <w:lang w:eastAsia="pt-BR"/>
        </w:rPr>
        <w:t xml:space="preserve"> </w:t>
      </w:r>
      <w:r w:rsidRPr="008D3BE2">
        <w:rPr>
          <w:rFonts w:ascii="Arial Narrow" w:eastAsia="Times New Roman" w:hAnsi="Arial Narrow" w:cs="Arial"/>
          <w:color w:val="000000"/>
          <w:sz w:val="20"/>
          <w:szCs w:val="20"/>
          <w:lang w:eastAsia="pt-BR"/>
        </w:rPr>
        <w:t xml:space="preserve">É da exclusiva responsabilidade da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color w:val="000000"/>
          <w:sz w:val="20"/>
          <w:szCs w:val="20"/>
          <w:lang w:eastAsia="pt-BR"/>
        </w:rPr>
        <w:t xml:space="preserve"> a obtenção da competente cessão de direitos de autor e conexos, em favor dos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 xml:space="preserve">, junto às pessoas envolvidas na elaboração dos produtos e materiais, sob pena de vir a responder pela integralidade dos prejuízos que o não cumprimento desta sua obrigação vier a ocasionar aos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b/>
          <w:bCs/>
          <w:color w:val="000000"/>
          <w:sz w:val="20"/>
          <w:szCs w:val="20"/>
          <w:lang w:eastAsia="pt-BR"/>
        </w:rPr>
        <w:t>.</w:t>
      </w:r>
    </w:p>
    <w:p w14:paraId="5A6B2639" w14:textId="77777777" w:rsidR="008249CB" w:rsidRPr="008D3BE2" w:rsidRDefault="008249CB" w:rsidP="008249CB">
      <w:pPr>
        <w:widowControl w:val="0"/>
        <w:tabs>
          <w:tab w:val="left" w:pos="8080"/>
        </w:tabs>
        <w:spacing w:after="0"/>
        <w:rPr>
          <w:rFonts w:ascii="Arial Narrow" w:eastAsia="Times New Roman" w:hAnsi="Arial Narrow" w:cs="Arial"/>
          <w:b/>
          <w:color w:val="000000"/>
          <w:sz w:val="20"/>
          <w:szCs w:val="20"/>
          <w:lang w:eastAsia="pt-BR"/>
        </w:rPr>
      </w:pPr>
    </w:p>
    <w:p w14:paraId="5BA62ECC"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xml:space="preserve">CLÁUSULA OITAVA - DAS OBRIGAÇÕES ESPECÍFICAS </w:t>
      </w:r>
    </w:p>
    <w:p w14:paraId="115E3D00"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6756EA43"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8.1. DA CONTRATADA:</w:t>
      </w:r>
    </w:p>
    <w:p w14:paraId="0C65EE33" w14:textId="77777777" w:rsidR="008249CB" w:rsidRPr="008D3BE2" w:rsidRDefault="008249CB" w:rsidP="008249CB">
      <w:pPr>
        <w:widowControl w:val="0"/>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D6FD68C" w14:textId="77777777" w:rsidR="008249CB" w:rsidRPr="008D3BE2" w:rsidRDefault="008249CB" w:rsidP="008249CB">
      <w:pPr>
        <w:tabs>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8.1.1. Fornecer as licenças, objeto da contratação, nas especificações, prazos e demais condições estabelecidas neste instrumento e no Anexo I do Edital referenciado, não se admitindo modificações sem prévia consulta e concordância dos </w:t>
      </w:r>
      <w:r w:rsidRPr="008D3BE2">
        <w:rPr>
          <w:rFonts w:ascii="Arial Narrow" w:eastAsia="Times New Roman" w:hAnsi="Arial Narrow" w:cs="Arial"/>
          <w:b/>
          <w:bCs/>
          <w:color w:val="000000"/>
          <w:sz w:val="20"/>
          <w:szCs w:val="20"/>
          <w:lang w:eastAsia="pt-BR"/>
        </w:rPr>
        <w:t>CONTRATANTES</w:t>
      </w:r>
      <w:r w:rsidRPr="008D3BE2">
        <w:rPr>
          <w:rFonts w:ascii="Arial Narrow" w:eastAsia="Times New Roman" w:hAnsi="Arial Narrow" w:cs="Arial"/>
          <w:color w:val="000000"/>
          <w:sz w:val="20"/>
          <w:szCs w:val="20"/>
          <w:lang w:eastAsia="pt-BR"/>
        </w:rPr>
        <w:t>.</w:t>
      </w:r>
      <w:r w:rsidRPr="008D3BE2">
        <w:rPr>
          <w:rFonts w:ascii="Arial Narrow" w:eastAsia="Times New Roman" w:hAnsi="Arial Narrow" w:cs="Arial"/>
          <w:strike/>
          <w:color w:val="000000"/>
          <w:sz w:val="20"/>
          <w:szCs w:val="20"/>
          <w:lang w:eastAsia="pt-BR"/>
        </w:rPr>
        <w:t xml:space="preserve"> </w:t>
      </w:r>
    </w:p>
    <w:p w14:paraId="06867F4C" w14:textId="77777777" w:rsidR="008249CB" w:rsidRPr="008D3BE2" w:rsidRDefault="008249CB" w:rsidP="008249CB">
      <w:pPr>
        <w:tabs>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0CE3031" w14:textId="77777777" w:rsidR="008249CB" w:rsidRPr="008D3BE2" w:rsidRDefault="008249CB" w:rsidP="008249CB">
      <w:pPr>
        <w:tabs>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8.1.2. Substituir, no prazo de até 15 (quinze) dias, as licenças que não atendam as especificações técnicas solicitadas ou apresentem algum defeito ou avaria, sendo todos os custos inerentes por conta da empresa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color w:val="000000"/>
          <w:sz w:val="20"/>
          <w:szCs w:val="20"/>
          <w:lang w:eastAsia="pt-BR"/>
        </w:rPr>
        <w:t xml:space="preserve">. </w:t>
      </w:r>
    </w:p>
    <w:p w14:paraId="311BC0BC"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p>
    <w:p w14:paraId="10BDCCBC"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8.1.3. Respeitar as normas de controle de bens e de fluxo de pessoas nas dependências das Unidades dos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 xml:space="preserve">. </w:t>
      </w:r>
    </w:p>
    <w:p w14:paraId="5C63F301"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16E5BBD" w14:textId="77777777" w:rsidR="008249CB" w:rsidRPr="008D3BE2" w:rsidRDefault="008249CB" w:rsidP="008249CB">
      <w:pPr>
        <w:tabs>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8.1.4. Não transferir a outrem, no todo ou em parte, o fornecimento das licenças. </w:t>
      </w:r>
    </w:p>
    <w:p w14:paraId="01C20422" w14:textId="77777777" w:rsidR="008249CB" w:rsidRPr="008D3BE2" w:rsidRDefault="008249CB" w:rsidP="008249CB">
      <w:pPr>
        <w:tabs>
          <w:tab w:val="left" w:pos="0"/>
        </w:tabs>
        <w:adjustRightInd w:val="0"/>
        <w:spacing w:after="0"/>
        <w:ind w:left="36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B252EC0" w14:textId="77777777" w:rsidR="008249CB" w:rsidRPr="008D3BE2" w:rsidRDefault="008249CB" w:rsidP="008249CB">
      <w:pPr>
        <w:tabs>
          <w:tab w:val="left" w:pos="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8.1.5. Aceitar, nas mesmas condições contratuais, os acréscimos ou decréscimos que se fizerem necessários de até 25% (vinte e cinco por cento) do valor inicial do Instrumento Contratual atualizado, conforme art. 30 do Regulamento de Licitações e Contratos dos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b/>
          <w:bCs/>
          <w:color w:val="000000"/>
          <w:sz w:val="20"/>
          <w:szCs w:val="20"/>
          <w:lang w:eastAsia="pt-BR"/>
        </w:rPr>
        <w:t xml:space="preserve">. </w:t>
      </w:r>
    </w:p>
    <w:p w14:paraId="2C7F22AD" w14:textId="77777777" w:rsidR="008249CB" w:rsidRPr="008D3BE2" w:rsidRDefault="008249CB" w:rsidP="008249CB">
      <w:pPr>
        <w:tabs>
          <w:tab w:val="left" w:pos="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462046A" w14:textId="77777777" w:rsidR="008249CB" w:rsidRPr="008D3BE2" w:rsidRDefault="008249CB" w:rsidP="008249CB">
      <w:pPr>
        <w:tabs>
          <w:tab w:val="left" w:pos="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8.1.6. Prestar os esclarecimentos que lhe forem solicitados e atender prontamente às reclamações sobre as licenças. </w:t>
      </w:r>
    </w:p>
    <w:p w14:paraId="5F500E67" w14:textId="77777777" w:rsidR="008249CB" w:rsidRPr="008D3BE2" w:rsidRDefault="008249CB" w:rsidP="008249CB">
      <w:pPr>
        <w:tabs>
          <w:tab w:val="left" w:pos="0"/>
          <w:tab w:val="left" w:pos="567"/>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D457297" w14:textId="77777777" w:rsidR="008249CB" w:rsidRPr="008D3BE2" w:rsidRDefault="008249CB" w:rsidP="008249CB">
      <w:pPr>
        <w:tabs>
          <w:tab w:val="left" w:pos="0"/>
          <w:tab w:val="left" w:pos="567"/>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8.1.7. Responder, ainda, por quaisquer danos causados diretamente a material, equipamento ou outros bens de propriedade dos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b/>
          <w:bCs/>
          <w:color w:val="000000"/>
          <w:sz w:val="20"/>
          <w:szCs w:val="20"/>
          <w:lang w:eastAsia="pt-BR"/>
        </w:rPr>
        <w:t>,</w:t>
      </w:r>
      <w:r w:rsidRPr="008D3BE2">
        <w:rPr>
          <w:rFonts w:ascii="Arial Narrow" w:eastAsia="Times New Roman" w:hAnsi="Arial Narrow" w:cs="Arial"/>
          <w:color w:val="000000"/>
          <w:sz w:val="20"/>
          <w:szCs w:val="20"/>
          <w:lang w:eastAsia="pt-BR"/>
        </w:rPr>
        <w:t xml:space="preserve"> quando estes tenham sido provocados por seus funcionários. </w:t>
      </w:r>
    </w:p>
    <w:p w14:paraId="0C49D749" w14:textId="77777777" w:rsidR="008249CB" w:rsidRPr="008D3BE2" w:rsidRDefault="008249CB" w:rsidP="008249CB">
      <w:pPr>
        <w:tabs>
          <w:tab w:val="left" w:pos="0"/>
          <w:tab w:val="left" w:pos="567"/>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7D4C97D" w14:textId="77777777" w:rsidR="008249CB" w:rsidRPr="008D3BE2" w:rsidRDefault="008249CB" w:rsidP="008249CB">
      <w:pPr>
        <w:tabs>
          <w:tab w:val="left" w:pos="0"/>
          <w:tab w:val="left" w:pos="567"/>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8.1.8. Arcar com todas as despesas relativas a taxas, tributos, impostos, encargos sociais, seguros, despesas com transporte e demais gastos, custos e despesas inerentes ao cumprimento do objeto deste Edital. </w:t>
      </w:r>
    </w:p>
    <w:p w14:paraId="09427C35" w14:textId="77777777" w:rsidR="008249CB" w:rsidRPr="008D3BE2" w:rsidRDefault="008249CB" w:rsidP="008249CB">
      <w:pPr>
        <w:tabs>
          <w:tab w:val="left" w:pos="0"/>
          <w:tab w:val="left" w:pos="567"/>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6A3AEC8" w14:textId="77777777" w:rsidR="008249CB" w:rsidRPr="008D3BE2" w:rsidRDefault="008249CB" w:rsidP="008249CB">
      <w:pPr>
        <w:tabs>
          <w:tab w:val="left" w:pos="0"/>
          <w:tab w:val="left" w:pos="567"/>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lastRenderedPageBreak/>
        <w:t xml:space="preserve">8.1.9. </w:t>
      </w:r>
      <w:r w:rsidRPr="008D3BE2">
        <w:rPr>
          <w:rFonts w:ascii="Arial Narrow" w:eastAsia="Times New Roman" w:hAnsi="Arial Narrow" w:cs="Arial"/>
          <w:bCs/>
          <w:color w:val="000000"/>
          <w:sz w:val="20"/>
          <w:szCs w:val="20"/>
          <w:lang w:eastAsia="pt-BR"/>
        </w:rPr>
        <w:t xml:space="preserve">Ofertar, sem qualquer custo aos </w:t>
      </w:r>
      <w:r w:rsidRPr="008D3BE2">
        <w:rPr>
          <w:rFonts w:ascii="Arial Narrow" w:eastAsia="Times New Roman" w:hAnsi="Arial Narrow" w:cs="Arial"/>
          <w:b/>
          <w:bCs/>
          <w:color w:val="000000"/>
          <w:sz w:val="20"/>
          <w:szCs w:val="20"/>
          <w:lang w:eastAsia="pt-BR"/>
        </w:rPr>
        <w:t>CONTRATANTES</w:t>
      </w:r>
      <w:r w:rsidRPr="008D3BE2">
        <w:rPr>
          <w:rFonts w:ascii="Arial Narrow" w:eastAsia="Times New Roman" w:hAnsi="Arial Narrow" w:cs="Arial"/>
          <w:bCs/>
          <w:color w:val="000000"/>
          <w:sz w:val="20"/>
          <w:szCs w:val="20"/>
          <w:lang w:eastAsia="pt-BR"/>
        </w:rPr>
        <w:t>, na qualidade de certificada LSP, pacote de benefícios e serviços disponibilizados pela Microsoft aos usuários das licenças, objeto da contratação.</w:t>
      </w:r>
    </w:p>
    <w:p w14:paraId="60750AF7"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5329D8B"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8.1.10. Cumprir as normas de segurança da informação dos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w:t>
      </w:r>
    </w:p>
    <w:p w14:paraId="01D2A1FC"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Arial Narrow" w:hAnsi="Arial Narrow" w:cs="Arial"/>
          <w:color w:val="000000"/>
          <w:sz w:val="20"/>
          <w:szCs w:val="20"/>
          <w:lang w:eastAsia="pt-BR"/>
        </w:rPr>
        <w:t> </w:t>
      </w:r>
    </w:p>
    <w:p w14:paraId="089CF4C7" w14:textId="77777777" w:rsidR="008249CB" w:rsidRPr="008D3BE2" w:rsidRDefault="008249CB" w:rsidP="008249CB">
      <w:pPr>
        <w:tabs>
          <w:tab w:val="left" w:pos="8080"/>
        </w:tabs>
        <w:spacing w:after="0"/>
        <w:rPr>
          <w:rFonts w:ascii="Arial Narrow" w:eastAsia="Times New Roman" w:hAnsi="Arial Narrow" w:cs="Arial"/>
          <w:b/>
          <w:snapToGrid w:val="0"/>
          <w:color w:val="000000"/>
          <w:sz w:val="20"/>
          <w:szCs w:val="20"/>
          <w:lang w:eastAsia="pt-BR"/>
        </w:rPr>
      </w:pPr>
      <w:r w:rsidRPr="008D3BE2">
        <w:rPr>
          <w:rFonts w:ascii="Arial Narrow" w:eastAsia="Times New Roman" w:hAnsi="Arial Narrow" w:cs="Arial"/>
          <w:b/>
          <w:snapToGrid w:val="0"/>
          <w:color w:val="000000"/>
          <w:sz w:val="20"/>
          <w:szCs w:val="20"/>
          <w:lang w:eastAsia="pt-BR"/>
        </w:rPr>
        <w:t>CLÁUSULA NONA – DA GARANTIA DE EXECUÇÃO CONTRATUAL</w:t>
      </w:r>
    </w:p>
    <w:p w14:paraId="08671A90"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p>
    <w:p w14:paraId="7672CD7B"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snapToGrid w:val="0"/>
          <w:color w:val="000000"/>
          <w:sz w:val="20"/>
          <w:szCs w:val="20"/>
          <w:lang w:eastAsia="pt-BR"/>
        </w:rPr>
        <w:t>9.1.</w:t>
      </w:r>
      <w:r w:rsidRPr="008D3BE2">
        <w:rPr>
          <w:rFonts w:ascii="Arial Narrow" w:eastAsia="Times New Roman" w:hAnsi="Arial Narrow" w:cs="Arial"/>
          <w:bCs/>
          <w:snapToGrid w:val="0"/>
          <w:color w:val="000000"/>
          <w:sz w:val="20"/>
          <w:szCs w:val="20"/>
          <w:lang w:eastAsia="pt-BR"/>
        </w:rPr>
        <w:t xml:space="preserve"> Não são aplicáveis as regras previstas na Cláusula Quarta das Condições Gerais de Contratação.</w:t>
      </w:r>
    </w:p>
    <w:p w14:paraId="2D41EE0F"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55568A7E"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DÉCIMA – DOS ANEXOS</w:t>
      </w:r>
    </w:p>
    <w:p w14:paraId="740BE3D4"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073036FA"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10.1.</w:t>
      </w:r>
      <w:r w:rsidRPr="008D3BE2">
        <w:rPr>
          <w:rFonts w:ascii="Arial Narrow" w:eastAsia="Times New Roman" w:hAnsi="Arial Narrow" w:cs="Arial"/>
          <w:color w:val="000000"/>
          <w:sz w:val="20"/>
          <w:szCs w:val="20"/>
          <w:lang w:eastAsia="pt-BR"/>
        </w:rPr>
        <w:t xml:space="preserve"> Fazem parte deste contrato -</w:t>
      </w:r>
      <w:r w:rsidRPr="008D3BE2">
        <w:rPr>
          <w:rFonts w:ascii="Arial Narrow" w:eastAsia="Times New Roman" w:hAnsi="Arial Narrow" w:cs="Arial"/>
          <w:bCs/>
          <w:snapToGrid w:val="0"/>
          <w:color w:val="000000"/>
          <w:sz w:val="20"/>
          <w:szCs w:val="20"/>
          <w:lang w:eastAsia="pt-BR"/>
        </w:rPr>
        <w:t xml:space="preserve"> Condições Específicas e Gerais</w:t>
      </w:r>
      <w:r w:rsidRPr="008D3BE2">
        <w:rPr>
          <w:rFonts w:ascii="Arial Narrow" w:eastAsia="Times New Roman" w:hAnsi="Arial Narrow" w:cs="Arial"/>
          <w:color w:val="000000"/>
          <w:sz w:val="20"/>
          <w:szCs w:val="20"/>
          <w:lang w:eastAsia="pt-BR"/>
        </w:rPr>
        <w:t>, independentemente de transcrição:</w:t>
      </w:r>
    </w:p>
    <w:p w14:paraId="5FB9CB24"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ind w:left="840" w:hanging="273"/>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i)    </w:t>
      </w:r>
      <w:r w:rsidRPr="008D3BE2">
        <w:rPr>
          <w:rFonts w:ascii="Arial Narrow" w:eastAsia="Times New Roman" w:hAnsi="Arial Narrow" w:cs="Arial"/>
          <w:color w:val="000000"/>
          <w:sz w:val="20"/>
          <w:szCs w:val="20"/>
          <w:lang w:eastAsia="pt-BR"/>
        </w:rPr>
        <w:t>Edital de licitação e seus anexos, quando for o caso.</w:t>
      </w:r>
    </w:p>
    <w:p w14:paraId="75B3185D"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ind w:left="840" w:hanging="273"/>
        <w:rPr>
          <w:rFonts w:ascii="Arial Narrow" w:eastAsia="Times New Roman" w:hAnsi="Arial Narrow" w:cs="Arial"/>
          <w:color w:val="000000"/>
          <w:sz w:val="20"/>
          <w:szCs w:val="20"/>
          <w:lang w:eastAsia="pt-BR"/>
        </w:rPr>
      </w:pPr>
      <w:proofErr w:type="spellStart"/>
      <w:r w:rsidRPr="008D3BE2">
        <w:rPr>
          <w:rFonts w:ascii="Arial Narrow" w:eastAsia="Arial" w:hAnsi="Arial Narrow" w:cs="Arial"/>
          <w:color w:val="000000"/>
          <w:sz w:val="20"/>
          <w:szCs w:val="20"/>
          <w:lang w:eastAsia="pt-BR"/>
        </w:rPr>
        <w:t>ii</w:t>
      </w:r>
      <w:proofErr w:type="spellEnd"/>
      <w:r w:rsidRPr="008D3BE2">
        <w:rPr>
          <w:rFonts w:ascii="Arial Narrow" w:eastAsia="Arial" w:hAnsi="Arial Narrow" w:cs="Arial"/>
          <w:color w:val="000000"/>
          <w:sz w:val="20"/>
          <w:szCs w:val="20"/>
          <w:lang w:eastAsia="pt-BR"/>
        </w:rPr>
        <w:t xml:space="preserve">)   </w:t>
      </w:r>
      <w:r w:rsidRPr="008D3BE2">
        <w:rPr>
          <w:rFonts w:ascii="Arial Narrow" w:eastAsia="Times New Roman" w:hAnsi="Arial Narrow" w:cs="Arial"/>
          <w:color w:val="000000"/>
          <w:sz w:val="20"/>
          <w:szCs w:val="20"/>
          <w:lang w:eastAsia="pt-BR"/>
        </w:rPr>
        <w:t xml:space="preserve">Proposta da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color w:val="000000"/>
          <w:sz w:val="20"/>
          <w:szCs w:val="20"/>
          <w:lang w:eastAsia="pt-BR"/>
        </w:rPr>
        <w:t>;</w:t>
      </w:r>
    </w:p>
    <w:p w14:paraId="72BAA463"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7D416CDC"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bookmarkStart w:id="3" w:name="_Hlk54950822"/>
      <w:r w:rsidRPr="008D3BE2">
        <w:rPr>
          <w:rFonts w:ascii="Arial Narrow" w:eastAsia="Times New Roman" w:hAnsi="Arial Narrow" w:cs="Arial"/>
          <w:bCs/>
          <w:color w:val="000000"/>
          <w:sz w:val="20"/>
          <w:szCs w:val="20"/>
          <w:lang w:eastAsia="pt-BR"/>
        </w:rPr>
        <w:t xml:space="preserve">10.2. No caso de divergência entre as disposições dos instrumentos, prevalecerá, nesta ordem, as condições específicas da contratação, as condições gerais da contratação, o Edital, o Termo de Referência e a Proposta da </w:t>
      </w:r>
      <w:r w:rsidRPr="008D3BE2">
        <w:rPr>
          <w:rFonts w:ascii="Arial Narrow" w:eastAsia="Times New Roman" w:hAnsi="Arial Narrow" w:cs="Arial"/>
          <w:b/>
          <w:color w:val="000000"/>
          <w:sz w:val="20"/>
          <w:szCs w:val="20"/>
          <w:lang w:eastAsia="pt-BR"/>
        </w:rPr>
        <w:t>CONTRATADA</w:t>
      </w:r>
      <w:r w:rsidRPr="008D3BE2">
        <w:rPr>
          <w:rFonts w:ascii="Arial Narrow" w:eastAsia="Times New Roman" w:hAnsi="Arial Narrow" w:cs="Arial"/>
          <w:bCs/>
          <w:color w:val="000000"/>
          <w:sz w:val="20"/>
          <w:szCs w:val="20"/>
          <w:lang w:eastAsia="pt-BR"/>
        </w:rPr>
        <w:t>.</w:t>
      </w:r>
      <w:bookmarkEnd w:id="3"/>
    </w:p>
    <w:p w14:paraId="51FA40B6" w14:textId="77777777" w:rsidR="008249CB" w:rsidRPr="008D3BE2" w:rsidRDefault="008249CB" w:rsidP="008249CB">
      <w:pPr>
        <w:tabs>
          <w:tab w:val="left" w:pos="8080"/>
        </w:tabs>
        <w:spacing w:after="0"/>
        <w:rPr>
          <w:rFonts w:ascii="Arial Narrow" w:eastAsia="Times New Roman" w:hAnsi="Arial Narrow" w:cs="Arial"/>
          <w:b/>
          <w:color w:val="000000"/>
          <w:sz w:val="20"/>
          <w:szCs w:val="20"/>
          <w:lang w:eastAsia="pt-BR"/>
        </w:rPr>
      </w:pPr>
    </w:p>
    <w:p w14:paraId="08916BA6"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xml:space="preserve">CLAUSULA DÉCIMA PRIMEIRA - DO FORO </w:t>
      </w:r>
    </w:p>
    <w:p w14:paraId="4DDB7780"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7844C2D"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11.1. Fica eleito o Foro de Brasília - DF, com exclusão de qualquer outro, por mais privilegiado que seja, para dirimir quaisquer questões relativas da contratação.</w:t>
      </w:r>
    </w:p>
    <w:p w14:paraId="296B6305" w14:textId="77777777" w:rsidR="008249CB" w:rsidRPr="008D3BE2" w:rsidRDefault="008249CB" w:rsidP="00824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7C27649" w14:textId="77777777" w:rsidR="008249CB" w:rsidRPr="008D3BE2" w:rsidRDefault="008249CB" w:rsidP="00824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E, por estarem justas e acertadas, firmam as partes o presente Contrato em 2 (duas) vias de igual teor e forma e para um só fim, na presença das testemunhas abaixo, para que produza seus jurídicos e legais efeitos. </w:t>
      </w:r>
    </w:p>
    <w:p w14:paraId="1A407C3A" w14:textId="77777777" w:rsidR="008249CB" w:rsidRPr="008D3BE2" w:rsidRDefault="008249CB" w:rsidP="00824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6EA8F44"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jc w:val="right"/>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Brasília/DF, ___ de ___________ </w:t>
      </w:r>
      <w:proofErr w:type="spellStart"/>
      <w:r w:rsidRPr="008D3BE2">
        <w:rPr>
          <w:rFonts w:ascii="Arial Narrow" w:eastAsia="Times New Roman" w:hAnsi="Arial Narrow" w:cs="Arial"/>
          <w:color w:val="000000"/>
          <w:sz w:val="20"/>
          <w:szCs w:val="20"/>
          <w:lang w:eastAsia="pt-BR"/>
        </w:rPr>
        <w:t>de</w:t>
      </w:r>
      <w:proofErr w:type="spellEnd"/>
      <w:r w:rsidRPr="008D3BE2">
        <w:rPr>
          <w:rFonts w:ascii="Arial Narrow" w:eastAsia="Times New Roman" w:hAnsi="Arial Narrow" w:cs="Arial"/>
          <w:color w:val="000000"/>
          <w:sz w:val="20"/>
          <w:szCs w:val="20"/>
          <w:lang w:eastAsia="pt-BR"/>
        </w:rPr>
        <w:t xml:space="preserve"> 2021.</w:t>
      </w:r>
    </w:p>
    <w:p w14:paraId="5F870782"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p>
    <w:p w14:paraId="5A37DDF7"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sz w:val="20"/>
          <w:szCs w:val="20"/>
          <w:lang w:eastAsia="pt-BR"/>
        </w:rPr>
      </w:pPr>
      <w:r w:rsidRPr="008D3BE2">
        <w:rPr>
          <w:rFonts w:ascii="Arial Narrow" w:eastAsia="Times New Roman" w:hAnsi="Arial Narrow" w:cs="Arial"/>
          <w:color w:val="000000"/>
          <w:sz w:val="20"/>
          <w:szCs w:val="20"/>
          <w:lang w:eastAsia="pt-BR"/>
        </w:rPr>
        <w:t xml:space="preserve">Pela(s) </w:t>
      </w:r>
      <w:r w:rsidRPr="008D3BE2">
        <w:rPr>
          <w:rFonts w:ascii="Arial Narrow" w:eastAsia="Times New Roman" w:hAnsi="Arial Narrow" w:cs="Arial"/>
          <w:b/>
          <w:color w:val="000000"/>
          <w:sz w:val="20"/>
          <w:szCs w:val="20"/>
          <w:lang w:eastAsia="pt-BR"/>
        </w:rPr>
        <w:t>CONTRATANTE(S):</w:t>
      </w:r>
    </w:p>
    <w:p w14:paraId="2C4B4178"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p>
    <w:p w14:paraId="5E1B7248"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tbl>
      <w:tblPr>
        <w:tblW w:w="0" w:type="auto"/>
        <w:jc w:val="center"/>
        <w:tblLook w:val="01E0" w:firstRow="1" w:lastRow="1" w:firstColumn="1" w:lastColumn="1" w:noHBand="0" w:noVBand="0"/>
      </w:tblPr>
      <w:tblGrid>
        <w:gridCol w:w="4219"/>
      </w:tblGrid>
      <w:tr w:rsidR="008249CB" w:rsidRPr="008D3BE2" w14:paraId="2C21853F" w14:textId="77777777" w:rsidTr="00E755E8">
        <w:trPr>
          <w:jc w:val="center"/>
        </w:trPr>
        <w:tc>
          <w:tcPr>
            <w:tcW w:w="4219" w:type="dxa"/>
            <w:tcBorders>
              <w:top w:val="single" w:sz="4" w:space="0" w:color="auto"/>
              <w:left w:val="nil"/>
              <w:bottom w:val="nil"/>
              <w:right w:val="nil"/>
            </w:tcBorders>
            <w:shd w:val="clear" w:color="auto" w:fill="auto"/>
            <w:hideMark/>
          </w:tcPr>
          <w:p w14:paraId="5DFC1E41" w14:textId="77777777" w:rsidR="008249CB" w:rsidRPr="008D3BE2" w:rsidRDefault="008249CB" w:rsidP="00E755E8">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tc>
      </w:tr>
    </w:tbl>
    <w:p w14:paraId="1D018F5D" w14:textId="77777777" w:rsidR="008249CB" w:rsidRPr="008D3BE2" w:rsidRDefault="008249CB" w:rsidP="00824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sz w:val="20"/>
          <w:szCs w:val="20"/>
          <w:lang w:eastAsia="pt-BR"/>
        </w:rPr>
      </w:pPr>
      <w:proofErr w:type="gramStart"/>
      <w:r w:rsidRPr="008D3BE2">
        <w:rPr>
          <w:rFonts w:ascii="Arial Narrow" w:eastAsia="Times New Roman" w:hAnsi="Arial Narrow" w:cs="Arial"/>
          <w:color w:val="000000"/>
          <w:sz w:val="20"/>
          <w:szCs w:val="20"/>
          <w:lang w:eastAsia="pt-BR"/>
        </w:rPr>
        <w:t xml:space="preserve">Pela  </w:t>
      </w:r>
      <w:r w:rsidRPr="008D3BE2">
        <w:rPr>
          <w:rFonts w:ascii="Arial Narrow" w:eastAsia="Times New Roman" w:hAnsi="Arial Narrow" w:cs="Arial"/>
          <w:b/>
          <w:color w:val="000000"/>
          <w:sz w:val="20"/>
          <w:szCs w:val="20"/>
          <w:lang w:eastAsia="pt-BR"/>
        </w:rPr>
        <w:t>CONTRATADA</w:t>
      </w:r>
      <w:proofErr w:type="gramEnd"/>
      <w:r w:rsidRPr="008D3BE2">
        <w:rPr>
          <w:rFonts w:ascii="Arial Narrow" w:eastAsia="Times New Roman" w:hAnsi="Arial Narrow" w:cs="Arial"/>
          <w:b/>
          <w:color w:val="000000"/>
          <w:sz w:val="20"/>
          <w:szCs w:val="20"/>
          <w:lang w:eastAsia="pt-BR"/>
        </w:rPr>
        <w:t>:</w:t>
      </w:r>
    </w:p>
    <w:p w14:paraId="5FE5B594" w14:textId="77777777" w:rsidR="008249CB" w:rsidRPr="008D3BE2" w:rsidRDefault="008249CB" w:rsidP="00824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sz w:val="20"/>
          <w:szCs w:val="20"/>
          <w:lang w:eastAsia="pt-BR"/>
        </w:rPr>
      </w:pPr>
    </w:p>
    <w:p w14:paraId="0A73E3F5" w14:textId="77777777" w:rsidR="008249CB" w:rsidRPr="008D3BE2" w:rsidRDefault="008249CB" w:rsidP="008249CB">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tbl>
      <w:tblPr>
        <w:tblW w:w="0" w:type="auto"/>
        <w:jc w:val="center"/>
        <w:tblLook w:val="01E0" w:firstRow="1" w:lastRow="1" w:firstColumn="1" w:lastColumn="1" w:noHBand="0" w:noVBand="0"/>
      </w:tblPr>
      <w:tblGrid>
        <w:gridCol w:w="4219"/>
      </w:tblGrid>
      <w:tr w:rsidR="008249CB" w:rsidRPr="008D3BE2" w14:paraId="72E177AA" w14:textId="77777777" w:rsidTr="00E755E8">
        <w:trPr>
          <w:jc w:val="center"/>
        </w:trPr>
        <w:tc>
          <w:tcPr>
            <w:tcW w:w="4219" w:type="dxa"/>
            <w:tcBorders>
              <w:top w:val="single" w:sz="4" w:space="0" w:color="auto"/>
              <w:left w:val="nil"/>
              <w:bottom w:val="nil"/>
              <w:right w:val="nil"/>
            </w:tcBorders>
            <w:shd w:val="clear" w:color="auto" w:fill="auto"/>
            <w:hideMark/>
          </w:tcPr>
          <w:p w14:paraId="1AFCE4C7" w14:textId="77777777" w:rsidR="008249CB" w:rsidRPr="008D3BE2" w:rsidRDefault="008249CB" w:rsidP="00E755E8">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tc>
      </w:tr>
    </w:tbl>
    <w:p w14:paraId="4EB898A3" w14:textId="77777777" w:rsidR="008249CB" w:rsidRPr="008D3BE2" w:rsidRDefault="008249CB" w:rsidP="00824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sz w:val="20"/>
          <w:szCs w:val="20"/>
          <w:lang w:eastAsia="pt-BR"/>
        </w:rPr>
      </w:pPr>
    </w:p>
    <w:p w14:paraId="1AC48400" w14:textId="77777777" w:rsidR="008249CB" w:rsidRPr="008D3BE2" w:rsidRDefault="008249CB" w:rsidP="008249CB">
      <w:pPr>
        <w:tabs>
          <w:tab w:val="left" w:pos="8080"/>
        </w:tabs>
        <w:spacing w:after="0"/>
        <w:rPr>
          <w:rFonts w:ascii="Arial Narrow" w:eastAsia="Times New Roman" w:hAnsi="Arial Narrow" w:cs="Arial"/>
          <w:b/>
          <w:color w:val="000000"/>
          <w:sz w:val="20"/>
          <w:szCs w:val="20"/>
          <w:lang w:eastAsia="pt-BR"/>
        </w:rPr>
      </w:pPr>
      <w:r w:rsidRPr="008D3BE2">
        <w:rPr>
          <w:rFonts w:ascii="Arial Narrow" w:eastAsia="Times New Roman" w:hAnsi="Arial Narrow" w:cs="Arial"/>
          <w:b/>
          <w:sz w:val="20"/>
          <w:szCs w:val="20"/>
          <w:lang w:eastAsia="pt-BR"/>
        </w:rPr>
        <w:t>TEST</w:t>
      </w:r>
      <w:r w:rsidRPr="008D3BE2">
        <w:rPr>
          <w:rFonts w:ascii="Arial Narrow" w:eastAsia="Times New Roman" w:hAnsi="Arial Narrow" w:cs="Arial"/>
          <w:b/>
          <w:color w:val="000000"/>
          <w:sz w:val="20"/>
          <w:szCs w:val="20"/>
          <w:lang w:eastAsia="pt-BR"/>
        </w:rPr>
        <w:t>EMUNHAS:</w:t>
      </w:r>
    </w:p>
    <w:p w14:paraId="0008C53A" w14:textId="77777777" w:rsidR="008249CB" w:rsidRPr="008D3BE2" w:rsidRDefault="008249CB" w:rsidP="008249CB">
      <w:pPr>
        <w:tabs>
          <w:tab w:val="left" w:pos="8080"/>
        </w:tabs>
        <w:spacing w:after="0"/>
        <w:rPr>
          <w:rFonts w:ascii="Arial Narrow" w:eastAsia="Times New Roman" w:hAnsi="Arial Narrow" w:cs="Arial"/>
          <w:b/>
          <w:color w:val="000000"/>
          <w:sz w:val="20"/>
          <w:szCs w:val="20"/>
          <w:lang w:eastAsia="pt-BR"/>
        </w:rPr>
      </w:pPr>
    </w:p>
    <w:p w14:paraId="6B82F1A6"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p>
    <w:p w14:paraId="197D5443" w14:textId="77777777" w:rsidR="008249CB" w:rsidRPr="008D3BE2" w:rsidRDefault="008249CB" w:rsidP="008249CB">
      <w:pPr>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tbl>
      <w:tblPr>
        <w:tblW w:w="0" w:type="auto"/>
        <w:jc w:val="center"/>
        <w:tblLook w:val="01E0" w:firstRow="1" w:lastRow="1" w:firstColumn="1" w:lastColumn="1" w:noHBand="0" w:noVBand="0"/>
      </w:tblPr>
      <w:tblGrid>
        <w:gridCol w:w="3989"/>
        <w:gridCol w:w="681"/>
        <w:gridCol w:w="4050"/>
      </w:tblGrid>
      <w:tr w:rsidR="008249CB" w:rsidRPr="008D3BE2" w14:paraId="2D2825CA" w14:textId="77777777" w:rsidTr="00E755E8">
        <w:trPr>
          <w:jc w:val="center"/>
        </w:trPr>
        <w:tc>
          <w:tcPr>
            <w:tcW w:w="3989" w:type="dxa"/>
            <w:tcBorders>
              <w:top w:val="single" w:sz="4" w:space="0" w:color="auto"/>
              <w:left w:val="nil"/>
              <w:bottom w:val="nil"/>
              <w:right w:val="nil"/>
            </w:tcBorders>
            <w:shd w:val="clear" w:color="auto" w:fill="auto"/>
            <w:hideMark/>
          </w:tcPr>
          <w:p w14:paraId="78163F44" w14:textId="77777777" w:rsidR="008249CB" w:rsidRPr="008D3BE2" w:rsidRDefault="008249CB" w:rsidP="00E755E8">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Nome, RG e CPF</w:t>
            </w:r>
          </w:p>
        </w:tc>
        <w:tc>
          <w:tcPr>
            <w:tcW w:w="681" w:type="dxa"/>
            <w:tcBorders>
              <w:top w:val="nil"/>
              <w:left w:val="nil"/>
              <w:bottom w:val="nil"/>
              <w:right w:val="nil"/>
            </w:tcBorders>
            <w:shd w:val="clear" w:color="auto" w:fill="auto"/>
            <w:hideMark/>
          </w:tcPr>
          <w:p w14:paraId="08860500" w14:textId="77777777" w:rsidR="008249CB" w:rsidRPr="008D3BE2" w:rsidRDefault="008249CB" w:rsidP="00E755E8">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tc>
        <w:tc>
          <w:tcPr>
            <w:tcW w:w="4050" w:type="dxa"/>
            <w:tcBorders>
              <w:top w:val="single" w:sz="4" w:space="0" w:color="auto"/>
              <w:left w:val="nil"/>
              <w:bottom w:val="nil"/>
              <w:right w:val="nil"/>
            </w:tcBorders>
            <w:shd w:val="clear" w:color="auto" w:fill="auto"/>
            <w:hideMark/>
          </w:tcPr>
          <w:p w14:paraId="187A76B1" w14:textId="77777777" w:rsidR="008249CB" w:rsidRPr="008D3BE2" w:rsidRDefault="008249CB" w:rsidP="00E755E8">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Nome, RG e CPF</w:t>
            </w:r>
          </w:p>
        </w:tc>
      </w:tr>
    </w:tbl>
    <w:p w14:paraId="783E86C7" w14:textId="77777777" w:rsidR="008249CB" w:rsidRPr="008D3BE2" w:rsidRDefault="008249CB" w:rsidP="008249CB">
      <w:pPr>
        <w:tabs>
          <w:tab w:val="left" w:pos="1730"/>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1C57CAD" w14:textId="77777777" w:rsidR="008249CB" w:rsidRPr="008D3BE2" w:rsidRDefault="008249CB" w:rsidP="008249CB">
      <w:pPr>
        <w:tabs>
          <w:tab w:val="left" w:pos="8080"/>
        </w:tabs>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604CC067" w14:textId="77777777" w:rsidR="008249CB" w:rsidRPr="008D3BE2" w:rsidRDefault="008249CB" w:rsidP="008249CB">
      <w:pPr>
        <w:rPr>
          <w:rFonts w:ascii="Arial Narrow" w:eastAsia="Times New Roman" w:hAnsi="Arial Narrow" w:cs="Arial"/>
          <w:b/>
          <w:color w:val="000000"/>
          <w:sz w:val="20"/>
          <w:szCs w:val="20"/>
          <w:lang w:eastAsia="pt-BR"/>
        </w:rPr>
      </w:pPr>
      <w:r w:rsidRPr="008D3BE2">
        <w:rPr>
          <w:rFonts w:ascii="Arial Narrow" w:eastAsia="Times New Roman" w:hAnsi="Arial Narrow" w:cs="Arial"/>
          <w:b/>
          <w:color w:val="000000"/>
          <w:sz w:val="20"/>
          <w:szCs w:val="20"/>
          <w:lang w:eastAsia="pt-BR"/>
        </w:rPr>
        <w:br w:type="page"/>
      </w:r>
    </w:p>
    <w:p w14:paraId="12E1432F" w14:textId="77777777" w:rsidR="008249CB" w:rsidRPr="008D3BE2" w:rsidRDefault="008249CB" w:rsidP="008249CB">
      <w:pPr>
        <w:spacing w:after="0"/>
        <w:jc w:val="center"/>
        <w:rPr>
          <w:rFonts w:ascii="Arial Narrow" w:eastAsia="Times New Roman" w:hAnsi="Arial Narrow" w:cs="Arial"/>
          <w:b/>
          <w:color w:val="000000"/>
          <w:sz w:val="20"/>
          <w:szCs w:val="20"/>
          <w:lang w:eastAsia="pt-BR"/>
        </w:rPr>
      </w:pPr>
    </w:p>
    <w:p w14:paraId="01B36769" w14:textId="77777777" w:rsidR="008249CB" w:rsidRPr="008D3BE2" w:rsidRDefault="008249CB" w:rsidP="008249CB">
      <w:pPr>
        <w:spacing w:after="0"/>
        <w:jc w:val="center"/>
        <w:rPr>
          <w:rFonts w:ascii="Arial Narrow" w:eastAsia="Times New Roman" w:hAnsi="Arial Narrow" w:cs="Arial"/>
          <w:b/>
          <w:color w:val="000000"/>
          <w:sz w:val="20"/>
          <w:szCs w:val="20"/>
          <w:lang w:eastAsia="pt-BR"/>
        </w:rPr>
      </w:pPr>
    </w:p>
    <w:p w14:paraId="7B7E1B29" w14:textId="66DB2F53" w:rsidR="008249CB" w:rsidRPr="008D3BE2" w:rsidRDefault="008249CB" w:rsidP="008249CB">
      <w:pPr>
        <w:spacing w:after="0"/>
        <w:jc w:val="center"/>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xml:space="preserve">CONDIÇÕES GERAIS DE CONTRATAÇÃO – FORNECIMENTO </w:t>
      </w:r>
    </w:p>
    <w:p w14:paraId="2FE4FBB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7E9A67A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O presente instrumento estabelece as condições gerais de contratação, fundamentos do negócio jurídico a ser celebrado para o </w:t>
      </w:r>
      <w:r w:rsidRPr="008D3BE2">
        <w:rPr>
          <w:rFonts w:ascii="Arial Narrow" w:eastAsia="Times New Roman" w:hAnsi="Arial Narrow" w:cs="Arial"/>
          <w:b/>
          <w:color w:val="000000"/>
          <w:sz w:val="20"/>
          <w:szCs w:val="20"/>
          <w:lang w:eastAsia="pt-BR"/>
        </w:rPr>
        <w:t>fornecimento de bens</w:t>
      </w:r>
      <w:r w:rsidRPr="008D3BE2">
        <w:rPr>
          <w:rFonts w:ascii="Arial Narrow" w:eastAsia="Times New Roman" w:hAnsi="Arial Narrow" w:cs="Arial"/>
          <w:color w:val="000000"/>
          <w:sz w:val="20"/>
          <w:szCs w:val="20"/>
          <w:lang w:eastAsia="pt-BR"/>
        </w:rPr>
        <w:t xml:space="preserve"> por toda e qualquer pessoa física e/ou jurídica para as entidades e órgãos nacionais do Sistema Indústria. </w:t>
      </w:r>
    </w:p>
    <w:p w14:paraId="0486BA3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FA2E6A9" w14:textId="77777777" w:rsidR="008249CB" w:rsidRPr="008D3BE2" w:rsidRDefault="008249CB" w:rsidP="008249CB">
      <w:pPr>
        <w:pBdr>
          <w:top w:val="single" w:sz="4" w:space="1" w:color="auto"/>
          <w:left w:val="single" w:sz="4" w:space="4" w:color="auto"/>
          <w:bottom w:val="single" w:sz="4" w:space="1" w:color="auto"/>
          <w:right w:val="single" w:sz="4" w:space="4" w:color="auto"/>
        </w:pBd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AS CONDIÇÕES ESPECÍFICAS DO CONTRATO DE FORNECIMENTO PREVALECERÃO SOBRE ESTAS CONDIÇÕES GERAIS SEMPRE QUE FOREM CONFLITANTES.</w:t>
      </w:r>
    </w:p>
    <w:p w14:paraId="6777C5F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8F1CBF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As condições gerais de contratação para o fornecimento de bens, em conjunto com a Proposta do(a)(s) CONTRATADO(A)(S) e o Contrato de fornecimento de bens – Condições específicas constituem documento único, e será considerado sempre válido, legítimo e eficaz para todos os fins e efeitos de Direito.</w:t>
      </w:r>
    </w:p>
    <w:p w14:paraId="6F2B015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5FDF90C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PRIMEIRA - DEFINIÇÕES</w:t>
      </w:r>
    </w:p>
    <w:p w14:paraId="1EC19C87" w14:textId="77777777" w:rsidR="008249CB" w:rsidRPr="008D3BE2" w:rsidRDefault="008249CB" w:rsidP="008249CB">
      <w:pPr>
        <w:spacing w:after="0"/>
        <w:ind w:left="36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049E9B0C"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1.1. </w:t>
      </w:r>
      <w:r w:rsidRPr="008D3BE2">
        <w:rPr>
          <w:rFonts w:ascii="Arial Narrow" w:eastAsia="Times New Roman" w:hAnsi="Arial Narrow" w:cs="Arial"/>
          <w:color w:val="000000"/>
          <w:sz w:val="20"/>
          <w:szCs w:val="20"/>
          <w:lang w:eastAsia="pt-BR"/>
        </w:rPr>
        <w:t xml:space="preserve">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w:t>
      </w:r>
      <w:proofErr w:type="spellStart"/>
      <w:r w:rsidRPr="008D3BE2">
        <w:rPr>
          <w:rFonts w:ascii="Arial Narrow" w:eastAsia="Times New Roman" w:hAnsi="Arial Narrow" w:cs="Arial"/>
          <w:color w:val="000000"/>
          <w:sz w:val="20"/>
          <w:szCs w:val="20"/>
          <w:lang w:eastAsia="pt-BR"/>
        </w:rPr>
        <w:t>Euvaldo</w:t>
      </w:r>
      <w:proofErr w:type="spellEnd"/>
      <w:r w:rsidRPr="008D3BE2">
        <w:rPr>
          <w:rFonts w:ascii="Arial Narrow" w:eastAsia="Times New Roman" w:hAnsi="Arial Narrow" w:cs="Arial"/>
          <w:color w:val="000000"/>
          <w:sz w:val="20"/>
          <w:szCs w:val="20"/>
          <w:lang w:eastAsia="pt-BR"/>
        </w:rPr>
        <w:t xml:space="preserve"> Lodi (IEL), entidades nacionais e regionais, conforme a seguir detalhado:</w:t>
      </w:r>
    </w:p>
    <w:p w14:paraId="53AED115"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497F588" w14:textId="77777777" w:rsidR="008249CB" w:rsidRPr="008D3BE2" w:rsidRDefault="008249CB" w:rsidP="008249CB">
      <w:pPr>
        <w:tabs>
          <w:tab w:val="num" w:pos="720"/>
        </w:tabs>
        <w:spacing w:after="0"/>
        <w:ind w:left="720" w:hanging="36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a)    </w:t>
      </w:r>
      <w:r w:rsidRPr="008D3BE2">
        <w:rPr>
          <w:rFonts w:ascii="Arial Narrow" w:eastAsia="Times New Roman" w:hAnsi="Arial Narrow" w:cs="Arial"/>
          <w:b/>
          <w:color w:val="000000"/>
          <w:sz w:val="20"/>
          <w:szCs w:val="20"/>
          <w:lang w:eastAsia="pt-BR"/>
        </w:rPr>
        <w:t>A Confederação Nacional da Indústria - CNI</w:t>
      </w:r>
      <w:r w:rsidRPr="008D3BE2">
        <w:rPr>
          <w:rFonts w:ascii="Arial Narrow" w:eastAsia="Times New Roman" w:hAnsi="Arial Narrow" w:cs="Arial"/>
          <w:color w:val="000000"/>
          <w:sz w:val="20"/>
          <w:szCs w:val="20"/>
          <w:lang w:eastAsia="pt-BR"/>
        </w:rPr>
        <w:t>,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04B3599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F81DBEF" w14:textId="77777777" w:rsidR="008249CB" w:rsidRPr="008D3BE2" w:rsidRDefault="008249CB" w:rsidP="008249CB">
      <w:pPr>
        <w:tabs>
          <w:tab w:val="num" w:pos="720"/>
        </w:tabs>
        <w:spacing w:after="0"/>
        <w:ind w:left="720" w:hanging="36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b)    </w:t>
      </w:r>
      <w:r w:rsidRPr="008D3BE2">
        <w:rPr>
          <w:rFonts w:ascii="Arial Narrow" w:eastAsia="Times New Roman" w:hAnsi="Arial Narrow" w:cs="Arial"/>
          <w:b/>
          <w:color w:val="000000"/>
          <w:sz w:val="20"/>
          <w:szCs w:val="20"/>
          <w:lang w:eastAsia="pt-BR"/>
        </w:rPr>
        <w:t>O Serviço Nacional de Aprendizagem Industrial - SENAI</w:t>
      </w:r>
      <w:r w:rsidRPr="008D3BE2">
        <w:rPr>
          <w:rFonts w:ascii="Arial Narrow" w:eastAsia="Times New Roman" w:hAnsi="Arial Narrow" w:cs="Arial"/>
          <w:color w:val="000000"/>
          <w:sz w:val="20"/>
          <w:szCs w:val="20"/>
          <w:lang w:eastAsia="pt-BR"/>
        </w:rPr>
        <w:t>,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63DF625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BCCDA5C" w14:textId="77777777" w:rsidR="008249CB" w:rsidRPr="008D3BE2" w:rsidRDefault="008249CB" w:rsidP="008249CB">
      <w:pPr>
        <w:tabs>
          <w:tab w:val="num" w:pos="720"/>
        </w:tabs>
        <w:spacing w:after="0"/>
        <w:ind w:left="720" w:hanging="36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c)    </w:t>
      </w:r>
      <w:r w:rsidRPr="008D3BE2">
        <w:rPr>
          <w:rFonts w:ascii="Arial Narrow" w:eastAsia="Times New Roman" w:hAnsi="Arial Narrow" w:cs="Arial"/>
          <w:b/>
          <w:color w:val="000000"/>
          <w:sz w:val="20"/>
          <w:szCs w:val="20"/>
          <w:lang w:eastAsia="pt-BR"/>
        </w:rPr>
        <w:t>O Serviço Social da Indústria - SESI</w:t>
      </w:r>
      <w:r w:rsidRPr="008D3BE2">
        <w:rPr>
          <w:rFonts w:ascii="Arial Narrow" w:eastAsia="Times New Roman" w:hAnsi="Arial Narrow" w:cs="Arial"/>
          <w:color w:val="000000"/>
          <w:sz w:val="20"/>
          <w:szCs w:val="20"/>
          <w:lang w:eastAsia="pt-BR"/>
        </w:rPr>
        <w:t>,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4CE1AFB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91F1DCF" w14:textId="77777777" w:rsidR="008249CB" w:rsidRPr="008D3BE2" w:rsidRDefault="008249CB" w:rsidP="008249CB">
      <w:pPr>
        <w:tabs>
          <w:tab w:val="num" w:pos="720"/>
        </w:tabs>
        <w:spacing w:after="0"/>
        <w:ind w:left="720" w:hanging="36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d)    </w:t>
      </w:r>
      <w:r w:rsidRPr="008D3BE2">
        <w:rPr>
          <w:rFonts w:ascii="Arial Narrow" w:eastAsia="Times New Roman" w:hAnsi="Arial Narrow" w:cs="Arial"/>
          <w:b/>
          <w:color w:val="000000"/>
          <w:sz w:val="20"/>
          <w:szCs w:val="20"/>
          <w:lang w:eastAsia="pt-BR"/>
        </w:rPr>
        <w:t xml:space="preserve">O Instituto </w:t>
      </w:r>
      <w:proofErr w:type="spellStart"/>
      <w:r w:rsidRPr="008D3BE2">
        <w:rPr>
          <w:rFonts w:ascii="Arial Narrow" w:eastAsia="Times New Roman" w:hAnsi="Arial Narrow" w:cs="Arial"/>
          <w:b/>
          <w:color w:val="000000"/>
          <w:sz w:val="20"/>
          <w:szCs w:val="20"/>
          <w:lang w:eastAsia="pt-BR"/>
        </w:rPr>
        <w:t>Euvaldo</w:t>
      </w:r>
      <w:proofErr w:type="spellEnd"/>
      <w:r w:rsidRPr="008D3BE2">
        <w:rPr>
          <w:rFonts w:ascii="Arial Narrow" w:eastAsia="Times New Roman" w:hAnsi="Arial Narrow" w:cs="Arial"/>
          <w:b/>
          <w:color w:val="000000"/>
          <w:sz w:val="20"/>
          <w:szCs w:val="20"/>
          <w:lang w:eastAsia="pt-BR"/>
        </w:rPr>
        <w:t xml:space="preserve"> Lodi - IEL/NC (Núcleo Central)</w:t>
      </w:r>
      <w:r w:rsidRPr="008D3BE2">
        <w:rPr>
          <w:rFonts w:ascii="Arial Narrow" w:eastAsia="Times New Roman" w:hAnsi="Arial Narrow" w:cs="Arial"/>
          <w:color w:val="000000"/>
          <w:sz w:val="20"/>
          <w:szCs w:val="20"/>
          <w:lang w:eastAsia="pt-BR"/>
        </w:rPr>
        <w:t xml:space="preserve">,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w:t>
      </w:r>
      <w:proofErr w:type="spellStart"/>
      <w:r w:rsidRPr="008D3BE2">
        <w:rPr>
          <w:rFonts w:ascii="Arial Narrow" w:eastAsia="Times New Roman" w:hAnsi="Arial Narrow" w:cs="Arial"/>
          <w:color w:val="000000"/>
          <w:sz w:val="20"/>
          <w:szCs w:val="20"/>
          <w:lang w:eastAsia="pt-BR"/>
        </w:rPr>
        <w:t>Euvaldo</w:t>
      </w:r>
      <w:proofErr w:type="spellEnd"/>
      <w:r w:rsidRPr="008D3BE2">
        <w:rPr>
          <w:rFonts w:ascii="Arial Narrow" w:eastAsia="Times New Roman" w:hAnsi="Arial Narrow" w:cs="Arial"/>
          <w:color w:val="000000"/>
          <w:sz w:val="20"/>
          <w:szCs w:val="20"/>
          <w:lang w:eastAsia="pt-BR"/>
        </w:rPr>
        <w:t xml:space="preserve"> Lodi em 27 unidades da Federação.</w:t>
      </w:r>
    </w:p>
    <w:p w14:paraId="09C73A4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B12C853"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1.2. </w:t>
      </w:r>
      <w:r w:rsidRPr="008D3BE2">
        <w:rPr>
          <w:rFonts w:ascii="Arial Narrow" w:eastAsia="Times New Roman" w:hAnsi="Arial Narrow" w:cs="Arial"/>
          <w:color w:val="000000"/>
          <w:sz w:val="20"/>
          <w:szCs w:val="20"/>
          <w:lang w:eastAsia="pt-BR"/>
        </w:rPr>
        <w:t xml:space="preserve">Condições Gerais de Contratação – fornecimento de bens: O presente documento, em que constam todas as condições gerais de todas as contratações para o fornecimento de bens pelo(a)(s) CONTRATADO(A)(S) para a(s) CONTRATANTE(S). </w:t>
      </w:r>
    </w:p>
    <w:p w14:paraId="5A9BE387"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974A7E8"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1.3. </w:t>
      </w:r>
      <w:r w:rsidRPr="008D3BE2">
        <w:rPr>
          <w:rFonts w:ascii="Arial Narrow" w:eastAsia="Times New Roman" w:hAnsi="Arial Narrow" w:cs="Arial"/>
          <w:color w:val="000000"/>
          <w:sz w:val="20"/>
          <w:szCs w:val="20"/>
          <w:lang w:eastAsia="pt-BR"/>
        </w:rPr>
        <w:t>Contrato de fornecimento de bens – condições específicas: São as condições de determinada contratação que complementam e integram as condições gerais e detalham o fornecimento de bens, e</w:t>
      </w:r>
      <w:r w:rsidRPr="008D3BE2">
        <w:rPr>
          <w:rFonts w:ascii="Arial Narrow" w:eastAsia="Times New Roman" w:hAnsi="Arial Narrow" w:cs="Arial"/>
          <w:color w:val="000000"/>
          <w:sz w:val="20"/>
          <w:szCs w:val="20"/>
          <w:u w:val="single"/>
          <w:lang w:eastAsia="pt-BR"/>
        </w:rPr>
        <w:t xml:space="preserve"> que prevalecem sobre as condições gerais em casos de conflito</w:t>
      </w:r>
      <w:r w:rsidRPr="008D3BE2">
        <w:rPr>
          <w:rFonts w:ascii="Arial Narrow" w:eastAsia="Times New Roman" w:hAnsi="Arial Narrow" w:cs="Arial"/>
          <w:color w:val="000000"/>
          <w:sz w:val="20"/>
          <w:szCs w:val="20"/>
          <w:lang w:eastAsia="pt-BR"/>
        </w:rPr>
        <w:t>.</w:t>
      </w:r>
    </w:p>
    <w:p w14:paraId="7B5A3E67"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018EE6D"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1.4. </w:t>
      </w:r>
      <w:r w:rsidRPr="008D3BE2">
        <w:rPr>
          <w:rFonts w:ascii="Arial Narrow" w:eastAsia="Times New Roman" w:hAnsi="Arial Narrow" w:cs="Arial"/>
          <w:color w:val="000000"/>
          <w:sz w:val="20"/>
          <w:szCs w:val="20"/>
          <w:lang w:eastAsia="pt-BR"/>
        </w:rPr>
        <w:t>Contratado(a)(s): toda e qualquer pessoa física ou jurídica fornecedora de bens e serviços que formaliza Contrato com uma ou todas as entidades e órgãos nacionais que compõem o Sistema Indústria.</w:t>
      </w:r>
    </w:p>
    <w:p w14:paraId="677FB2EC"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1.5. </w:t>
      </w:r>
      <w:r w:rsidRPr="008D3BE2">
        <w:rPr>
          <w:rFonts w:ascii="Arial Narrow" w:eastAsia="Times New Roman" w:hAnsi="Arial Narrow" w:cs="Arial"/>
          <w:color w:val="000000"/>
          <w:sz w:val="20"/>
          <w:szCs w:val="20"/>
          <w:lang w:eastAsia="pt-BR"/>
        </w:rPr>
        <w:t>Contratante(s): Uma ou todas as entidades e órgãos nacionais que compõem o Sistema Indústria que contratarem o fornecimento de bens.</w:t>
      </w:r>
    </w:p>
    <w:p w14:paraId="28FFF415"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E439621"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1.6. </w:t>
      </w:r>
      <w:r w:rsidRPr="008D3BE2">
        <w:rPr>
          <w:rFonts w:ascii="Arial Narrow" w:eastAsia="Times New Roman" w:hAnsi="Arial Narrow" w:cs="Arial"/>
          <w:color w:val="000000"/>
          <w:sz w:val="20"/>
          <w:szCs w:val="20"/>
          <w:lang w:eastAsia="pt-BR"/>
        </w:rPr>
        <w:t>Proposta do(a)(s) CONTRATADO(A)(S): documento vinculado que, preenchido e assinado pelo(a)(s) CONTRATADO(A)(S), adere, integra e complementa o contrato. Da Proposta constarão sempre, obrigatoriamente e sem prejuízo de outras, as seguintes informações: (i) nome e qualificação do(a)(s) CONTRATADO(A)(S); (</w:t>
      </w:r>
      <w:proofErr w:type="spellStart"/>
      <w:r w:rsidRPr="008D3BE2">
        <w:rPr>
          <w:rFonts w:ascii="Arial Narrow" w:eastAsia="Times New Roman" w:hAnsi="Arial Narrow" w:cs="Arial"/>
          <w:color w:val="000000"/>
          <w:sz w:val="20"/>
          <w:szCs w:val="20"/>
          <w:lang w:eastAsia="pt-BR"/>
        </w:rPr>
        <w:t>ii</w:t>
      </w:r>
      <w:proofErr w:type="spellEnd"/>
      <w:proofErr w:type="gramStart"/>
      <w:r w:rsidRPr="008D3BE2">
        <w:rPr>
          <w:rFonts w:ascii="Arial Narrow" w:eastAsia="Times New Roman" w:hAnsi="Arial Narrow" w:cs="Arial"/>
          <w:color w:val="000000"/>
          <w:sz w:val="20"/>
          <w:szCs w:val="20"/>
          <w:lang w:eastAsia="pt-BR"/>
        </w:rPr>
        <w:t>)  objeto</w:t>
      </w:r>
      <w:proofErr w:type="gramEnd"/>
      <w:r w:rsidRPr="008D3BE2">
        <w:rPr>
          <w:rFonts w:ascii="Arial Narrow" w:eastAsia="Times New Roman" w:hAnsi="Arial Narrow" w:cs="Arial"/>
          <w:color w:val="000000"/>
          <w:sz w:val="20"/>
          <w:szCs w:val="20"/>
          <w:lang w:eastAsia="pt-BR"/>
        </w:rPr>
        <w:t xml:space="preserve"> detalhado do contrato (fornecimento de bens); (</w:t>
      </w:r>
      <w:proofErr w:type="spellStart"/>
      <w:r w:rsidRPr="008D3BE2">
        <w:rPr>
          <w:rFonts w:ascii="Arial Narrow" w:eastAsia="Times New Roman" w:hAnsi="Arial Narrow" w:cs="Arial"/>
          <w:color w:val="000000"/>
          <w:sz w:val="20"/>
          <w:szCs w:val="20"/>
          <w:lang w:eastAsia="pt-BR"/>
        </w:rPr>
        <w:t>iii</w:t>
      </w:r>
      <w:proofErr w:type="spellEnd"/>
      <w:r w:rsidRPr="008D3BE2">
        <w:rPr>
          <w:rFonts w:ascii="Arial Narrow" w:eastAsia="Times New Roman" w:hAnsi="Arial Narrow" w:cs="Arial"/>
          <w:color w:val="000000"/>
          <w:sz w:val="20"/>
          <w:szCs w:val="20"/>
          <w:lang w:eastAsia="pt-BR"/>
        </w:rPr>
        <w:t>) preço; (</w:t>
      </w:r>
      <w:proofErr w:type="spellStart"/>
      <w:r w:rsidRPr="008D3BE2">
        <w:rPr>
          <w:rFonts w:ascii="Arial Narrow" w:eastAsia="Times New Roman" w:hAnsi="Arial Narrow" w:cs="Arial"/>
          <w:color w:val="000000"/>
          <w:sz w:val="20"/>
          <w:szCs w:val="20"/>
          <w:lang w:eastAsia="pt-BR"/>
        </w:rPr>
        <w:t>iv</w:t>
      </w:r>
      <w:proofErr w:type="spellEnd"/>
      <w:r w:rsidRPr="008D3BE2">
        <w:rPr>
          <w:rFonts w:ascii="Arial Narrow" w:eastAsia="Times New Roman" w:hAnsi="Arial Narrow" w:cs="Arial"/>
          <w:color w:val="000000"/>
          <w:sz w:val="20"/>
          <w:szCs w:val="20"/>
          <w:lang w:eastAsia="pt-BR"/>
        </w:rPr>
        <w:t xml:space="preserve">) validade; (v) vigência; (vi) identificação dos Gestores responsáveis pelo(a)(s) CONTRATADO(A)(S).  </w:t>
      </w:r>
    </w:p>
    <w:p w14:paraId="01E35B4A"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A31DD8F"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lastRenderedPageBreak/>
        <w:t>1.7. </w:t>
      </w:r>
      <w:r w:rsidRPr="008D3BE2">
        <w:rPr>
          <w:rFonts w:ascii="Arial Narrow" w:eastAsia="Times New Roman" w:hAnsi="Arial Narrow" w:cs="Arial"/>
          <w:color w:val="000000"/>
          <w:sz w:val="20"/>
          <w:szCs w:val="20"/>
          <w:lang w:eastAsia="pt-BR"/>
        </w:rPr>
        <w:t xml:space="preserve">Termo de Referência: Documento que traz toda a especificação técnica dos bens e serviços a serem contratados, integrando e complementando as Condições Gerais e Específicas de Contratação. </w:t>
      </w:r>
    </w:p>
    <w:p w14:paraId="360D68DB"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B7C62FB"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1.8. </w:t>
      </w:r>
      <w:r w:rsidRPr="008D3BE2">
        <w:rPr>
          <w:rFonts w:ascii="Arial Narrow" w:eastAsia="Times New Roman" w:hAnsi="Arial Narrow" w:cs="Arial"/>
          <w:color w:val="000000"/>
          <w:sz w:val="20"/>
          <w:szCs w:val="20"/>
          <w:lang w:eastAsia="pt-BR"/>
        </w:rPr>
        <w:t>Centro de Responsabilidade e Unidade Operacional: Indicam a unidade responsável e os códigos orçamentários que conferem lastro financeiro às operações pertinentes à contratação.</w:t>
      </w:r>
    </w:p>
    <w:p w14:paraId="2DEE020A"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ED0FEB8"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1.9. </w:t>
      </w:r>
      <w:r w:rsidRPr="008D3BE2">
        <w:rPr>
          <w:rFonts w:ascii="Arial Narrow" w:eastAsia="Times New Roman" w:hAnsi="Arial Narrow" w:cs="Arial"/>
          <w:color w:val="000000"/>
          <w:sz w:val="20"/>
          <w:szCs w:val="20"/>
          <w:lang w:eastAsia="pt-BR"/>
        </w:rPr>
        <w:t>Autorização de fornecimento: Contrato simplificado para fornecimento de bens.</w:t>
      </w:r>
    </w:p>
    <w:p w14:paraId="52C89E74"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5739829"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1.10. </w:t>
      </w:r>
      <w:r w:rsidRPr="008D3BE2">
        <w:rPr>
          <w:rFonts w:ascii="Arial Narrow" w:eastAsia="Times New Roman" w:hAnsi="Arial Narrow" w:cs="Arial"/>
          <w:color w:val="000000"/>
          <w:sz w:val="20"/>
          <w:szCs w:val="20"/>
          <w:lang w:eastAsia="pt-BR"/>
        </w:rPr>
        <w:t>Ordem de Fornecimento (OF): Documento que solicita o fornecimento de bem(</w:t>
      </w:r>
      <w:proofErr w:type="spellStart"/>
      <w:r w:rsidRPr="008D3BE2">
        <w:rPr>
          <w:rFonts w:ascii="Arial Narrow" w:eastAsia="Times New Roman" w:hAnsi="Arial Narrow" w:cs="Arial"/>
          <w:color w:val="000000"/>
          <w:sz w:val="20"/>
          <w:szCs w:val="20"/>
          <w:lang w:eastAsia="pt-BR"/>
        </w:rPr>
        <w:t>ns</w:t>
      </w:r>
      <w:proofErr w:type="spellEnd"/>
      <w:r w:rsidRPr="008D3BE2">
        <w:rPr>
          <w:rFonts w:ascii="Arial Narrow" w:eastAsia="Times New Roman" w:hAnsi="Arial Narrow" w:cs="Arial"/>
          <w:color w:val="000000"/>
          <w:sz w:val="20"/>
          <w:szCs w:val="20"/>
          <w:lang w:eastAsia="pt-BR"/>
        </w:rPr>
        <w:t xml:space="preserve">) contratado(s) e é utilizado como parâmetro para medição do faturamento correspondente. </w:t>
      </w:r>
    </w:p>
    <w:p w14:paraId="6EA15CCB"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F71DA59"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1.11. </w:t>
      </w:r>
      <w:r w:rsidRPr="008D3BE2">
        <w:rPr>
          <w:rFonts w:ascii="Arial Narrow" w:eastAsia="Times New Roman" w:hAnsi="Arial Narrow" w:cs="Arial"/>
          <w:color w:val="000000"/>
          <w:sz w:val="20"/>
          <w:szCs w:val="20"/>
          <w:lang w:eastAsia="pt-BR"/>
        </w:rPr>
        <w:t>Termo de Recebimento: Documento emitido pela(s) CONTRATANTE(S) atestando o recebimento da totalidade dos bens fornecidos, em estrita conformidade com o que foi contratado.</w:t>
      </w:r>
    </w:p>
    <w:p w14:paraId="0DD252E4" w14:textId="77777777" w:rsidR="008249CB" w:rsidRPr="008D3BE2" w:rsidRDefault="008249CB" w:rsidP="008249CB">
      <w:pPr>
        <w:spacing w:after="0"/>
        <w:ind w:left="72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8C29E0A"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1.12. </w:t>
      </w:r>
      <w:r w:rsidRPr="008D3BE2">
        <w:rPr>
          <w:rFonts w:ascii="Arial Narrow" w:eastAsia="Times New Roman" w:hAnsi="Arial Narrow" w:cs="Arial"/>
          <w:color w:val="000000"/>
          <w:sz w:val="20"/>
          <w:szCs w:val="20"/>
          <w:lang w:eastAsia="pt-BR"/>
        </w:rPr>
        <w:t>Entrega Efetiva: Ato que formalizada a(s) entrega(s) dos bens, em prazo definido nas condições específicas da contratação, e mediante a assinatura, por ambas as partes, do(s) Termo(s) de Recebimento</w:t>
      </w:r>
    </w:p>
    <w:p w14:paraId="3D35BBBA" w14:textId="77777777" w:rsidR="008249CB" w:rsidRPr="008D3BE2" w:rsidRDefault="008249CB" w:rsidP="008249CB">
      <w:pPr>
        <w:spacing w:after="0"/>
        <w:ind w:left="72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16F9D18"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1.13. </w:t>
      </w:r>
      <w:r w:rsidRPr="008D3BE2">
        <w:rPr>
          <w:rFonts w:ascii="Arial Narrow" w:eastAsia="Times New Roman" w:hAnsi="Arial Narrow" w:cs="Arial"/>
          <w:color w:val="000000"/>
          <w:sz w:val="20"/>
          <w:szCs w:val="20"/>
          <w:lang w:eastAsia="pt-BR"/>
        </w:rPr>
        <w:t>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41EA8958"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DA3D6D3"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1.14. </w:t>
      </w:r>
      <w:r w:rsidRPr="008D3BE2">
        <w:rPr>
          <w:rFonts w:ascii="Arial Narrow" w:eastAsia="Times New Roman" w:hAnsi="Arial Narrow" w:cs="Arial"/>
          <w:color w:val="000000"/>
          <w:sz w:val="20"/>
          <w:szCs w:val="20"/>
          <w:lang w:eastAsia="pt-BR"/>
        </w:rPr>
        <w:t>Rateio: Regra de distribuição das obrigações financeiras dos contratos para hipóteses de contratações conjuntas das entidades e órgãos nacionais do Sistema Indústria.</w:t>
      </w:r>
    </w:p>
    <w:p w14:paraId="71753F08" w14:textId="77777777" w:rsidR="008249CB" w:rsidRPr="008D3BE2" w:rsidRDefault="008249CB" w:rsidP="008249CB">
      <w:pPr>
        <w:spacing w:after="0"/>
        <w:ind w:left="72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A0002B4"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1.15. </w:t>
      </w:r>
      <w:r w:rsidRPr="008D3BE2">
        <w:rPr>
          <w:rFonts w:ascii="Arial Narrow" w:eastAsia="Times New Roman" w:hAnsi="Arial Narrow" w:cs="Arial"/>
          <w:color w:val="000000"/>
          <w:sz w:val="20"/>
          <w:szCs w:val="20"/>
          <w:lang w:eastAsia="pt-BR"/>
        </w:rPr>
        <w:t>Acordo de Nível de Serviço (ANS): Acordo de Nível de Serviço (ANS) é ajuste escrito, anexo ao Contrato ou expresso em cláusula específica, que descreve os serviços, os níveis esperados de desempenho, quantidade e qualidade, em bases objetivamente definidas, penalidades em caso de desatendimento, entre outros aspectos relevantes ao objeto da contratação.</w:t>
      </w:r>
    </w:p>
    <w:p w14:paraId="2D748357"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9DF732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SEGUNDA - DAS OBRIGAÇÕES DAS PARTES</w:t>
      </w:r>
    </w:p>
    <w:p w14:paraId="3C5265A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011BAFD" w14:textId="77777777" w:rsidR="008249CB" w:rsidRPr="008D3BE2" w:rsidRDefault="008249CB" w:rsidP="008249CB">
      <w:pPr>
        <w:spacing w:after="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2.1. Além das demais obrigações definidas nestas condições gerais de contratação para o fornecimento de bens, nas condições específicas e nos demais documentos que as integram, as partes se obrigam ao seguinte:</w:t>
      </w:r>
    </w:p>
    <w:p w14:paraId="033F4C2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E5988F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I - Obrigações do(a)(s) </w:t>
      </w:r>
      <w:r w:rsidRPr="008D3BE2">
        <w:rPr>
          <w:rFonts w:ascii="Arial Narrow" w:eastAsia="Times New Roman" w:hAnsi="Arial Narrow" w:cs="Arial"/>
          <w:b/>
          <w:color w:val="000000"/>
          <w:sz w:val="20"/>
          <w:szCs w:val="20"/>
          <w:lang w:eastAsia="pt-BR"/>
        </w:rPr>
        <w:t>CONTRATADO</w:t>
      </w:r>
      <w:r w:rsidRPr="008D3BE2">
        <w:rPr>
          <w:rFonts w:ascii="Arial Narrow" w:eastAsia="Times New Roman" w:hAnsi="Arial Narrow" w:cs="Arial"/>
          <w:color w:val="000000"/>
          <w:sz w:val="20"/>
          <w:szCs w:val="20"/>
          <w:lang w:eastAsia="pt-BR"/>
        </w:rPr>
        <w:t>(A)(S):</w:t>
      </w:r>
    </w:p>
    <w:p w14:paraId="3BE8AE9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87FE566" w14:textId="77777777" w:rsidR="008249CB" w:rsidRPr="008D3BE2" w:rsidRDefault="008249CB" w:rsidP="008249CB">
      <w:pPr>
        <w:tabs>
          <w:tab w:val="left" w:pos="288"/>
          <w:tab w:val="left" w:pos="1008"/>
          <w:tab w:val="left" w:pos="1728"/>
          <w:tab w:val="left" w:pos="2448"/>
          <w:tab w:val="left" w:pos="3168"/>
          <w:tab w:val="left" w:pos="3888"/>
          <w:tab w:val="left" w:pos="4608"/>
          <w:tab w:val="left" w:pos="5328"/>
          <w:tab w:val="left" w:pos="6048"/>
          <w:tab w:val="left" w:pos="6768"/>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a) Cumprir integralmente as disposições previstas nas condições gerais de contratação para o fornecimento de bens, nas condições específicas, bem como nos instrumentos convocatórios de licitação e seus Anexos, que possam ter dado origem à contratação, os quais são parte integrante do presente contrato, independentemente de transcrição, responsabilizando-se legal, administrativa e tecnicamente pelo fornecimento.</w:t>
      </w:r>
    </w:p>
    <w:p w14:paraId="0D90598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5C6E02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b) Responsabilizar-se pelo ônus resultante de quaisquer ações, demandas, custos e despesas decorrentes de danos causados por culpa ou dolo de seus empregados, prepostos e/ou subcontratados, bem como se obrigar por quaisquer responsabilidades decorrentes de ações judiciais relacionadas com o cumprimento do Contrato.</w:t>
      </w:r>
    </w:p>
    <w:p w14:paraId="6992827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4A4464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c) Cumprir, como única empregadora, as disposições legais, quer quanto à remuneração do pessoal empregado e alocado na execução do contrato, bem como aos demais encargos de natureza trabalhista, previdenciária, securitária ou qualquer outra, obrigando-se ainda a respeitar e fazer com que sejam respeitados pelos seus empregados, todos os regulamentos de ordem interna e normas de segurança da(s) CONTRATANTE(S), os quais declara conhecer.</w:t>
      </w:r>
    </w:p>
    <w:p w14:paraId="1D290855"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A3165F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d) O inadimplemento do(a)(s) CONTRATADO(A)(S), com referência a qualquer dos encargos referidos no subitem anterior, não transfere à(s) CONTRATANTE(S) a responsabilidade por seu pagamento, nem poderá onerar o objeto do Contrato ou restringir sua execução. A(s) CONTRATANTE(S) também não se tornará(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corresponsável(</w:t>
      </w:r>
      <w:proofErr w:type="spellStart"/>
      <w:r w:rsidRPr="008D3BE2">
        <w:rPr>
          <w:rFonts w:ascii="Arial Narrow" w:eastAsia="Times New Roman" w:hAnsi="Arial Narrow" w:cs="Arial"/>
          <w:color w:val="000000"/>
          <w:sz w:val="20"/>
          <w:szCs w:val="20"/>
          <w:lang w:eastAsia="pt-BR"/>
        </w:rPr>
        <w:t>is</w:t>
      </w:r>
      <w:proofErr w:type="spellEnd"/>
      <w:r w:rsidRPr="008D3BE2">
        <w:rPr>
          <w:rFonts w:ascii="Arial Narrow" w:eastAsia="Times New Roman" w:hAnsi="Arial Narrow" w:cs="Arial"/>
          <w:color w:val="000000"/>
          <w:sz w:val="20"/>
          <w:szCs w:val="20"/>
          <w:lang w:eastAsia="pt-BR"/>
        </w:rPr>
        <w:t xml:space="preserve">) pelos eventuais inadimplementos trabalhistas e previdenciários do(a)(s) CONTRATADO(A)(S). </w:t>
      </w:r>
    </w:p>
    <w:p w14:paraId="6422953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DC2636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e)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456D124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4632B27"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f) Assumir todos os encargos de possíveis demandas trabalhistas, civis ou penais relacionadas à execução do contrato, originariamente ou vinculada por prevenção, conexão ou continência.</w:t>
      </w:r>
    </w:p>
    <w:p w14:paraId="6B7B263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E76353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g) Caso haja ação trabalhista envolvendo a contratação, o(a)(s) CONTRATADO(A)(S) adotará(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xml:space="preserve">) as providências necessárias no sentido de preservar a(s) CONTRATANTE(S) e de mantê-la(s) a salvo de reivindicações, demandas, queixas </w:t>
      </w:r>
      <w:r w:rsidRPr="008D3BE2">
        <w:rPr>
          <w:rFonts w:ascii="Arial Narrow" w:eastAsia="Times New Roman" w:hAnsi="Arial Narrow" w:cs="Arial"/>
          <w:color w:val="000000"/>
          <w:sz w:val="20"/>
          <w:szCs w:val="20"/>
          <w:lang w:eastAsia="pt-BR"/>
        </w:rPr>
        <w:lastRenderedPageBreak/>
        <w:t xml:space="preserve">ou representações de qualquer natureza e, não o conseguindo, se houver condenação, reembolsará à(s) CONTRATANTE(S) as importâncias que </w:t>
      </w:r>
      <w:proofErr w:type="spellStart"/>
      <w:r w:rsidRPr="008D3BE2">
        <w:rPr>
          <w:rFonts w:ascii="Arial Narrow" w:eastAsia="Times New Roman" w:hAnsi="Arial Narrow" w:cs="Arial"/>
          <w:color w:val="000000"/>
          <w:sz w:val="20"/>
          <w:szCs w:val="20"/>
          <w:lang w:eastAsia="pt-BR"/>
        </w:rPr>
        <w:t>esta</w:t>
      </w:r>
      <w:proofErr w:type="spellEnd"/>
      <w:r w:rsidRPr="008D3BE2">
        <w:rPr>
          <w:rFonts w:ascii="Arial Narrow" w:eastAsia="Times New Roman" w:hAnsi="Arial Narrow" w:cs="Arial"/>
          <w:color w:val="000000"/>
          <w:sz w:val="20"/>
          <w:szCs w:val="20"/>
          <w:lang w:eastAsia="pt-BR"/>
        </w:rPr>
        <w:t xml:space="preserve">(s) tenha(m) sido obrigada(s) a pagar, dentro do prazo improrrogável de 10 (dez) dias úteis a contar da data do efetivo pagamento. </w:t>
      </w:r>
    </w:p>
    <w:p w14:paraId="47E571F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8515CC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h) </w:t>
      </w:r>
      <w:proofErr w:type="spellStart"/>
      <w:r w:rsidRPr="008D3BE2">
        <w:rPr>
          <w:rFonts w:ascii="Arial Narrow" w:eastAsia="Times New Roman" w:hAnsi="Arial Narrow" w:cs="Arial"/>
          <w:color w:val="000000"/>
          <w:sz w:val="20"/>
          <w:szCs w:val="20"/>
          <w:lang w:eastAsia="pt-BR"/>
        </w:rPr>
        <w:t>Fornecer</w:t>
      </w:r>
      <w:proofErr w:type="spellEnd"/>
      <w:r w:rsidRPr="008D3BE2">
        <w:rPr>
          <w:rFonts w:ascii="Arial Narrow" w:eastAsia="Times New Roman" w:hAnsi="Arial Narrow" w:cs="Arial"/>
          <w:color w:val="000000"/>
          <w:sz w:val="20"/>
          <w:szCs w:val="20"/>
          <w:lang w:eastAsia="pt-BR"/>
        </w:rPr>
        <w:t xml:space="preserve"> toda a documentação técnica dos bens incluindo, quando for o caso, manual de operação (em formato impresso e eletrônico), imediatamente após a assinatura do Termo de Recebimento, com a aceitação da(s) CONTRATANTE(S).</w:t>
      </w:r>
    </w:p>
    <w:p w14:paraId="7462296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4DAEA5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i) A ação ou omissão, total ou parcial, por parte da fiscalização da(s) CONTRATANTE(S), não eximirá o(a)(s) CONTRATADO(A)(S) de total responsabilidade pelo mau fornecimento dos bens contratados.</w:t>
      </w:r>
    </w:p>
    <w:p w14:paraId="0D5E20E5"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F20B7B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j) Fornecer CNPJ, Nome e Endereço das empresas credenciadas pelo fabricante responsáveis pela manutenção corretiva </w:t>
      </w:r>
      <w:proofErr w:type="gramStart"/>
      <w:r w:rsidRPr="008D3BE2">
        <w:rPr>
          <w:rFonts w:ascii="Arial Narrow" w:eastAsia="Times New Roman" w:hAnsi="Arial Narrow" w:cs="Arial"/>
          <w:color w:val="000000"/>
          <w:sz w:val="20"/>
          <w:szCs w:val="20"/>
          <w:lang w:eastAsia="pt-BR"/>
        </w:rPr>
        <w:t>nos local</w:t>
      </w:r>
      <w:proofErr w:type="gramEnd"/>
      <w:r w:rsidRPr="008D3BE2">
        <w:rPr>
          <w:rFonts w:ascii="Arial Narrow" w:eastAsia="Times New Roman" w:hAnsi="Arial Narrow" w:cs="Arial"/>
          <w:color w:val="000000"/>
          <w:sz w:val="20"/>
          <w:szCs w:val="20"/>
          <w:lang w:eastAsia="pt-BR"/>
        </w:rPr>
        <w:t>(</w:t>
      </w:r>
      <w:proofErr w:type="spellStart"/>
      <w:r w:rsidRPr="008D3BE2">
        <w:rPr>
          <w:rFonts w:ascii="Arial Narrow" w:eastAsia="Times New Roman" w:hAnsi="Arial Narrow" w:cs="Arial"/>
          <w:color w:val="000000"/>
          <w:sz w:val="20"/>
          <w:szCs w:val="20"/>
          <w:lang w:eastAsia="pt-BR"/>
        </w:rPr>
        <w:t>is</w:t>
      </w:r>
      <w:proofErr w:type="spellEnd"/>
      <w:r w:rsidRPr="008D3BE2">
        <w:rPr>
          <w:rFonts w:ascii="Arial Narrow" w:eastAsia="Times New Roman" w:hAnsi="Arial Narrow" w:cs="Arial"/>
          <w:color w:val="000000"/>
          <w:sz w:val="20"/>
          <w:szCs w:val="20"/>
          <w:lang w:eastAsia="pt-BR"/>
        </w:rPr>
        <w:t xml:space="preserve">) definido(s) nas condições específicas </w:t>
      </w:r>
      <w:proofErr w:type="spellStart"/>
      <w:r w:rsidRPr="008D3BE2">
        <w:rPr>
          <w:rFonts w:ascii="Arial Narrow" w:eastAsia="Times New Roman" w:hAnsi="Arial Narrow" w:cs="Arial"/>
          <w:color w:val="000000"/>
          <w:sz w:val="20"/>
          <w:szCs w:val="20"/>
          <w:lang w:eastAsia="pt-BR"/>
        </w:rPr>
        <w:t>dacontratação</w:t>
      </w:r>
      <w:proofErr w:type="spellEnd"/>
      <w:r w:rsidRPr="008D3BE2">
        <w:rPr>
          <w:rFonts w:ascii="Arial Narrow" w:eastAsia="Times New Roman" w:hAnsi="Arial Narrow" w:cs="Arial"/>
          <w:color w:val="000000"/>
          <w:sz w:val="20"/>
          <w:szCs w:val="20"/>
          <w:lang w:eastAsia="pt-BR"/>
        </w:rPr>
        <w:t>.</w:t>
      </w:r>
    </w:p>
    <w:p w14:paraId="553424F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C7A265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k) Solucionar eventuais vícios apresentados nos bens durante o prazo de vigência da garantia, mediante conserto do componente viciado ou por meio de substituição por outro com características e qualidade iguais e superiores, sem ônus à(s) CONTRATANTE(S), no prazo máximo de 30 (trinta) dias.</w:t>
      </w:r>
    </w:p>
    <w:p w14:paraId="051E9E7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2B13B0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k.1) Caso não seja possível a substituição definitiva do bem viciado, o(a)(s) CONTRATADO(A)(S) deverá(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xml:space="preserve">) </w:t>
      </w:r>
      <w:proofErr w:type="spellStart"/>
      <w:r w:rsidRPr="008D3BE2">
        <w:rPr>
          <w:rFonts w:ascii="Arial Narrow" w:eastAsia="Times New Roman" w:hAnsi="Arial Narrow" w:cs="Arial"/>
          <w:color w:val="000000"/>
          <w:sz w:val="20"/>
          <w:szCs w:val="20"/>
          <w:lang w:eastAsia="pt-BR"/>
        </w:rPr>
        <w:t>fornecer</w:t>
      </w:r>
      <w:proofErr w:type="spellEnd"/>
      <w:r w:rsidRPr="008D3BE2">
        <w:rPr>
          <w:rFonts w:ascii="Arial Narrow" w:eastAsia="Times New Roman" w:hAnsi="Arial Narrow" w:cs="Arial"/>
          <w:color w:val="000000"/>
          <w:sz w:val="20"/>
          <w:szCs w:val="20"/>
          <w:lang w:eastAsia="pt-BR"/>
        </w:rPr>
        <w:t xml:space="preserve"> bem equivalente para substituição temporária enquanto durar o conserto.</w:t>
      </w:r>
    </w:p>
    <w:p w14:paraId="64325D8C"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B3BB42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l) Os bens que não satisfizerem às características especificadas na(s) Ordem(</w:t>
      </w:r>
      <w:proofErr w:type="spellStart"/>
      <w:r w:rsidRPr="008D3BE2">
        <w:rPr>
          <w:rFonts w:ascii="Arial Narrow" w:eastAsia="Times New Roman" w:hAnsi="Arial Narrow" w:cs="Arial"/>
          <w:color w:val="000000"/>
          <w:sz w:val="20"/>
          <w:szCs w:val="20"/>
          <w:lang w:eastAsia="pt-BR"/>
        </w:rPr>
        <w:t>ns</w:t>
      </w:r>
      <w:proofErr w:type="spellEnd"/>
      <w:r w:rsidRPr="008D3BE2">
        <w:rPr>
          <w:rFonts w:ascii="Arial Narrow" w:eastAsia="Times New Roman" w:hAnsi="Arial Narrow" w:cs="Arial"/>
          <w:color w:val="000000"/>
          <w:sz w:val="20"/>
          <w:szCs w:val="20"/>
          <w:lang w:eastAsia="pt-BR"/>
        </w:rPr>
        <w:t>) de Fornecimento serão recusados pela(s) CONTRATANTE(S) e colocados à disposição do(a)(s) CONTRATADO(A)(S), devendo ser retirados e substituídos no prazo máximo de 30 (trinta) dias. Caso a(s) CONTRATADA(s) não providencie(m) a substituição dos bens recusados no prazo estabelecido, a(s) CONTRATANTE(S) poderá(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a seu critério, recolhê-los em depósito de terceiros, correndo todas as despesas e riscos por conta do(a)(s) CONTRATADO(A)(S). Esgotado o prazo para substituição, a(s) CONTRATADA(s) será(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xml:space="preserve">) considerada(s) inadimplente(s). </w:t>
      </w:r>
    </w:p>
    <w:p w14:paraId="3C7C1DE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09414F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m) Os bens que, embora entregues e recebidos, apresentem vício cuja verificação só se tenha tornado possível no decorrer de sua instalação ou utilização, deverão ser reparados ou substituídos </w:t>
      </w:r>
      <w:proofErr w:type="spellStart"/>
      <w:r w:rsidRPr="008D3BE2">
        <w:rPr>
          <w:rFonts w:ascii="Arial Narrow" w:eastAsia="Times New Roman" w:hAnsi="Arial Narrow" w:cs="Arial"/>
          <w:color w:val="000000"/>
          <w:sz w:val="20"/>
          <w:szCs w:val="20"/>
          <w:lang w:eastAsia="pt-BR"/>
        </w:rPr>
        <w:t>as</w:t>
      </w:r>
      <w:proofErr w:type="spellEnd"/>
      <w:r w:rsidRPr="008D3BE2">
        <w:rPr>
          <w:rFonts w:ascii="Arial Narrow" w:eastAsia="Times New Roman" w:hAnsi="Arial Narrow" w:cs="Arial"/>
          <w:color w:val="000000"/>
          <w:sz w:val="20"/>
          <w:szCs w:val="20"/>
          <w:lang w:eastAsia="pt-BR"/>
        </w:rPr>
        <w:t xml:space="preserve"> expensas do(a)(s) CONTRATADO(A)(S) num prazo máximo de 30 (trinta) dias. Enquanto não ocorrer a reparação ou substituição, o(a)(s) CONTRATADO(A)(S) será(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considerada(s) em atraso e sujeita(s) às penalidades cabíveis.</w:t>
      </w:r>
    </w:p>
    <w:p w14:paraId="4BF6013B"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79A0DA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n) Arcar com eventuais custos de transporte, estadia, alimentação ou outros necessários ao deslocamento dos técnicos bem como da remessa de peças necessárias à manutenção corretiva dos bens, caso tais despesas não sejam cobertas pelo fabricante ou por sua rede de assistência técnica autorizada. </w:t>
      </w:r>
    </w:p>
    <w:p w14:paraId="2C0B719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E11ECEC"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o) Notificar a(s) CONTRATANTE(S), por escrito, caso ocorra qualquer fato que impossibilite o cumprimento das cláusulas contratuais dentro dos prazos previstos;</w:t>
      </w:r>
    </w:p>
    <w:p w14:paraId="20BAFA9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02D53EB"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p) Entregar os bens, nos prazos e locais definidos nas condições específicas da contratação, devidamente embalados, de forma a não serem danificados durante as operações de transporte, carga e descarga, assinalando-se nas embalagens a marca, procedência e demais características que os identifique e qualifique, sem qualquer ônus para a(s) CONTRATANTE(S).</w:t>
      </w:r>
    </w:p>
    <w:p w14:paraId="25F9340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44D488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q) Arcar com todas as despesas e custos decorrentes da não aceitação de qualquer fornecimento, no todo ou em parte, inclusive no que concerne aos custos advindos dos profissionais, contratados diretos ou terceiros, da(s) CONTRATANTE(s).</w:t>
      </w:r>
    </w:p>
    <w:p w14:paraId="03E46366"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BC5F94C"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r) Não emitir duplicatas ou quaisquer títulos de crédito em face da(s) CONTRATANTE(S) sem que estas tenham previamente autorizado.</w:t>
      </w:r>
    </w:p>
    <w:p w14:paraId="24F9D01F"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EB20450" w14:textId="77777777" w:rsidR="008249CB" w:rsidRPr="008D3BE2" w:rsidRDefault="008249CB" w:rsidP="008249CB">
      <w:pPr>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s) Não negociar títulos em nome da(s) CONTRATANTE(S), bem como utilizar o presente contrato para garantia de transações bancárias ou financeiras de qualquer espécie.</w:t>
      </w:r>
    </w:p>
    <w:p w14:paraId="2E5C3CB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3930A0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II - Obrigações da(s) </w:t>
      </w:r>
      <w:r w:rsidRPr="008D3BE2">
        <w:rPr>
          <w:rFonts w:ascii="Arial Narrow" w:eastAsia="Times New Roman" w:hAnsi="Arial Narrow" w:cs="Arial"/>
          <w:b/>
          <w:color w:val="000000"/>
          <w:sz w:val="20"/>
          <w:szCs w:val="20"/>
          <w:lang w:eastAsia="pt-BR"/>
        </w:rPr>
        <w:t>CONTRATANTE(S)</w:t>
      </w:r>
      <w:r w:rsidRPr="008D3BE2">
        <w:rPr>
          <w:rFonts w:ascii="Arial Narrow" w:eastAsia="Times New Roman" w:hAnsi="Arial Narrow" w:cs="Arial"/>
          <w:color w:val="000000"/>
          <w:sz w:val="20"/>
          <w:szCs w:val="20"/>
          <w:lang w:eastAsia="pt-BR"/>
        </w:rPr>
        <w:t>:</w:t>
      </w:r>
    </w:p>
    <w:p w14:paraId="5AF4B9E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98CF3C9"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a)  </w:t>
      </w:r>
      <w:r w:rsidRPr="008D3BE2">
        <w:rPr>
          <w:rFonts w:ascii="Arial Narrow" w:eastAsia="Times New Roman" w:hAnsi="Arial Narrow" w:cs="Arial"/>
          <w:color w:val="000000"/>
          <w:sz w:val="20"/>
          <w:szCs w:val="20"/>
          <w:lang w:eastAsia="pt-BR"/>
        </w:rPr>
        <w:t>Efetuar os pagamentos devidos ao(à)(s) CONTRATADO(A)(S) de acordo com o estabelecido nas condições específicas da contratação para o fornecimento de bens;</w:t>
      </w:r>
    </w:p>
    <w:p w14:paraId="2F71658D"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C518BB2"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b)  </w:t>
      </w:r>
      <w:r w:rsidRPr="008D3BE2">
        <w:rPr>
          <w:rFonts w:ascii="Arial Narrow" w:eastAsia="Times New Roman" w:hAnsi="Arial Narrow" w:cs="Arial"/>
          <w:color w:val="000000"/>
          <w:sz w:val="20"/>
          <w:szCs w:val="20"/>
          <w:lang w:eastAsia="pt-BR"/>
        </w:rPr>
        <w:t>Fornecer à(s) CONTRATADA(S) toda e qualquer informação necessária para a consecução do objeto contratual;</w:t>
      </w:r>
    </w:p>
    <w:p w14:paraId="4F68EB5A"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719C4AC"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c)   </w:t>
      </w:r>
      <w:r w:rsidRPr="008D3BE2">
        <w:rPr>
          <w:rFonts w:ascii="Arial Narrow" w:eastAsia="Times New Roman" w:hAnsi="Arial Narrow" w:cs="Arial"/>
          <w:color w:val="000000"/>
          <w:sz w:val="20"/>
          <w:szCs w:val="20"/>
          <w:lang w:eastAsia="pt-BR"/>
        </w:rPr>
        <w:t xml:space="preserve">Permitir ao pessoal técnico do(a)(s) CONTRATADO(A)(S), desde que identificado e incluído na relação de técnicos autorizados, o acesso às instalações da(s) CONTRATANTE(S) para a(s) entrega(s), respeitadas as normas de segurança vigentes nas suas dependências; </w:t>
      </w:r>
    </w:p>
    <w:p w14:paraId="029AC052"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lastRenderedPageBreak/>
        <w:t> </w:t>
      </w:r>
    </w:p>
    <w:p w14:paraId="05D0C85C"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d)  </w:t>
      </w:r>
      <w:r w:rsidRPr="008D3BE2">
        <w:rPr>
          <w:rFonts w:ascii="Arial Narrow" w:eastAsia="Times New Roman" w:hAnsi="Arial Narrow" w:cs="Arial"/>
          <w:color w:val="000000"/>
          <w:sz w:val="20"/>
          <w:szCs w:val="20"/>
          <w:lang w:eastAsia="pt-BR"/>
        </w:rPr>
        <w:t>Informar ao(à)(s) CONTRATADO(A)(S) as normas e procedimentos de acesso às instalações e eventuais alterações;</w:t>
      </w:r>
    </w:p>
    <w:p w14:paraId="35A3183D"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CE5AA13"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e)  </w:t>
      </w:r>
      <w:r w:rsidRPr="008D3BE2">
        <w:rPr>
          <w:rFonts w:ascii="Arial Narrow" w:eastAsia="Times New Roman" w:hAnsi="Arial Narrow" w:cs="Arial"/>
          <w:color w:val="000000"/>
          <w:sz w:val="20"/>
          <w:szCs w:val="20"/>
          <w:lang w:eastAsia="pt-BR"/>
        </w:rPr>
        <w:t>Promover a fiscalização do contrato, sob os aspectos quantitativo e qualitativo, por intermédio de profissional designado;</w:t>
      </w:r>
    </w:p>
    <w:p w14:paraId="21BA883A"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C08CD13"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f)    </w:t>
      </w:r>
      <w:r w:rsidRPr="008D3BE2">
        <w:rPr>
          <w:rFonts w:ascii="Arial Narrow" w:eastAsia="Times New Roman" w:hAnsi="Arial Narrow" w:cs="Arial"/>
          <w:color w:val="000000"/>
          <w:sz w:val="20"/>
          <w:szCs w:val="20"/>
          <w:lang w:eastAsia="pt-BR"/>
        </w:rPr>
        <w:t xml:space="preserve">Acompanhar a execução do contrato, conferir as entregas realizadas e atestar os documentos fiscais pertinentes, quando comprovada a execução total, fiel e correta dos serviços. </w:t>
      </w:r>
    </w:p>
    <w:p w14:paraId="48B007A0"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4216808"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g)  </w:t>
      </w:r>
      <w:r w:rsidRPr="008D3BE2">
        <w:rPr>
          <w:rFonts w:ascii="Arial Narrow" w:eastAsia="Times New Roman" w:hAnsi="Arial Narrow" w:cs="Arial"/>
          <w:color w:val="000000"/>
          <w:sz w:val="20"/>
          <w:szCs w:val="20"/>
          <w:lang w:eastAsia="pt-BR"/>
        </w:rPr>
        <w:t>Emitir, antes de qualquer fornecimento, a competente OF, se o caso, definindo claramente os requisitos técnicos, administrativos e financeiros relativos ao fornecimento objeto deste contrato, bem como, se for o caso, os prazos e locais para cumprimento das obrigações.</w:t>
      </w:r>
    </w:p>
    <w:p w14:paraId="30A0CBC1" w14:textId="77777777" w:rsidR="008249CB" w:rsidRPr="008D3BE2" w:rsidRDefault="008249CB" w:rsidP="008249CB">
      <w:pPr>
        <w:spacing w:after="0"/>
        <w:ind w:left="720"/>
        <w:contextualSpacing/>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3B58494"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Arial" w:hAnsi="Arial Narrow" w:cs="Arial"/>
          <w:color w:val="000000"/>
          <w:sz w:val="20"/>
          <w:szCs w:val="20"/>
          <w:lang w:eastAsia="pt-BR"/>
        </w:rPr>
        <w:t xml:space="preserve">h)  </w:t>
      </w:r>
      <w:r w:rsidRPr="008D3BE2">
        <w:rPr>
          <w:rFonts w:ascii="Arial Narrow" w:eastAsia="Times New Roman" w:hAnsi="Arial Narrow" w:cs="Arial"/>
          <w:color w:val="000000"/>
          <w:sz w:val="20"/>
          <w:szCs w:val="20"/>
          <w:lang w:eastAsia="pt-BR"/>
        </w:rPr>
        <w:t>Sustar ou recusar qualquer entrega que não esteja de acordo com os termos contratuais, e/ou com as OF emitidas;</w:t>
      </w:r>
    </w:p>
    <w:p w14:paraId="05ABF6F7"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12E0300" w14:textId="77777777" w:rsidR="008249CB" w:rsidRPr="008D3BE2" w:rsidRDefault="008249CB" w:rsidP="008249CB">
      <w:pPr>
        <w:tabs>
          <w:tab w:val="left" w:pos="7920"/>
        </w:tabs>
        <w:suppressAutoHyphen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i) Informar à(s) CONTRATADA(S), por escrito, as razões que motivaram eventual rejeição dos bens fornecidos;</w:t>
      </w:r>
    </w:p>
    <w:p w14:paraId="4D35E35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75FD10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TERCEIRA - DAS CONDIÇÕES GERAIS DE PAGAMENTO</w:t>
      </w:r>
    </w:p>
    <w:p w14:paraId="21E3EC5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 </w:t>
      </w:r>
    </w:p>
    <w:p w14:paraId="3FEF834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3.1.</w:t>
      </w:r>
      <w:r w:rsidRPr="008D3BE2">
        <w:rPr>
          <w:rFonts w:ascii="Arial Narrow" w:eastAsia="Times New Roman" w:hAnsi="Arial Narrow" w:cs="Arial"/>
          <w:color w:val="000000"/>
          <w:sz w:val="20"/>
          <w:szCs w:val="20"/>
          <w:lang w:eastAsia="pt-BR"/>
        </w:rPr>
        <w:t xml:space="preserve"> O valor a ser pago contempla todos os custos diretos e indiretos decorrentes da execução do objeto contratual, inclusive os tributários, o frete e o seguro, garantia dos bens, </w:t>
      </w:r>
      <w:r w:rsidRPr="008D3BE2">
        <w:rPr>
          <w:rFonts w:ascii="Arial Narrow" w:eastAsia="Times New Roman" w:hAnsi="Arial Narrow" w:cs="Arial"/>
          <w:iCs/>
          <w:color w:val="000000"/>
          <w:sz w:val="20"/>
          <w:szCs w:val="20"/>
          <w:lang w:eastAsia="pt-BR"/>
        </w:rPr>
        <w:t xml:space="preserve">transporte, estadia, alimentação ou outros necessários ao deslocamento dos técnicos, bem como da remessa de peças necessárias à manutenção corretiva dos bens, </w:t>
      </w:r>
      <w:r w:rsidRPr="008D3BE2">
        <w:rPr>
          <w:rFonts w:ascii="Arial Narrow" w:eastAsia="Times New Roman" w:hAnsi="Arial Narrow" w:cs="Arial"/>
          <w:color w:val="000000"/>
          <w:sz w:val="20"/>
          <w:szCs w:val="20"/>
          <w:lang w:eastAsia="pt-BR"/>
        </w:rPr>
        <w:t xml:space="preserve">durante todo o período de sua garantia – </w:t>
      </w:r>
      <w:r w:rsidRPr="008D3BE2">
        <w:rPr>
          <w:rFonts w:ascii="Arial Narrow" w:eastAsia="Times New Roman" w:hAnsi="Arial Narrow" w:cs="Arial"/>
          <w:iCs/>
          <w:color w:val="000000"/>
          <w:sz w:val="20"/>
          <w:szCs w:val="20"/>
          <w:lang w:eastAsia="pt-BR"/>
        </w:rPr>
        <w:t xml:space="preserve">caso tais despesas não sejam cobertas pelo fabricante ou por sua rede de assistência técnica autorizada – </w:t>
      </w:r>
      <w:r w:rsidRPr="008D3BE2">
        <w:rPr>
          <w:rFonts w:ascii="Arial Narrow" w:eastAsia="Times New Roman" w:hAnsi="Arial Narrow" w:cs="Arial"/>
          <w:color w:val="000000"/>
          <w:sz w:val="20"/>
          <w:szCs w:val="20"/>
          <w:lang w:eastAsia="pt-BR"/>
        </w:rPr>
        <w:t>e os custos de instalação dos bens.</w:t>
      </w:r>
    </w:p>
    <w:p w14:paraId="628D00C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FF"/>
          <w:sz w:val="20"/>
          <w:szCs w:val="20"/>
          <w:lang w:eastAsia="pt-BR"/>
        </w:rPr>
        <w:t> </w:t>
      </w:r>
    </w:p>
    <w:p w14:paraId="5664C4E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3.2. O pagamento dar-se-á no dia 22 (vinte e dois) do mês seguinte ao da ENTREGA EFETIVA, por intermédio da assinatura do Termo de Recebimento, mediante depósito em conta bancária do(a)(s) CONTRATADO(A)(S).</w:t>
      </w:r>
    </w:p>
    <w:p w14:paraId="72E2217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829B1E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3.3. Caberá ao(à)(s) CONTRATADO(A)(S) apresentar(em) a nota fiscal / fatura para as conferências e os atestados de recebimento pela área solicitante com no mínimo 10 (dez) dias de antecedência da data de vencimento para que a(s) CONTRATANTE(S) possa(m) providenciar os trâmites de pagamento.</w:t>
      </w:r>
    </w:p>
    <w:p w14:paraId="229A100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B65D016"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3.4. Para fins de faturamento, no caso de rateio entre as entidades e órgãos nacionais, caberá ao(à)(s) CONTRATADO(A)(S) emitir Notas Fiscais em nome de cada CONTRATANTE, em percentuais que serão informados pela área gestora do contrato.</w:t>
      </w:r>
    </w:p>
    <w:p w14:paraId="5BEC92E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DCCFA5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3.5. Caso a nota fiscal/fatura apresente alguma incorreção, o documento será devolvido ao(à)(s) CONTRATADO(A)(S) e o prazo de pagamento será prorrogado pelo mesmo tempo em que durar a correção, sem quaisquer ônus adicionais para a(s) CONTRATANTE(S). </w:t>
      </w:r>
    </w:p>
    <w:p w14:paraId="5BABD11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FF"/>
          <w:sz w:val="20"/>
          <w:szCs w:val="20"/>
          <w:lang w:eastAsia="pt-BR"/>
        </w:rPr>
        <w:t> </w:t>
      </w:r>
    </w:p>
    <w:p w14:paraId="69803245"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QUARTA – DA GARANTIA DE EXECUÇÃO CONTRATUAL</w:t>
      </w:r>
    </w:p>
    <w:p w14:paraId="76156AA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EA8ECCC"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4.1. Para assegurar o fiel cumprimento de todas as obrigações contraídas por este instrumento, o(a)(s) CONTRATADO(A)(S) oferece(m) a(s) CONTRATANTE(S) a garantia descrita nas condições específicas da contratação para o fornecimento de bens e nesta Cláusula, a ser apresentada no prazo de até 10 (dez) dias contados da data da convocação para a assinatura do contrato.</w:t>
      </w:r>
    </w:p>
    <w:p w14:paraId="2191121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56F0CB6"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4.2. A garantia prestada, quando for o caso, deverá vigorar por mais 90 (noventa) dias após o término da vigência contratual.</w:t>
      </w:r>
    </w:p>
    <w:p w14:paraId="20478998"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3766023"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4.3. 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1F530957"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F9A145D"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4.4. Sempre que forem deduzidos quaisquer valores da garantia ou quando houver redimensionamento do Contrato ou reajuste de preços, a garantia deverá ser restabelecida / recomposta, no prazo de 10 (dez) dias úteis após recebimento de notificação das CONTRATANTES, de modo que corresponda à porcentagem das condições específicas da contratação para o fornecimento de bens.</w:t>
      </w:r>
    </w:p>
    <w:p w14:paraId="650C11BE"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B119DB0"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4.5. A garantia oferecida na modalidade fiança-bancária deverá:</w:t>
      </w:r>
    </w:p>
    <w:p w14:paraId="0DDB1F7D"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A53BAE1"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a) conter renúncia expressa ao benefício de ordem, permitindo a execução da garantia sem interferência do(a)(s) CONTRATADO(A)(S);</w:t>
      </w:r>
    </w:p>
    <w:p w14:paraId="6935139E"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lastRenderedPageBreak/>
        <w:t> </w:t>
      </w:r>
    </w:p>
    <w:p w14:paraId="343E71FC"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b) estabelecer prazo máximo de 48 horas para cumprimento;</w:t>
      </w:r>
    </w:p>
    <w:p w14:paraId="5AA7A55D"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C7FD24D" w14:textId="77777777" w:rsidR="008249CB" w:rsidRPr="008D3BE2" w:rsidRDefault="008249CB" w:rsidP="008249CB">
      <w:pPr>
        <w:tabs>
          <w:tab w:val="left" w:pos="0"/>
          <w:tab w:val="left" w:pos="1134"/>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c) ser irretratável, salvo no caso de substituição por outra modalidade de garantia, prevista nos termos do art. 27 do Regulamento de Licitações e Contratos do SESI e do SENAI, previamente aprovada pela(s) CONTRATANTE(S).</w:t>
      </w:r>
    </w:p>
    <w:p w14:paraId="7EB3B4E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FF"/>
          <w:sz w:val="20"/>
          <w:szCs w:val="20"/>
          <w:lang w:eastAsia="pt-BR"/>
        </w:rPr>
        <w:t> </w:t>
      </w:r>
    </w:p>
    <w:p w14:paraId="4F30EA1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4.6. O(A)(s) CONTRATADO(A)(S) somente poderá(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iniciar a entrega dos produtos após a apresentação da garantia contratual prevista nesta cláusula.</w:t>
      </w:r>
    </w:p>
    <w:p w14:paraId="2291A09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FF"/>
          <w:sz w:val="20"/>
          <w:szCs w:val="20"/>
          <w:lang w:eastAsia="pt-BR"/>
        </w:rPr>
        <w:t> </w:t>
      </w:r>
    </w:p>
    <w:p w14:paraId="47CB979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QUINTA – DA GARANTIA DE BENS E DA ASSISTÊNCIA TÉCNICA</w:t>
      </w:r>
    </w:p>
    <w:p w14:paraId="6882DBDC"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FF0000"/>
          <w:sz w:val="20"/>
          <w:szCs w:val="20"/>
          <w:lang w:eastAsia="pt-BR"/>
        </w:rPr>
        <w:t> </w:t>
      </w:r>
    </w:p>
    <w:p w14:paraId="7F39719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5.1. A garantia deverá ser prestada diretamente pelo fabricante ou por sua rede de assistência técnica autorizada, sem qualquer ônus adicional para a(s) CONTRATANTE(S) além do preço proposto. Caso a garantia do fabricante seja de prazo inferior a 12 (doze) meses, o(a)(s) CONTRATADO(A)(S) deverá(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xml:space="preserve">) oferecer essa garantia, nas mesmas condições daquela do fabricante. </w:t>
      </w:r>
    </w:p>
    <w:p w14:paraId="59C8AD6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2B18E75"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5.1.1. O(A)(s) CONTRATADO(A)(</w:t>
      </w:r>
      <w:proofErr w:type="gramStart"/>
      <w:r w:rsidRPr="008D3BE2">
        <w:rPr>
          <w:rFonts w:ascii="Arial Narrow" w:eastAsia="Times New Roman" w:hAnsi="Arial Narrow" w:cs="Arial"/>
          <w:color w:val="000000"/>
          <w:sz w:val="20"/>
          <w:szCs w:val="20"/>
          <w:lang w:eastAsia="pt-BR"/>
        </w:rPr>
        <w:t>S)deverá</w:t>
      </w:r>
      <w:proofErr w:type="gramEnd"/>
      <w:r w:rsidRPr="008D3BE2">
        <w:rPr>
          <w:rFonts w:ascii="Arial Narrow" w:eastAsia="Times New Roman" w:hAnsi="Arial Narrow" w:cs="Arial"/>
          <w:color w:val="000000"/>
          <w:sz w:val="20"/>
          <w:szCs w:val="20"/>
          <w:lang w:eastAsia="pt-BR"/>
        </w:rPr>
        <w:t>(</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xml:space="preserve">) informar os dados de sua rede de assistência técnica autorizada, no mínimo: Razão Social, CNPJ, endereço(s), telefone(s), </w:t>
      </w:r>
      <w:proofErr w:type="spellStart"/>
      <w:r w:rsidRPr="008D3BE2">
        <w:rPr>
          <w:rFonts w:ascii="Arial Narrow" w:eastAsia="Times New Roman" w:hAnsi="Arial Narrow" w:cs="Arial"/>
          <w:color w:val="000000"/>
          <w:sz w:val="20"/>
          <w:szCs w:val="20"/>
          <w:lang w:eastAsia="pt-BR"/>
        </w:rPr>
        <w:t>email</w:t>
      </w:r>
      <w:proofErr w:type="spellEnd"/>
      <w:r w:rsidRPr="008D3BE2">
        <w:rPr>
          <w:rFonts w:ascii="Arial Narrow" w:eastAsia="Times New Roman" w:hAnsi="Arial Narrow" w:cs="Arial"/>
          <w:color w:val="000000"/>
          <w:sz w:val="20"/>
          <w:szCs w:val="20"/>
          <w:lang w:eastAsia="pt-BR"/>
        </w:rPr>
        <w:t xml:space="preserve">, entre outros dados de identificação. </w:t>
      </w:r>
    </w:p>
    <w:p w14:paraId="70B2D4E6"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79E76D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5.2. Eventuais custos de transporte, estadia, alimentação ou outros necessários ao deslocamento dos técnicos bem como da remessa de peças necessárias à manutenção corretiva dos equipamentos correrão por conta do(a)(s) CONTRATADO(A)(S), durante todo o período de garantia do equipamento, caso tais despesas não sejam cobertas pelo fabricante ou por sua rede de assistência técnica autorizada. </w:t>
      </w:r>
    </w:p>
    <w:p w14:paraId="3540F2B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7AB1DB6"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5.3. Entende-se por manutenção corretiva aquela decorrente de defeitos de fabricação ou mau funcionamento dos equipamentos.</w:t>
      </w:r>
    </w:p>
    <w:p w14:paraId="1A9F857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4CF0DF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5.4. A assistência técnica dos bens será de responsabilidade do(a)(s) CONTRATADO(A)(S), inclusive no tocante aos custos, e será prestada, durante todo o prazo de garantia dos bens, pelo(a)(s) CONTRATADO(A)(S) ou pela rede autorizada pelo fabricante para realizar a assistência técnica.</w:t>
      </w:r>
    </w:p>
    <w:p w14:paraId="4658061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9ED705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5.5. A assistência técnica será gratuita durante o período de garantia e utilizará apenas peças e componentes originais, salvo nos casos fundamentados por escrito e aceitos pela(s) CONTRATANTE(S).</w:t>
      </w:r>
    </w:p>
    <w:p w14:paraId="64FBECA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FB3D40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5.6. O suporte de serviços compreenderá a prestação de manutenção técnica em garantia e de suporte técnico quanto ao uso de recursos do equipamento e quanto à solução de problemas.</w:t>
      </w:r>
    </w:p>
    <w:p w14:paraId="20DB1F2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1474E53" w14:textId="77777777" w:rsidR="008249CB" w:rsidRPr="008D3BE2" w:rsidRDefault="008249CB" w:rsidP="008249CB">
      <w:pPr>
        <w:tabs>
          <w:tab w:val="left" w:pos="284"/>
        </w:tabs>
        <w:adjustRightInd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5.7. Os prazos de atendimento e solução de problemas, bem como outras especificidades, estarão detalhados, se for o caso, nas condições específicas da contratação para o fornecimento de bens.</w:t>
      </w:r>
    </w:p>
    <w:p w14:paraId="7794853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7C8731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CLÁUSULA SEXTA – DAS PENALIDADES</w:t>
      </w:r>
    </w:p>
    <w:p w14:paraId="7FF5066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603D30B"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6.1. </w:t>
      </w:r>
      <w:r w:rsidRPr="008D3BE2">
        <w:rPr>
          <w:rFonts w:ascii="Arial Narrow" w:eastAsia="Times New Roman" w:hAnsi="Arial Narrow" w:cs="Arial"/>
          <w:bCs/>
          <w:color w:val="000000"/>
          <w:sz w:val="20"/>
          <w:szCs w:val="20"/>
          <w:lang w:eastAsia="pt-BR"/>
        </w:rPr>
        <w:t>As penalidades decorrentes do descumprimento parcial ou total seguirão a seguinte regra:</w:t>
      </w:r>
    </w:p>
    <w:p w14:paraId="0BC4323A"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0C79DD6"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I. Pela inexecução parcial ou total do Contrato, excluídas as hipóteses de caso fortuito e força maior, à CONTRATADA poderão ser aplicadas as seguintes penalidades, inclusive cumulativamente:</w:t>
      </w:r>
    </w:p>
    <w:p w14:paraId="04FEC827"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D51367E"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a) </w:t>
      </w:r>
      <w:r w:rsidRPr="008D3BE2">
        <w:rPr>
          <w:rFonts w:ascii="Arial Narrow" w:eastAsia="Times New Roman" w:hAnsi="Arial Narrow" w:cs="Arial"/>
          <w:bCs/>
          <w:color w:val="000000"/>
          <w:sz w:val="20"/>
          <w:szCs w:val="20"/>
          <w:lang w:eastAsia="pt-BR"/>
        </w:rPr>
        <w:t>Advertência, por escrito;</w:t>
      </w:r>
    </w:p>
    <w:p w14:paraId="6FA45931"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b) </w:t>
      </w:r>
      <w:r w:rsidRPr="008D3BE2">
        <w:rPr>
          <w:rFonts w:ascii="Arial Narrow" w:eastAsia="Times New Roman" w:hAnsi="Arial Narrow" w:cs="Arial"/>
          <w:bCs/>
          <w:color w:val="000000"/>
          <w:sz w:val="20"/>
          <w:szCs w:val="20"/>
          <w:lang w:eastAsia="pt-BR"/>
        </w:rPr>
        <w:t>Multas;</w:t>
      </w:r>
    </w:p>
    <w:p w14:paraId="0EFEB074"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c) </w:t>
      </w:r>
      <w:r w:rsidRPr="008D3BE2">
        <w:rPr>
          <w:rFonts w:ascii="Arial Narrow" w:eastAsia="Times New Roman" w:hAnsi="Arial Narrow" w:cs="Arial"/>
          <w:bCs/>
          <w:color w:val="000000"/>
          <w:sz w:val="20"/>
          <w:szCs w:val="20"/>
          <w:lang w:eastAsia="pt-BR"/>
        </w:rPr>
        <w:t>Suspensão temporária de participação em licitação e impedimento de contratar com o(s) Órgão(s) e/ou a(s) Entidade(s) Nacional(</w:t>
      </w:r>
      <w:proofErr w:type="spellStart"/>
      <w:r w:rsidRPr="008D3BE2">
        <w:rPr>
          <w:rFonts w:ascii="Arial Narrow" w:eastAsia="Times New Roman" w:hAnsi="Arial Narrow" w:cs="Arial"/>
          <w:bCs/>
          <w:color w:val="000000"/>
          <w:sz w:val="20"/>
          <w:szCs w:val="20"/>
          <w:lang w:eastAsia="pt-BR"/>
        </w:rPr>
        <w:t>is</w:t>
      </w:r>
      <w:proofErr w:type="spellEnd"/>
      <w:r w:rsidRPr="008D3BE2">
        <w:rPr>
          <w:rFonts w:ascii="Arial Narrow" w:eastAsia="Times New Roman" w:hAnsi="Arial Narrow" w:cs="Arial"/>
          <w:bCs/>
          <w:color w:val="000000"/>
          <w:sz w:val="20"/>
          <w:szCs w:val="20"/>
          <w:lang w:eastAsia="pt-BR"/>
        </w:rPr>
        <w:t>) CONTRATANTE(S)pelo prazo de até 02 (dois) anos.</w:t>
      </w:r>
    </w:p>
    <w:p w14:paraId="5BC40B29"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0AED0681"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xml:space="preserve">II. Nas hipóteses de mora quanto ao cumprimento das obrigações, </w:t>
      </w:r>
      <w:r w:rsidRPr="008D3BE2">
        <w:rPr>
          <w:rFonts w:ascii="Arial Narrow" w:eastAsia="Times New Roman" w:hAnsi="Arial Narrow" w:cs="Arial"/>
          <w:color w:val="000000"/>
          <w:sz w:val="20"/>
          <w:szCs w:val="20"/>
          <w:lang w:eastAsia="pt-BR"/>
        </w:rPr>
        <w:t xml:space="preserve">ao(à)(s) CONTRATADO(A)(S), </w:t>
      </w:r>
      <w:r w:rsidRPr="008D3BE2">
        <w:rPr>
          <w:rFonts w:ascii="Arial Narrow" w:eastAsia="Times New Roman" w:hAnsi="Arial Narrow" w:cs="Arial"/>
          <w:bCs/>
          <w:color w:val="000000"/>
          <w:sz w:val="20"/>
          <w:szCs w:val="20"/>
          <w:lang w:eastAsia="pt-BR"/>
        </w:rPr>
        <w:t>poderá ser aplicada multa diária de 0,2% (dois décimos por cento) sobre o valor do contrato, enquanto perdurar o descumprimento.</w:t>
      </w:r>
    </w:p>
    <w:p w14:paraId="421F37D6"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42ADF6B1"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II.1. O inadimplemento parcial do contrato ensejará a aplicação de multa em favor da(s) CONTRATANTE(S) equivalente a 10% (dez por cento) do valor total do contrato, sem prejuízo da possibilidade de rescisão, da aplicação da multa rescisória e das eventuais perdas e danos complementares apuradas.</w:t>
      </w:r>
    </w:p>
    <w:p w14:paraId="26DDB7FF"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22E8875B"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xml:space="preserve">III. O inadimplemento injustificado </w:t>
      </w:r>
      <w:r w:rsidRPr="008D3BE2">
        <w:rPr>
          <w:rFonts w:ascii="Arial Narrow" w:eastAsia="Times New Roman" w:hAnsi="Arial Narrow" w:cs="Arial"/>
          <w:color w:val="000000"/>
          <w:sz w:val="20"/>
          <w:szCs w:val="20"/>
          <w:lang w:eastAsia="pt-BR"/>
        </w:rPr>
        <w:t xml:space="preserve">do(a)(s) CONTRATADO(A)(S) </w:t>
      </w:r>
      <w:r w:rsidRPr="008D3BE2">
        <w:rPr>
          <w:rFonts w:ascii="Arial Narrow" w:eastAsia="Times New Roman" w:hAnsi="Arial Narrow" w:cs="Arial"/>
          <w:bCs/>
          <w:color w:val="000000"/>
          <w:sz w:val="20"/>
          <w:szCs w:val="20"/>
          <w:lang w:eastAsia="pt-BR"/>
        </w:rPr>
        <w:t xml:space="preserve">por prazo superior a 30 (trinta) </w:t>
      </w:r>
      <w:proofErr w:type="spellStart"/>
      <w:r w:rsidRPr="008D3BE2">
        <w:rPr>
          <w:rFonts w:ascii="Arial Narrow" w:eastAsia="Times New Roman" w:hAnsi="Arial Narrow" w:cs="Arial"/>
          <w:bCs/>
          <w:color w:val="000000"/>
          <w:sz w:val="20"/>
          <w:szCs w:val="20"/>
          <w:lang w:eastAsia="pt-BR"/>
        </w:rPr>
        <w:t>diasdará</w:t>
      </w:r>
      <w:proofErr w:type="spellEnd"/>
      <w:r w:rsidRPr="008D3BE2">
        <w:rPr>
          <w:rFonts w:ascii="Arial Narrow" w:eastAsia="Times New Roman" w:hAnsi="Arial Narrow" w:cs="Arial"/>
          <w:bCs/>
          <w:color w:val="000000"/>
          <w:sz w:val="20"/>
          <w:szCs w:val="20"/>
          <w:lang w:eastAsia="pt-BR"/>
        </w:rPr>
        <w:t xml:space="preserve"> à(s) CONTRATANTE(S) o direito de considerar(em) resolvido o contrato, independentemente de prévia interpelação judicial ou extrajudicial, respondendo ainda </w:t>
      </w:r>
      <w:r w:rsidRPr="008D3BE2">
        <w:rPr>
          <w:rFonts w:ascii="Arial Narrow" w:eastAsia="Times New Roman" w:hAnsi="Arial Narrow" w:cs="Arial"/>
          <w:color w:val="000000"/>
          <w:sz w:val="20"/>
          <w:szCs w:val="20"/>
          <w:lang w:eastAsia="pt-BR"/>
        </w:rPr>
        <w:t>o(a)(s) CONTRATADO(A)(S)</w:t>
      </w:r>
      <w:r w:rsidRPr="008D3BE2">
        <w:rPr>
          <w:rFonts w:ascii="Arial Narrow" w:eastAsia="Times New Roman" w:hAnsi="Arial Narrow" w:cs="Arial"/>
          <w:bCs/>
          <w:color w:val="000000"/>
          <w:sz w:val="20"/>
          <w:szCs w:val="20"/>
          <w:lang w:eastAsia="pt-BR"/>
        </w:rPr>
        <w:t xml:space="preserve"> pelas penalidades e pelas perdas e danos decorrentes, ressalvadas as hipóteses de caso fortuito ou força maior, devidamente comprovadas e impeditivas da prestação dos serviços.</w:t>
      </w:r>
    </w:p>
    <w:p w14:paraId="4D9D801B"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lastRenderedPageBreak/>
        <w:t>IV. A resolução do Contrato motivada pelo inadimplemento de qualquer das partes ensejará a aplicação de multa rescisória à parte culpada correspondente a 20% (vinte por cento) do montante do valor total do contrato, sendo que na hipótese de resolução por falta de pagamento deverão ser observadas as condições previstas no item V.</w:t>
      </w:r>
    </w:p>
    <w:p w14:paraId="2E4861AE"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29D809D5"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V. O atraso no pagamento do serviço, por culpa da(s) CONTRATANTE(S), implicará(</w:t>
      </w:r>
      <w:proofErr w:type="spellStart"/>
      <w:r w:rsidRPr="008D3BE2">
        <w:rPr>
          <w:rFonts w:ascii="Arial Narrow" w:eastAsia="Times New Roman" w:hAnsi="Arial Narrow" w:cs="Arial"/>
          <w:bCs/>
          <w:color w:val="000000"/>
          <w:sz w:val="20"/>
          <w:szCs w:val="20"/>
          <w:lang w:eastAsia="pt-BR"/>
        </w:rPr>
        <w:t>ão</w:t>
      </w:r>
      <w:proofErr w:type="spellEnd"/>
      <w:r w:rsidRPr="008D3BE2">
        <w:rPr>
          <w:rFonts w:ascii="Arial Narrow" w:eastAsia="Times New Roman" w:hAnsi="Arial Narrow" w:cs="Arial"/>
          <w:bCs/>
          <w:color w:val="000000"/>
          <w:sz w:val="20"/>
          <w:szCs w:val="20"/>
          <w:lang w:eastAsia="pt-BR"/>
        </w:rPr>
        <w:t>) na incidência de multa de 2% (dois por cento) sobre o valor de cada fatura e juros moratórios de 1% (um por cento) ao mês. Os juros serão calculados desde a data limite para o pagamento até a satisfação do débito.</w:t>
      </w:r>
    </w:p>
    <w:p w14:paraId="5FFDFE01"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2E064D19"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VI. O</w:t>
      </w:r>
      <w:r w:rsidRPr="008D3BE2">
        <w:rPr>
          <w:rFonts w:ascii="Arial Narrow" w:eastAsia="Times New Roman" w:hAnsi="Arial Narrow" w:cs="Arial"/>
          <w:color w:val="000000"/>
          <w:sz w:val="20"/>
          <w:szCs w:val="20"/>
          <w:lang w:eastAsia="pt-BR"/>
        </w:rPr>
        <w:t>(A)(s) CONTRATADO(A)(S)</w:t>
      </w:r>
      <w:r w:rsidRPr="008D3BE2">
        <w:rPr>
          <w:rFonts w:ascii="Arial Narrow" w:eastAsia="Times New Roman" w:hAnsi="Arial Narrow" w:cs="Arial"/>
          <w:bCs/>
          <w:color w:val="000000"/>
          <w:sz w:val="20"/>
          <w:szCs w:val="20"/>
          <w:lang w:eastAsia="pt-BR"/>
        </w:rPr>
        <w:t xml:space="preserve"> deverá(</w:t>
      </w:r>
      <w:proofErr w:type="spellStart"/>
      <w:r w:rsidRPr="008D3BE2">
        <w:rPr>
          <w:rFonts w:ascii="Arial Narrow" w:eastAsia="Times New Roman" w:hAnsi="Arial Narrow" w:cs="Arial"/>
          <w:bCs/>
          <w:color w:val="000000"/>
          <w:sz w:val="20"/>
          <w:szCs w:val="20"/>
          <w:lang w:eastAsia="pt-BR"/>
        </w:rPr>
        <w:t>ão</w:t>
      </w:r>
      <w:proofErr w:type="spellEnd"/>
      <w:r w:rsidRPr="008D3BE2">
        <w:rPr>
          <w:rFonts w:ascii="Arial Narrow" w:eastAsia="Times New Roman" w:hAnsi="Arial Narrow" w:cs="Arial"/>
          <w:bCs/>
          <w:color w:val="000000"/>
          <w:sz w:val="20"/>
          <w:szCs w:val="20"/>
          <w:lang w:eastAsia="pt-BR"/>
        </w:rPr>
        <w:t>) comunicar, por escrito e justificadamente, as ocorrências de caso fortuito ou força maior impeditivas da prestação de serviços, no prazo máximo de 02 (dois) dias úteis contados da data da ocorrência, sob pena de não poder alegá-los posteriormente.</w:t>
      </w:r>
    </w:p>
    <w:p w14:paraId="42C87EAA"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20B01DA5"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VII. As eventuais multas e outros valores devidos pel</w:t>
      </w:r>
      <w:r w:rsidRPr="008D3BE2">
        <w:rPr>
          <w:rFonts w:ascii="Arial Narrow" w:eastAsia="Times New Roman" w:hAnsi="Arial Narrow" w:cs="Arial"/>
          <w:color w:val="000000"/>
          <w:sz w:val="20"/>
          <w:szCs w:val="20"/>
          <w:lang w:eastAsia="pt-BR"/>
        </w:rPr>
        <w:t>o(a)(s) CONTRATADO(A)(S)</w:t>
      </w:r>
      <w:r w:rsidRPr="008D3BE2">
        <w:rPr>
          <w:rFonts w:ascii="Arial Narrow" w:eastAsia="Times New Roman" w:hAnsi="Arial Narrow" w:cs="Arial"/>
          <w:bCs/>
          <w:color w:val="000000"/>
          <w:sz w:val="20"/>
          <w:szCs w:val="20"/>
          <w:lang w:eastAsia="pt-BR"/>
        </w:rPr>
        <w:t xml:space="preserve"> à(s) CONTRATANTE(S) poderá(</w:t>
      </w:r>
      <w:proofErr w:type="spellStart"/>
      <w:r w:rsidRPr="008D3BE2">
        <w:rPr>
          <w:rFonts w:ascii="Arial Narrow" w:eastAsia="Times New Roman" w:hAnsi="Arial Narrow" w:cs="Arial"/>
          <w:bCs/>
          <w:color w:val="000000"/>
          <w:sz w:val="20"/>
          <w:szCs w:val="20"/>
          <w:lang w:eastAsia="pt-BR"/>
        </w:rPr>
        <w:t>ão</w:t>
      </w:r>
      <w:proofErr w:type="spellEnd"/>
      <w:r w:rsidRPr="008D3BE2">
        <w:rPr>
          <w:rFonts w:ascii="Arial Narrow" w:eastAsia="Times New Roman" w:hAnsi="Arial Narrow" w:cs="Arial"/>
          <w:bCs/>
          <w:color w:val="000000"/>
          <w:sz w:val="20"/>
          <w:szCs w:val="20"/>
          <w:lang w:eastAsia="pt-BR"/>
        </w:rPr>
        <w:t>) ser compensados no pagamento das parcelas, vencidas ou por vencerem, deduzidas da garantia ou poderão ser cobradas judicialmente, se for o caso.</w:t>
      </w:r>
    </w:p>
    <w:p w14:paraId="1F6E0D46"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5BFFF119"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VIII. As multas poderão ser aplicadas tantas vezes quantas forem as irregularidades constatadas.</w:t>
      </w:r>
    </w:p>
    <w:p w14:paraId="04D12E8B"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67F33188"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IX. Além de qualquer outro descumprimento de cláusula contratual, constituem causas de resolução, em qualquer tempo, independentemente de interpelação judicial ou extrajudicial, sem que a(s) CONTRATADA(S) tenha(m) direito a indenização, a qualquer título:</w:t>
      </w:r>
    </w:p>
    <w:p w14:paraId="77C02098"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0AF6088"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a) </w:t>
      </w:r>
      <w:r w:rsidRPr="008D3BE2">
        <w:rPr>
          <w:rFonts w:ascii="Arial Narrow" w:eastAsia="Times New Roman" w:hAnsi="Arial Narrow" w:cs="Arial"/>
          <w:bCs/>
          <w:color w:val="000000"/>
          <w:sz w:val="20"/>
          <w:szCs w:val="20"/>
          <w:lang w:eastAsia="pt-BR"/>
        </w:rPr>
        <w:t xml:space="preserve">Ceder ou transferir, no todo ou em parte, os serviços que constituem objeto </w:t>
      </w:r>
      <w:r w:rsidRPr="008D3BE2">
        <w:rPr>
          <w:rFonts w:ascii="Arial Narrow" w:eastAsia="Times New Roman" w:hAnsi="Arial Narrow" w:cs="Arial"/>
          <w:bCs/>
          <w:iCs/>
          <w:color w:val="000000"/>
          <w:sz w:val="20"/>
          <w:szCs w:val="20"/>
          <w:lang w:eastAsia="pt-BR"/>
        </w:rPr>
        <w:t>do</w:t>
      </w:r>
      <w:r w:rsidRPr="008D3BE2">
        <w:rPr>
          <w:rFonts w:ascii="Arial Narrow" w:eastAsia="Times New Roman" w:hAnsi="Arial Narrow" w:cs="Arial"/>
          <w:bCs/>
          <w:color w:val="000000"/>
          <w:sz w:val="20"/>
          <w:szCs w:val="20"/>
          <w:lang w:eastAsia="pt-BR"/>
        </w:rPr>
        <w:t xml:space="preserve"> Contrato, sem a prévia autorização escrita da(s) CONTRATANTE(S);</w:t>
      </w:r>
    </w:p>
    <w:p w14:paraId="0316F7E2"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3304E9A"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b) </w:t>
      </w:r>
      <w:r w:rsidRPr="008D3BE2">
        <w:rPr>
          <w:rFonts w:ascii="Arial Narrow" w:eastAsia="Times New Roman" w:hAnsi="Arial Narrow" w:cs="Arial"/>
          <w:bCs/>
          <w:color w:val="000000"/>
          <w:sz w:val="20"/>
          <w:szCs w:val="20"/>
          <w:lang w:eastAsia="pt-BR"/>
        </w:rPr>
        <w:t>Deixar de cumprir as obrigações previstas no contrato;</w:t>
      </w:r>
    </w:p>
    <w:p w14:paraId="0F4437F4"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7233321"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c) </w:t>
      </w:r>
      <w:r w:rsidRPr="008D3BE2">
        <w:rPr>
          <w:rFonts w:ascii="Arial Narrow" w:eastAsia="Times New Roman" w:hAnsi="Arial Narrow" w:cs="Arial"/>
          <w:bCs/>
          <w:color w:val="000000"/>
          <w:sz w:val="20"/>
          <w:szCs w:val="20"/>
          <w:lang w:eastAsia="pt-BR"/>
        </w:rPr>
        <w:t xml:space="preserve">Ocorrer reincidência, por parte </w:t>
      </w:r>
      <w:r w:rsidRPr="008D3BE2">
        <w:rPr>
          <w:rFonts w:ascii="Arial Narrow" w:eastAsia="Times New Roman" w:hAnsi="Arial Narrow" w:cs="Arial"/>
          <w:color w:val="000000"/>
          <w:sz w:val="20"/>
          <w:szCs w:val="20"/>
          <w:lang w:eastAsia="pt-BR"/>
        </w:rPr>
        <w:t>do(a)(s) CONTRATADO(A)(S)</w:t>
      </w:r>
      <w:r w:rsidRPr="008D3BE2">
        <w:rPr>
          <w:rFonts w:ascii="Arial Narrow" w:eastAsia="Times New Roman" w:hAnsi="Arial Narrow" w:cs="Arial"/>
          <w:bCs/>
          <w:color w:val="000000"/>
          <w:sz w:val="20"/>
          <w:szCs w:val="20"/>
          <w:lang w:eastAsia="pt-BR"/>
        </w:rPr>
        <w:t>, em infração contratual que implique na aplicação de multa;</w:t>
      </w:r>
    </w:p>
    <w:p w14:paraId="2C6D4844"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77A12EB"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d) </w:t>
      </w:r>
      <w:r w:rsidRPr="008D3BE2">
        <w:rPr>
          <w:rFonts w:ascii="Arial Narrow" w:eastAsia="Times New Roman" w:hAnsi="Arial Narrow" w:cs="Arial"/>
          <w:bCs/>
          <w:color w:val="000000"/>
          <w:sz w:val="20"/>
          <w:szCs w:val="20"/>
          <w:lang w:eastAsia="pt-BR"/>
        </w:rPr>
        <w:t xml:space="preserve">Ocorrer a decretação de falência, a liquidação judicial ou extrajudicial </w:t>
      </w:r>
      <w:r w:rsidRPr="008D3BE2">
        <w:rPr>
          <w:rFonts w:ascii="Arial Narrow" w:eastAsia="Times New Roman" w:hAnsi="Arial Narrow" w:cs="Arial"/>
          <w:color w:val="000000"/>
          <w:sz w:val="20"/>
          <w:szCs w:val="20"/>
          <w:lang w:eastAsia="pt-BR"/>
        </w:rPr>
        <w:t>do(a)(s) CONTRATADO(A)(S)</w:t>
      </w:r>
      <w:r w:rsidRPr="008D3BE2">
        <w:rPr>
          <w:rFonts w:ascii="Arial Narrow" w:eastAsia="Times New Roman" w:hAnsi="Arial Narrow" w:cs="Arial"/>
          <w:bCs/>
          <w:color w:val="000000"/>
          <w:sz w:val="20"/>
          <w:szCs w:val="20"/>
          <w:lang w:eastAsia="pt-BR"/>
        </w:rPr>
        <w:t>, ou ainda, o ingresso desta última em processo de recuperação judicial;</w:t>
      </w:r>
    </w:p>
    <w:p w14:paraId="2134C6BF"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00B94D28"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e) </w:t>
      </w:r>
      <w:r w:rsidRPr="008D3BE2">
        <w:rPr>
          <w:rFonts w:ascii="Arial Narrow" w:eastAsia="Times New Roman" w:hAnsi="Arial Narrow" w:cs="Arial"/>
          <w:bCs/>
          <w:iCs/>
          <w:color w:val="000000"/>
          <w:sz w:val="20"/>
          <w:szCs w:val="20"/>
          <w:lang w:eastAsia="pt-BR"/>
        </w:rPr>
        <w:t>Deixar de apresentar a garantia contratual prevista no contrato, no prazo previsto.</w:t>
      </w:r>
    </w:p>
    <w:p w14:paraId="5FD19ABF"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w:t>
      </w:r>
    </w:p>
    <w:p w14:paraId="072A7978"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Cs/>
          <w:color w:val="000000"/>
          <w:sz w:val="20"/>
          <w:szCs w:val="20"/>
          <w:lang w:eastAsia="pt-BR"/>
        </w:rPr>
        <w:t xml:space="preserve">X. Em qualquer das situações elencadas nas alíneas acima, exceto o previsto na letra “d”, </w:t>
      </w:r>
      <w:r w:rsidRPr="008D3BE2">
        <w:rPr>
          <w:rFonts w:ascii="Arial Narrow" w:eastAsia="Times New Roman" w:hAnsi="Arial Narrow" w:cs="Arial"/>
          <w:color w:val="000000"/>
          <w:sz w:val="20"/>
          <w:szCs w:val="20"/>
          <w:lang w:eastAsia="pt-BR"/>
        </w:rPr>
        <w:t xml:space="preserve">o(a)(s) CONTRATADO(A)(S) </w:t>
      </w:r>
      <w:r w:rsidRPr="008D3BE2">
        <w:rPr>
          <w:rFonts w:ascii="Arial Narrow" w:eastAsia="Times New Roman" w:hAnsi="Arial Narrow" w:cs="Arial"/>
          <w:bCs/>
          <w:color w:val="000000"/>
          <w:sz w:val="20"/>
          <w:szCs w:val="20"/>
          <w:lang w:eastAsia="pt-BR"/>
        </w:rPr>
        <w:t>ficará(</w:t>
      </w:r>
      <w:proofErr w:type="spellStart"/>
      <w:r w:rsidRPr="008D3BE2">
        <w:rPr>
          <w:rFonts w:ascii="Arial Narrow" w:eastAsia="Times New Roman" w:hAnsi="Arial Narrow" w:cs="Arial"/>
          <w:bCs/>
          <w:color w:val="000000"/>
          <w:sz w:val="20"/>
          <w:szCs w:val="20"/>
          <w:lang w:eastAsia="pt-BR"/>
        </w:rPr>
        <w:t>ão</w:t>
      </w:r>
      <w:proofErr w:type="spellEnd"/>
      <w:r w:rsidRPr="008D3BE2">
        <w:rPr>
          <w:rFonts w:ascii="Arial Narrow" w:eastAsia="Times New Roman" w:hAnsi="Arial Narrow" w:cs="Arial"/>
          <w:bCs/>
          <w:color w:val="000000"/>
          <w:sz w:val="20"/>
          <w:szCs w:val="20"/>
          <w:lang w:eastAsia="pt-BR"/>
        </w:rPr>
        <w:t xml:space="preserve">) sujeita(s) à multa </w:t>
      </w:r>
      <w:r w:rsidRPr="008D3BE2">
        <w:rPr>
          <w:rFonts w:ascii="Arial Narrow" w:eastAsia="Times New Roman" w:hAnsi="Arial Narrow" w:cs="Arial"/>
          <w:bCs/>
          <w:iCs/>
          <w:color w:val="000000"/>
          <w:sz w:val="20"/>
          <w:szCs w:val="20"/>
          <w:lang w:eastAsia="pt-BR"/>
        </w:rPr>
        <w:t>resolutória</w:t>
      </w:r>
      <w:r w:rsidRPr="008D3BE2">
        <w:rPr>
          <w:rFonts w:ascii="Arial Narrow" w:eastAsia="Times New Roman" w:hAnsi="Arial Narrow" w:cs="Arial"/>
          <w:bCs/>
          <w:color w:val="000000"/>
          <w:sz w:val="20"/>
          <w:szCs w:val="20"/>
          <w:lang w:eastAsia="pt-BR"/>
        </w:rPr>
        <w:t xml:space="preserve"> prevista no item IV acima, cumulativamente, respondendo ainda, pelas perdas e danos decorrentes.</w:t>
      </w:r>
    </w:p>
    <w:p w14:paraId="038294A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38CF2D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XI. </w:t>
      </w:r>
      <w:r w:rsidRPr="008D3BE2">
        <w:rPr>
          <w:rFonts w:ascii="Arial Narrow" w:eastAsia="Times New Roman" w:hAnsi="Arial Narrow" w:cs="Arial"/>
          <w:bCs/>
          <w:color w:val="000000"/>
          <w:sz w:val="20"/>
          <w:szCs w:val="20"/>
          <w:lang w:eastAsia="pt-BR"/>
        </w:rPr>
        <w:t>O</w:t>
      </w:r>
      <w:r w:rsidRPr="008D3BE2">
        <w:rPr>
          <w:rFonts w:ascii="Arial Narrow" w:eastAsia="Times New Roman" w:hAnsi="Arial Narrow" w:cs="Arial"/>
          <w:color w:val="000000"/>
          <w:sz w:val="20"/>
          <w:szCs w:val="20"/>
          <w:lang w:eastAsia="pt-BR"/>
        </w:rPr>
        <w:t>(A)(s) CONTRATADO(A)(</w:t>
      </w:r>
      <w:proofErr w:type="gramStart"/>
      <w:r w:rsidRPr="008D3BE2">
        <w:rPr>
          <w:rFonts w:ascii="Arial Narrow" w:eastAsia="Times New Roman" w:hAnsi="Arial Narrow" w:cs="Arial"/>
          <w:color w:val="000000"/>
          <w:sz w:val="20"/>
          <w:szCs w:val="20"/>
          <w:lang w:eastAsia="pt-BR"/>
        </w:rPr>
        <w:t>S)renuncia</w:t>
      </w:r>
      <w:proofErr w:type="gramEnd"/>
      <w:r w:rsidRPr="008D3BE2">
        <w:rPr>
          <w:rFonts w:ascii="Arial Narrow" w:eastAsia="Times New Roman" w:hAnsi="Arial Narrow" w:cs="Arial"/>
          <w:color w:val="000000"/>
          <w:sz w:val="20"/>
          <w:szCs w:val="20"/>
          <w:lang w:eastAsia="pt-BR"/>
        </w:rPr>
        <w:t>(m) expressamente ao direito de requerer(em) a redução judicial das penalidades acordadas.</w:t>
      </w:r>
    </w:p>
    <w:p w14:paraId="114D738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355F62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6.2. O atraso quanto ao descumprimento do Acordo de Níveis de Serviço, se for o caso, implicará nas penalidades específicas no contrato para o fornecimento de bens – condições específicas, sem prejuízo da aplicação cumulada das penalidades desta Cláusula.</w:t>
      </w:r>
    </w:p>
    <w:p w14:paraId="73D2316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1BD3AF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6.3. Previamente à aplicação de penalidades, a(s) CONTRATANTE(S) oportunizará(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esclarecimentos pelo(a)(s) CONTRATADO(A)(S), que terá(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xml:space="preserve">) prazo (comum) máximo de 05 (cinco dias) úteis para apresentar(em) justificativas, por escrito. </w:t>
      </w:r>
    </w:p>
    <w:p w14:paraId="338B0E3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8AC0AB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6.3.1. Caso não haja manifestação(</w:t>
      </w:r>
      <w:proofErr w:type="spellStart"/>
      <w:r w:rsidRPr="008D3BE2">
        <w:rPr>
          <w:rFonts w:ascii="Arial Narrow" w:eastAsia="Times New Roman" w:hAnsi="Arial Narrow" w:cs="Arial"/>
          <w:color w:val="000000"/>
          <w:sz w:val="20"/>
          <w:szCs w:val="20"/>
          <w:lang w:eastAsia="pt-BR"/>
        </w:rPr>
        <w:t>ões</w:t>
      </w:r>
      <w:proofErr w:type="spellEnd"/>
      <w:r w:rsidRPr="008D3BE2">
        <w:rPr>
          <w:rFonts w:ascii="Arial Narrow" w:eastAsia="Times New Roman" w:hAnsi="Arial Narrow" w:cs="Arial"/>
          <w:color w:val="000000"/>
          <w:sz w:val="20"/>
          <w:szCs w:val="20"/>
          <w:lang w:eastAsia="pt-BR"/>
        </w:rPr>
        <w:t>) do(a)(s) CONTRATADO(A)(S) dentro desse prazo ou caso a(s) CONTRATANTE(S) entenda(m) como improcedentes as justificativas, serão aplicadas as sanções previstas.</w:t>
      </w:r>
    </w:p>
    <w:p w14:paraId="7B24396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FF0000"/>
          <w:sz w:val="20"/>
          <w:szCs w:val="20"/>
          <w:lang w:eastAsia="pt-BR"/>
        </w:rPr>
        <w:t> </w:t>
      </w:r>
    </w:p>
    <w:p w14:paraId="37BA979B"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CLAUSULA SÉTIMA – DO ACOMPANHAMENTO, FISCALIZAÇÃO E GESTÃO DO CONTRATO</w:t>
      </w:r>
    </w:p>
    <w:p w14:paraId="0C56ECE7"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DCB1A5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7.1. Fica desde já convencionado que a(s) CONTRATANTE(S), por meio de seus representantes, acompanharão e fiscalizarão o fornecimento, objeto deste contrato, sendo que essa fiscalização não desincumbe o(a)(s) CONTRATADO(A)(S) de suas responsabilidades e obrigações.</w:t>
      </w:r>
    </w:p>
    <w:p w14:paraId="73BEF6F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0163157"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7.2. A fiscalização da(s) CONTRATANTE(S), não exclui ou atenua a responsabilidade do(a)(s) CONTRATADO(A)(S) por eventuais falhas no fornecimento dos bens.</w:t>
      </w:r>
    </w:p>
    <w:p w14:paraId="6E6F799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598B5C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7.3. A(s) CONTRATANTE(S) indicará(</w:t>
      </w:r>
      <w:proofErr w:type="spellStart"/>
      <w:r w:rsidRPr="008D3BE2">
        <w:rPr>
          <w:rFonts w:ascii="Arial Narrow" w:eastAsia="Times New Roman" w:hAnsi="Arial Narrow" w:cs="Arial"/>
          <w:color w:val="000000"/>
          <w:sz w:val="20"/>
          <w:szCs w:val="20"/>
          <w:lang w:eastAsia="pt-BR"/>
        </w:rPr>
        <w:t>ão</w:t>
      </w:r>
      <w:proofErr w:type="spellEnd"/>
      <w:r w:rsidRPr="008D3BE2">
        <w:rPr>
          <w:rFonts w:ascii="Arial Narrow" w:eastAsia="Times New Roman" w:hAnsi="Arial Narrow" w:cs="Arial"/>
          <w:color w:val="000000"/>
          <w:sz w:val="20"/>
          <w:szCs w:val="20"/>
          <w:lang w:eastAsia="pt-BR"/>
        </w:rPr>
        <w:t>) nas condições específicas da contratação para o fornecimento de bens seus representantes junto ao(à)(s) CONTRATADO(A)(S) para a gestão do contrato.</w:t>
      </w:r>
    </w:p>
    <w:p w14:paraId="0E818635" w14:textId="77777777" w:rsidR="008249CB" w:rsidRPr="008D3BE2" w:rsidRDefault="008249CB" w:rsidP="008249CB">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lastRenderedPageBreak/>
        <w:t> </w:t>
      </w:r>
    </w:p>
    <w:p w14:paraId="1A06519C"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CLAUSULA OITAVA - DAS DISPOSIÇÕES FINAIS</w:t>
      </w:r>
    </w:p>
    <w:p w14:paraId="7F75838B"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A445C56"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8.1. A tolerância por qualquer das Partes, quanto ao descumprimento das condições aqui estipuladas, será interpretada como mera liberalidade, não podendo ser invocada como novação contratual ou renúncia de direitos.</w:t>
      </w:r>
    </w:p>
    <w:p w14:paraId="0B973E5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440379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8.2. É vedado a qualquer uma das Partes delegar ou transferir a terceiros, total ou parcialmente, os direitos e deveres objeto do presente Contrato, sem a prévia autorização da outra Parte.</w:t>
      </w:r>
    </w:p>
    <w:p w14:paraId="6EA0C84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9316A9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8.3. Os empregados do(a)(s) CONTRATADO(A)(S), em razão da natureza civil da contratação, não manterão qualquer vínculo com a(s) CONTRATANTE(S), sendo o(a)(s) CONTRATADO(A)(S) responsável(eis) por todos e quaisquer ônus ou encargos decorrentes das legislações fiscais, trabalhistas, e social referentes aos referidos empregados.</w:t>
      </w:r>
      <w:r w:rsidRPr="008D3BE2">
        <w:rPr>
          <w:rFonts w:ascii="Arial Narrow" w:eastAsia="Times New Roman" w:hAnsi="Arial Narrow" w:cs="Arial"/>
          <w:snapToGrid w:val="0"/>
          <w:color w:val="000000"/>
          <w:sz w:val="20"/>
          <w:szCs w:val="20"/>
          <w:lang w:eastAsia="pt-BR"/>
        </w:rPr>
        <w:t> </w:t>
      </w:r>
    </w:p>
    <w:p w14:paraId="67D338A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D30A2E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8.4. Se a(s) CONTRATANTE(S) 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do item 6.1 VII, até que o(a)(s) CONTRATADO(A)(S) satisfaça(m) a respectiva obrigação ou até que a(s) CONTRATANTE(S) seja(m) excluída(s) do polo passivo da autuação, notificação, citação, intimação ou condenação, mediante decisão irrecorrível.</w:t>
      </w:r>
    </w:p>
    <w:p w14:paraId="3DE5472A"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FE7DD4B"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8.4.1. </w:t>
      </w:r>
      <w:r w:rsidRPr="008D3BE2">
        <w:rPr>
          <w:rFonts w:ascii="Arial Narrow" w:eastAsia="Times New Roman" w:hAnsi="Arial Narrow" w:cs="Arial"/>
          <w:bCs/>
          <w:color w:val="000000"/>
          <w:sz w:val="20"/>
          <w:szCs w:val="20"/>
          <w:lang w:eastAsia="pt-BR"/>
        </w:rPr>
        <w:t>O</w:t>
      </w:r>
      <w:r w:rsidRPr="008D3BE2">
        <w:rPr>
          <w:rFonts w:ascii="Arial Narrow" w:eastAsia="Times New Roman" w:hAnsi="Arial Narrow" w:cs="Arial"/>
          <w:color w:val="000000"/>
          <w:sz w:val="20"/>
          <w:szCs w:val="20"/>
          <w:lang w:eastAsia="pt-BR"/>
        </w:rPr>
        <w:t>(A)(s) CONTRATADO(A)(</w:t>
      </w:r>
      <w:proofErr w:type="gramStart"/>
      <w:r w:rsidRPr="008D3BE2">
        <w:rPr>
          <w:rFonts w:ascii="Arial Narrow" w:eastAsia="Times New Roman" w:hAnsi="Arial Narrow" w:cs="Arial"/>
          <w:color w:val="000000"/>
          <w:sz w:val="20"/>
          <w:szCs w:val="20"/>
          <w:lang w:eastAsia="pt-BR"/>
        </w:rPr>
        <w:t>S)ressarcirá</w:t>
      </w:r>
      <w:proofErr w:type="gramEnd"/>
      <w:r w:rsidRPr="008D3BE2">
        <w:rPr>
          <w:rFonts w:ascii="Arial Narrow" w:eastAsia="Times New Roman" w:hAnsi="Arial Narrow" w:cs="Arial"/>
          <w:color w:val="000000"/>
          <w:sz w:val="20"/>
          <w:szCs w:val="20"/>
          <w:lang w:eastAsia="pt-BR"/>
        </w:rPr>
        <w:t xml:space="preserve">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1D214138"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FCFB2F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8.4.2. Caso já tenha(m) sido efetuado(s) pela(s) CONTRATANTE(S) todos os pagamentos e importâncias devidas ao(à)(s) CONTRATADO(A)(S),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 </w:t>
      </w:r>
    </w:p>
    <w:p w14:paraId="7E10D13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636387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8.5. As condições específicas do contrato de fornecimento de bens prevalecerão sobre as condições gerais da contratação sempre que forem com estas conflitantes.</w:t>
      </w:r>
    </w:p>
    <w:p w14:paraId="4921FEA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83263EB"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sz w:val="20"/>
          <w:szCs w:val="20"/>
          <w:lang w:eastAsia="pt-BR"/>
        </w:rPr>
        <w:t>CLAUSULA NONA - DO FORO E DA LEGISLAÇÃO</w:t>
      </w:r>
    </w:p>
    <w:p w14:paraId="00300AC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E198CE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9.1. Fica eleito o Foro de Brasília - DF, com exclusão de qualquer outro, por mais privilegiado que seja, para dirimir quaisquer questões relativas da contratação.</w:t>
      </w:r>
    </w:p>
    <w:p w14:paraId="453EED8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A2C49F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9.2. Aplicar-se-á a(s) CONTRATANTE(S) a legislação da República Federativa do Brasil, atinente às entidades privadas, e cumulativa e exclusivamente ao SENAI e SESI, o seus Regulamentos de Licitações e Contratos.</w:t>
      </w:r>
    </w:p>
    <w:p w14:paraId="301D3E80"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CF384D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53B61B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  </w:t>
      </w:r>
    </w:p>
    <w:p w14:paraId="62200224" w14:textId="77777777" w:rsidR="008249CB" w:rsidRPr="008D3BE2" w:rsidRDefault="008249CB" w:rsidP="008249CB">
      <w:pPr>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br w:type="page"/>
      </w:r>
    </w:p>
    <w:p w14:paraId="782A4654" w14:textId="77777777" w:rsidR="00916056" w:rsidRPr="008D3BE2" w:rsidRDefault="00916056" w:rsidP="008249CB">
      <w:pPr>
        <w:tabs>
          <w:tab w:val="left" w:pos="8080"/>
        </w:tabs>
        <w:spacing w:after="0"/>
        <w:jc w:val="center"/>
        <w:rPr>
          <w:rFonts w:ascii="Arial Narrow" w:eastAsia="Times New Roman" w:hAnsi="Arial Narrow" w:cs="Arial"/>
          <w:b/>
          <w:color w:val="000000" w:themeColor="text1"/>
          <w:sz w:val="20"/>
          <w:szCs w:val="20"/>
          <w:lang w:eastAsia="pt-BR"/>
        </w:rPr>
      </w:pPr>
    </w:p>
    <w:p w14:paraId="00FF116C" w14:textId="346740B6" w:rsidR="008249CB" w:rsidRPr="008D3BE2" w:rsidRDefault="008249CB" w:rsidP="008249CB">
      <w:pPr>
        <w:tabs>
          <w:tab w:val="left" w:pos="8080"/>
        </w:tabs>
        <w:spacing w:after="0"/>
        <w:jc w:val="center"/>
        <w:rPr>
          <w:rFonts w:ascii="Arial Narrow" w:eastAsia="Times New Roman" w:hAnsi="Arial Narrow" w:cs="Arial"/>
          <w:b/>
          <w:color w:val="000000" w:themeColor="text1"/>
          <w:sz w:val="20"/>
          <w:szCs w:val="20"/>
          <w:lang w:eastAsia="pt-BR"/>
        </w:rPr>
      </w:pPr>
      <w:r w:rsidRPr="008D3BE2">
        <w:rPr>
          <w:rFonts w:ascii="Arial Narrow" w:eastAsia="Times New Roman" w:hAnsi="Arial Narrow" w:cs="Arial"/>
          <w:b/>
          <w:color w:val="000000" w:themeColor="text1"/>
          <w:sz w:val="20"/>
          <w:szCs w:val="20"/>
          <w:lang w:eastAsia="pt-BR"/>
        </w:rPr>
        <w:t>APÊNDICE ÀS CONDIÇÕES GERAIS - Cláusula de Segurança da informação</w:t>
      </w:r>
    </w:p>
    <w:p w14:paraId="544C16C1" w14:textId="77777777" w:rsidR="008249CB" w:rsidRPr="008D3BE2" w:rsidRDefault="008249CB" w:rsidP="008249CB">
      <w:pPr>
        <w:tabs>
          <w:tab w:val="left" w:pos="8080"/>
        </w:tabs>
        <w:spacing w:after="0"/>
        <w:jc w:val="center"/>
        <w:rPr>
          <w:rFonts w:ascii="Arial Narrow" w:eastAsia="Times New Roman" w:hAnsi="Arial Narrow" w:cs="Arial"/>
          <w:color w:val="000000"/>
          <w:sz w:val="20"/>
          <w:szCs w:val="20"/>
          <w:lang w:eastAsia="pt-BR"/>
        </w:rPr>
      </w:pPr>
    </w:p>
    <w:p w14:paraId="0611BEA3"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themeColor="text1"/>
          <w:sz w:val="20"/>
          <w:szCs w:val="20"/>
          <w:lang w:eastAsia="pt-BR"/>
        </w:rPr>
        <w:t>I) Visando a SEGURANÇA DA INFORMAÇÃO, caberá às PARTES:</w:t>
      </w:r>
    </w:p>
    <w:p w14:paraId="71CB2DF5"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themeColor="text1"/>
          <w:sz w:val="20"/>
          <w:szCs w:val="20"/>
          <w:lang w:eastAsia="pt-BR"/>
        </w:rPr>
      </w:pPr>
    </w:p>
    <w:p w14:paraId="1AAEF96E"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1. Cada PARTE será única responsável pela seleção, implementação, e manutenção de procedimentos e políticas de segurança que sejam suficientes para garantir que: (i) o uso da conexão de rede por tal parte (e o uso do patrimônio de informações da CONTRATANTE, pela CONTRATADA) seja seguro e utilizado somente para fins autorizados, e (</w:t>
      </w:r>
      <w:proofErr w:type="spellStart"/>
      <w:r w:rsidRPr="008D3BE2">
        <w:rPr>
          <w:rFonts w:ascii="Arial Narrow" w:eastAsia="Times New Roman" w:hAnsi="Arial Narrow" w:cs="Arial"/>
          <w:color w:val="000000" w:themeColor="text1"/>
          <w:sz w:val="20"/>
          <w:szCs w:val="20"/>
          <w:lang w:eastAsia="pt-BR"/>
        </w:rPr>
        <w:t>ii</w:t>
      </w:r>
      <w:proofErr w:type="spellEnd"/>
      <w:r w:rsidRPr="008D3BE2">
        <w:rPr>
          <w:rFonts w:ascii="Arial Narrow" w:eastAsia="Times New Roman" w:hAnsi="Arial Narrow" w:cs="Arial"/>
          <w:color w:val="000000" w:themeColor="text1"/>
          <w:sz w:val="20"/>
          <w:szCs w:val="20"/>
          <w:lang w:eastAsia="pt-BR"/>
        </w:rPr>
        <w:t xml:space="preserve">) os registros e dados de negócios de tal parte estejam protegidos contra acesso ou uso indevidos, alteração, </w:t>
      </w:r>
      <w:proofErr w:type="gramStart"/>
      <w:r w:rsidRPr="008D3BE2">
        <w:rPr>
          <w:rFonts w:ascii="Arial Narrow" w:eastAsia="Times New Roman" w:hAnsi="Arial Narrow" w:cs="Arial"/>
          <w:color w:val="000000" w:themeColor="text1"/>
          <w:sz w:val="20"/>
          <w:szCs w:val="20"/>
          <w:lang w:eastAsia="pt-BR"/>
        </w:rPr>
        <w:t>perda, ou destruição</w:t>
      </w:r>
      <w:proofErr w:type="gramEnd"/>
      <w:r w:rsidRPr="008D3BE2">
        <w:rPr>
          <w:rFonts w:ascii="Arial Narrow" w:eastAsia="Times New Roman" w:hAnsi="Arial Narrow" w:cs="Arial"/>
          <w:color w:val="000000" w:themeColor="text1"/>
          <w:sz w:val="20"/>
          <w:szCs w:val="20"/>
          <w:lang w:eastAsia="pt-BR"/>
        </w:rPr>
        <w:t>.</w:t>
      </w:r>
    </w:p>
    <w:p w14:paraId="45A3BA51"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352F8899"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2. Qualquer terceira parte que conecte um dispositivo a uma rede da CONTRATANTE deverá ser autorizada pelo Encarregado de Segurança de TI local. O Fornecedor deverá prover proteção contra o uso externo não autorizado, modificação, divulgação ou destruição, acidental ou intencional, do patrimônio da CONTRATANTE. A terceira parte será responsável pela segurança do dispositivo, através de antivírus e patches, para proteger o patrimônio de informações da CONTRATANTE. Qualquer dispositivo pertencente a uma terceira parte, e que armazene ativos de informações da CONTRATANTE, deverá ser criptografado.</w:t>
      </w:r>
    </w:p>
    <w:p w14:paraId="7B9820E2"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16326D00" w14:textId="77777777" w:rsidR="008249CB" w:rsidRPr="008D3BE2" w:rsidRDefault="008249CB" w:rsidP="008249CB">
      <w:pPr>
        <w:shd w:val="clear" w:color="auto" w:fill="FFFFFF"/>
        <w:tabs>
          <w:tab w:val="left" w:pos="8080"/>
        </w:tabs>
        <w:spacing w:after="0"/>
        <w:ind w:left="113"/>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2.1. Somente usuários autorizados pela CONTRATANTE poderão acessar as informações e dados contidos na infraestrutura da CONTRATANTE ou na infraestrutura de terceiros contratados ou utilizados pela CONTRATANTE. A CONTRATANTE deverá deter o poder de decisão final, a respeito de quem estará autorizado a acessar os dados e informações, incluindo o próprio pessoal da CONTRATANTE, o pessoal da CONTRATADA, todo o pessoal subcontratado, e qualquer outra terceira parte. Todos os acessos deverão atender às Normas e políticas de tecnologia da informação da CONTRATANTE.</w:t>
      </w:r>
    </w:p>
    <w:p w14:paraId="278C45E2" w14:textId="77777777" w:rsidR="008249CB" w:rsidRPr="008D3BE2" w:rsidRDefault="008249CB" w:rsidP="008249CB">
      <w:pPr>
        <w:shd w:val="clear" w:color="auto" w:fill="FFFFFF"/>
        <w:tabs>
          <w:tab w:val="left" w:pos="8080"/>
        </w:tabs>
        <w:spacing w:after="0"/>
        <w:ind w:left="113"/>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4B61C15F" w14:textId="77777777" w:rsidR="008249CB" w:rsidRPr="008D3BE2" w:rsidRDefault="008249CB" w:rsidP="008249CB">
      <w:pPr>
        <w:shd w:val="clear" w:color="auto" w:fill="FFFFFF"/>
        <w:tabs>
          <w:tab w:val="left" w:pos="8080"/>
        </w:tabs>
        <w:spacing w:after="0"/>
        <w:ind w:left="113"/>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2.2. Serão concedidas somente autorizações de acessos individuais (login e senha). Contas genéricas ou compartilhadas são absolutamente proibidas.</w:t>
      </w:r>
    </w:p>
    <w:p w14:paraId="0044444A" w14:textId="77777777" w:rsidR="008249CB" w:rsidRPr="008D3BE2" w:rsidRDefault="008249CB" w:rsidP="008249CB">
      <w:pPr>
        <w:shd w:val="clear" w:color="auto" w:fill="FFFFFF"/>
        <w:tabs>
          <w:tab w:val="left" w:pos="8080"/>
        </w:tabs>
        <w:spacing w:after="0"/>
        <w:ind w:left="113"/>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55FC7823" w14:textId="77777777" w:rsidR="008249CB" w:rsidRPr="008D3BE2" w:rsidRDefault="008249CB" w:rsidP="008249CB">
      <w:pPr>
        <w:shd w:val="clear" w:color="auto" w:fill="FFFFFF"/>
        <w:tabs>
          <w:tab w:val="left" w:pos="8080"/>
        </w:tabs>
        <w:spacing w:after="0"/>
        <w:ind w:left="113"/>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2.3. Dados ou informações sobre a CONTRATANTE, ou contidos na infraestrutura da CONTRATANTE, quer possuídos, ou cedidos, ou hospedados nas instalações de uma terceira parte, ou na infraestrutura de um Fornecedor de Serviços de Aplicativos, não deverão ser divulgadas a quaisquer terceiras partes, sem a prévia aprovação por escrito da CONTRATANTE.</w:t>
      </w:r>
    </w:p>
    <w:p w14:paraId="5199CBD4"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142D6893"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themeColor="text1"/>
          <w:sz w:val="20"/>
          <w:szCs w:val="20"/>
          <w:lang w:eastAsia="pt-BR"/>
        </w:rPr>
        <w:t>II) Visando a SEGURANÇA DA INFORMAÇÃO, caberá à CONTRATADA:</w:t>
      </w:r>
    </w:p>
    <w:p w14:paraId="2D1179BD"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12781331"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xml:space="preserve">1. </w:t>
      </w:r>
      <w:r w:rsidRPr="008D3BE2">
        <w:rPr>
          <w:rFonts w:ascii="Arial Narrow" w:eastAsia="Times New Roman" w:hAnsi="Arial Narrow" w:cs="Arial"/>
          <w:color w:val="000000"/>
          <w:sz w:val="20"/>
          <w:szCs w:val="20"/>
          <w:lang w:eastAsia="pt-BR"/>
        </w:rPr>
        <w:t>Obedecer às normas, procedimentos e Políticas de Tecnologia da Informação da CONTRATANTE, com todos os regulamentos e todas as atualizações correspondentes deste enquadramento, relativas aos países a partir dos quais a CONTRATADA preste os serviços ou hospede aplicativos ou dados.</w:t>
      </w:r>
    </w:p>
    <w:p w14:paraId="2384F5E0"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ED95942"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 Preservar a disponibilidade e precisão das informações dos processos suportados e proteger as informações confidenciais e proprietárias, bem como os direitos de propriedade intelectual da CONTRATANTE.</w:t>
      </w:r>
      <w:r w:rsidRPr="008D3BE2">
        <w:rPr>
          <w:rFonts w:ascii="Arial Narrow" w:eastAsia="Times New Roman" w:hAnsi="Arial Narrow" w:cs="Arial"/>
          <w:color w:val="000000"/>
          <w:sz w:val="20"/>
          <w:szCs w:val="20"/>
          <w:lang w:eastAsia="pt-BR"/>
        </w:rPr>
        <w:tab/>
      </w:r>
    </w:p>
    <w:p w14:paraId="33420C5F" w14:textId="77777777" w:rsidR="008249CB" w:rsidRPr="008D3BE2" w:rsidRDefault="008249CB" w:rsidP="008249CB">
      <w:pPr>
        <w:widowControl w:val="0"/>
        <w:spacing w:after="0"/>
        <w:ind w:left="357"/>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7E178B9"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3. Assegurar que o acordo de confidencialidade e as obrigações deste CONTRATO sejam atendidos por seus diretores, funcionários, representantes, agentes, e quaisquer </w:t>
      </w:r>
      <w:proofErr w:type="gramStart"/>
      <w:r w:rsidRPr="008D3BE2">
        <w:rPr>
          <w:rFonts w:ascii="Arial Narrow" w:eastAsia="Times New Roman" w:hAnsi="Arial Narrow" w:cs="Arial"/>
          <w:color w:val="000000"/>
          <w:sz w:val="20"/>
          <w:szCs w:val="20"/>
          <w:lang w:eastAsia="pt-BR"/>
        </w:rPr>
        <w:t>outros  subcontratados</w:t>
      </w:r>
      <w:proofErr w:type="gramEnd"/>
      <w:r w:rsidRPr="008D3BE2">
        <w:rPr>
          <w:rFonts w:ascii="Arial Narrow" w:eastAsia="Times New Roman" w:hAnsi="Arial Narrow" w:cs="Arial"/>
          <w:color w:val="000000"/>
          <w:sz w:val="20"/>
          <w:szCs w:val="20"/>
          <w:lang w:eastAsia="pt-BR"/>
        </w:rPr>
        <w:t xml:space="preserve"> que irão executar tarefas descritas neste CONTRATO, antes da CONTRATADA direcioná-los à prestação dos serviços objeto deste CONTRATO.</w:t>
      </w:r>
    </w:p>
    <w:p w14:paraId="6FE10D5F"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7CAF03F"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4. As alterações relativas aos aplicativos, arquitetura, procedimentos operacionais, procedimentos de segurança e sua respectiva avaliação de riscos, deverão ser comunicadas antecipadamente.</w:t>
      </w:r>
    </w:p>
    <w:p w14:paraId="2F6F68BF"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0122247"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5. A CONTRATANTE poderá verificar e controlar a qualquer tempo que os produtos fornecidos e/ou serviços prestados pela CONTRATADA estejam em conformidade com o CONTRATO. A CONTRATADA deverá oferecer a sua máxima cooperação, para permitir que a CONTRATANTE realize a verificação de conformidade dos produtos fornecidos e/ou serviços prestados.</w:t>
      </w:r>
    </w:p>
    <w:p w14:paraId="32B9F528"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2FEC092"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6. Para o escopo do Serviço definido neste documento, para todos os efeitos, incluindo todas as considerações de segurança de TI, o Fornecedor será o responsável final perante a CONTRATANTE. Sob nenhuma circunstância, a CONTRATANTE assumirá ou aceitará o compartilhamento de responsabilidade entre o Fornecedor e qualquer outra terceira parte, incluindo parceiros de negócios e subcontratados do Fornecedor.</w:t>
      </w:r>
    </w:p>
    <w:p w14:paraId="222E6DFE"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A3E71A7"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7. A CONTRATADA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w:t>
      </w:r>
      <w:proofErr w:type="gramStart"/>
      <w:r w:rsidRPr="008D3BE2">
        <w:rPr>
          <w:rFonts w:ascii="Arial Narrow" w:eastAsia="Times New Roman" w:hAnsi="Arial Narrow" w:cs="Arial"/>
          <w:color w:val="000000"/>
          <w:sz w:val="20"/>
          <w:szCs w:val="20"/>
          <w:lang w:eastAsia="pt-BR"/>
        </w:rPr>
        <w:t>alteração, ou destruição</w:t>
      </w:r>
      <w:proofErr w:type="gramEnd"/>
      <w:r w:rsidRPr="008D3BE2">
        <w:rPr>
          <w:rFonts w:ascii="Arial Narrow" w:eastAsia="Times New Roman" w:hAnsi="Arial Narrow" w:cs="Arial"/>
          <w:color w:val="000000"/>
          <w:sz w:val="20"/>
          <w:szCs w:val="20"/>
          <w:lang w:eastAsia="pt-BR"/>
        </w:rPr>
        <w:t>. A CONTRATADA deverá realizar revisões regulares para detectar potenciais problemas de segurança. A CONTRATADA poderá ser obrigada a revelar as configurações, o processo de revisão, e os resultados.</w:t>
      </w:r>
    </w:p>
    <w:p w14:paraId="789AFF56"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lastRenderedPageBreak/>
        <w:t> </w:t>
      </w:r>
    </w:p>
    <w:p w14:paraId="6D42871E"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8. Responsabilizar-se única e exclusivamente por todas as medidas de segurança para garantir a proteção de seus sistemas e redes internas, isentando a CONTRATANTE de qualquer responsabilidade.</w:t>
      </w:r>
    </w:p>
    <w:p w14:paraId="2C4673EC"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5D9FF79"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9. 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pela CONTRATANTE.</w:t>
      </w:r>
    </w:p>
    <w:p w14:paraId="372A9D86"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8E9EBFA"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10. A CONTRATADA não deverá estabelecer qualquer tipo de link de comunicação de dados entre as suas redes e sistemas e os da CONTRATANTE,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da CONTRATANTE.</w:t>
      </w:r>
    </w:p>
    <w:p w14:paraId="410ECEE8"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0246223"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11. A CONTRATADA deverá garantir que o ambiente de Tecnologia da Informação, em seu lado, assegure a integridade, disponibilidade e confidencialidade do patrimônio de Tecnologia da Informação da CONTRATANTE, incluindo dados, informações e direitos de propriedade intelectual.</w:t>
      </w:r>
    </w:p>
    <w:p w14:paraId="3ED5B9F9"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 </w:t>
      </w:r>
    </w:p>
    <w:p w14:paraId="284C569B"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12. Cada PARTE será responsável única pela seleção, implementação, e manutenção de procedimentos e políticas de segurança que sejam suficientes para garantir que: (i) o uso da conexão de rede por tal parte (e o uso do patrimônio de informações da CONTRATANTE, pela CONTRATADA) seja seguro e utilizado somente para fins autorizados, e (</w:t>
      </w:r>
      <w:proofErr w:type="spellStart"/>
      <w:r w:rsidRPr="008D3BE2">
        <w:rPr>
          <w:rFonts w:ascii="Arial Narrow" w:eastAsia="Times New Roman" w:hAnsi="Arial Narrow" w:cs="Arial"/>
          <w:color w:val="000000"/>
          <w:sz w:val="20"/>
          <w:szCs w:val="20"/>
          <w:lang w:eastAsia="pt-BR"/>
        </w:rPr>
        <w:t>ii</w:t>
      </w:r>
      <w:proofErr w:type="spellEnd"/>
      <w:r w:rsidRPr="008D3BE2">
        <w:rPr>
          <w:rFonts w:ascii="Arial Narrow" w:eastAsia="Times New Roman" w:hAnsi="Arial Narrow" w:cs="Arial"/>
          <w:color w:val="000000"/>
          <w:sz w:val="20"/>
          <w:szCs w:val="20"/>
          <w:lang w:eastAsia="pt-BR"/>
        </w:rPr>
        <w:t xml:space="preserve">) os registros e dados de negócios de tal parte estejam protegidos contra acesso ou uso indevidos, alteração, </w:t>
      </w:r>
      <w:proofErr w:type="gramStart"/>
      <w:r w:rsidRPr="008D3BE2">
        <w:rPr>
          <w:rFonts w:ascii="Arial Narrow" w:eastAsia="Times New Roman" w:hAnsi="Arial Narrow" w:cs="Arial"/>
          <w:color w:val="000000"/>
          <w:sz w:val="20"/>
          <w:szCs w:val="20"/>
          <w:lang w:eastAsia="pt-BR"/>
        </w:rPr>
        <w:t>perda, ou destruição</w:t>
      </w:r>
      <w:proofErr w:type="gramEnd"/>
      <w:r w:rsidRPr="008D3BE2">
        <w:rPr>
          <w:rFonts w:ascii="Arial Narrow" w:eastAsia="Times New Roman" w:hAnsi="Arial Narrow" w:cs="Arial"/>
          <w:color w:val="000000"/>
          <w:sz w:val="20"/>
          <w:szCs w:val="20"/>
          <w:lang w:eastAsia="pt-BR"/>
        </w:rPr>
        <w:t>.</w:t>
      </w:r>
    </w:p>
    <w:p w14:paraId="13A34749"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9F2803A"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13. Somente usuários autorizados pela CONTRATANTE poderão acessar as informações e dados contidos na </w:t>
      </w:r>
      <w:proofErr w:type="spellStart"/>
      <w:r w:rsidRPr="008D3BE2">
        <w:rPr>
          <w:rFonts w:ascii="Arial Narrow" w:eastAsia="Times New Roman" w:hAnsi="Arial Narrow" w:cs="Arial"/>
          <w:color w:val="000000"/>
          <w:sz w:val="20"/>
          <w:szCs w:val="20"/>
          <w:lang w:eastAsia="pt-BR"/>
        </w:rPr>
        <w:t>infra-estrutura</w:t>
      </w:r>
      <w:proofErr w:type="spellEnd"/>
      <w:r w:rsidRPr="008D3BE2">
        <w:rPr>
          <w:rFonts w:ascii="Arial Narrow" w:eastAsia="Times New Roman" w:hAnsi="Arial Narrow" w:cs="Arial"/>
          <w:color w:val="000000"/>
          <w:sz w:val="20"/>
          <w:szCs w:val="20"/>
          <w:lang w:eastAsia="pt-BR"/>
        </w:rPr>
        <w:t xml:space="preserve"> da CONTRATANTE ou na </w:t>
      </w:r>
      <w:proofErr w:type="spellStart"/>
      <w:r w:rsidRPr="008D3BE2">
        <w:rPr>
          <w:rFonts w:ascii="Arial Narrow" w:eastAsia="Times New Roman" w:hAnsi="Arial Narrow" w:cs="Arial"/>
          <w:color w:val="000000"/>
          <w:sz w:val="20"/>
          <w:szCs w:val="20"/>
          <w:lang w:eastAsia="pt-BR"/>
        </w:rPr>
        <w:t>infra-estrutura</w:t>
      </w:r>
      <w:proofErr w:type="spellEnd"/>
      <w:r w:rsidRPr="008D3BE2">
        <w:rPr>
          <w:rFonts w:ascii="Arial Narrow" w:eastAsia="Times New Roman" w:hAnsi="Arial Narrow" w:cs="Arial"/>
          <w:color w:val="000000"/>
          <w:sz w:val="20"/>
          <w:szCs w:val="20"/>
          <w:lang w:eastAsia="pt-BR"/>
        </w:rPr>
        <w:t xml:space="preserve"> de terceiros contratados ou utilizados pela CONTRATANTE. A CONTRATANTE deverá deter o poder de decisão final, a respeito de quem estará autorizado a acessar os dados e informações, incluindo o próprio pessoal da CONTRATANTE, o pessoal da CONTRATADA, todo o pessoal subcontratado, e qualquer outra terceira parte. Todos os acessos deverão atender às Normas e políticas de tecnologia da informação da CONTRATANTE.</w:t>
      </w:r>
    </w:p>
    <w:p w14:paraId="672E2090"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FA418F0"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14. Serão concedidas somente autorizações de acessos individuais (login e senha). Contas genéricas ou compartilhadas são absolutamente proibidas.</w:t>
      </w:r>
    </w:p>
    <w:p w14:paraId="055DAD39"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5CB04E6"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15. Dados ou informações sobre a CONTRATANTE, ou contidos na infraestrutura da CONTRATANTE, quer possuídos, ou cedidos, ou hospedados nas instalações de uma terceira parte, ou na infraestrutura de um Fornecedor de Serviços de Aplicativos, não deverão ser divulgadas a quaisquer terceiras partes, sem a prévia aprovação por escrito da CONTRATANTE.</w:t>
      </w:r>
    </w:p>
    <w:p w14:paraId="0887D74E"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5E5B869A"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16. A CONTRATADA deverá rever a qualquer tempo o acesso de seus empregados ao patrimônio de informações da CONTRATANTE, e prontamente corrigir qualquer discrepância em potencial. Mediante solicitação da CONTRATANTE, a CONTRATADA deverá revelar os resultados da última análise de acessos, bem como as respectivas ações corretivas.</w:t>
      </w:r>
    </w:p>
    <w:p w14:paraId="7847B5C8"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215B2D0"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17. A CONTRATANTE deverá comunicar à CONTRATADA as regras de segurança estabelecidas em conformidade com a legislação aplicável, bem como as regras de acesso.</w:t>
      </w:r>
    </w:p>
    <w:p w14:paraId="4579CAD3"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C66E4D4"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18. A CONTRATADA deverá prover a CONTRATANTE uma lista com os nomes e funções dos funcionários que terão acesso aos Locais da CONTRATANTE. Pessoas incluídas na lista acima referida deverão apresentar-se na recepção do Local da CONTRATANTE, onde receberão um cartão de visitante ou crachá, que deverão portar de forma visível, durante todo o tempo de permanência nas instalações da CONTRATANTE.</w:t>
      </w:r>
    </w:p>
    <w:p w14:paraId="42659399"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4DDC34B7" w14:textId="77777777" w:rsidR="008249CB" w:rsidRPr="008D3BE2" w:rsidRDefault="008249CB" w:rsidP="008249CB">
      <w:pPr>
        <w:widowControl w:val="0"/>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19. Se, por qualquer motivo, uma pessoa não incluída na lista precise acessar o site, ele ou ela deverá ser registrado na recepção, mediante apresentação de sua identificação com foto, ou passaporte. A referida pessoa deverá ser acompanhada por um colaborador da CONTRATANTE, em todos os momentos.</w:t>
      </w:r>
    </w:p>
    <w:p w14:paraId="13DF2C0C"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3A97A7C"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20. Nenhuma alteração dos termos deste CONTRATO terá efeito, a menos que seja feita por escrito e assinada por cada uma das PARTES.  </w:t>
      </w:r>
    </w:p>
    <w:p w14:paraId="47CCD4B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180A53D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xml:space="preserve">21. Toda e qualquer exceção às disposições definidas pelas presentes cláusulas deverá ser aprovada por escrito pela CONTRATANTE. </w:t>
      </w:r>
    </w:p>
    <w:p w14:paraId="5F403321"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CF65DC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22. O presente Termo é assinado em caráter irrevogável e irretratável, permanecendo em pleno vigor e efeito durante todo o prazo de duração do Contrato.</w:t>
      </w:r>
    </w:p>
    <w:p w14:paraId="52780DCE"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2B67D5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lastRenderedPageBreak/>
        <w:t>23. As auditorias poderão verificar, especialmente mas não limitando, a: (i) desempenho e qualidade dos serviços prestados; (</w:t>
      </w:r>
      <w:proofErr w:type="spellStart"/>
      <w:r w:rsidRPr="008D3BE2">
        <w:rPr>
          <w:rFonts w:ascii="Arial Narrow" w:eastAsia="Times New Roman" w:hAnsi="Arial Narrow" w:cs="Arial"/>
          <w:color w:val="000000"/>
          <w:sz w:val="20"/>
          <w:szCs w:val="20"/>
          <w:lang w:eastAsia="pt-BR"/>
        </w:rPr>
        <w:t>ii</w:t>
      </w:r>
      <w:proofErr w:type="spellEnd"/>
      <w:r w:rsidRPr="008D3BE2">
        <w:rPr>
          <w:rFonts w:ascii="Arial Narrow" w:eastAsia="Times New Roman" w:hAnsi="Arial Narrow" w:cs="Arial"/>
          <w:color w:val="000000"/>
          <w:sz w:val="20"/>
          <w:szCs w:val="20"/>
          <w:lang w:eastAsia="pt-BR"/>
        </w:rPr>
        <w:t>) o cumprimento das obrigações deste CONTRATO, inclusive os níveis de serviços dos mesmos; (</w:t>
      </w:r>
      <w:proofErr w:type="spellStart"/>
      <w:r w:rsidRPr="008D3BE2">
        <w:rPr>
          <w:rFonts w:ascii="Arial Narrow" w:eastAsia="Times New Roman" w:hAnsi="Arial Narrow" w:cs="Arial"/>
          <w:color w:val="000000"/>
          <w:sz w:val="20"/>
          <w:szCs w:val="20"/>
          <w:lang w:eastAsia="pt-BR"/>
        </w:rPr>
        <w:t>iii</w:t>
      </w:r>
      <w:proofErr w:type="spellEnd"/>
      <w:r w:rsidRPr="008D3BE2">
        <w:rPr>
          <w:rFonts w:ascii="Arial Narrow" w:eastAsia="Times New Roman" w:hAnsi="Arial Narrow" w:cs="Arial"/>
          <w:color w:val="000000"/>
          <w:sz w:val="20"/>
          <w:szCs w:val="20"/>
          <w:lang w:eastAsia="pt-BR"/>
        </w:rPr>
        <w:t xml:space="preserve">) teste internos e externos para assegurar o cumprimento das obrigações de acordo com a legislação e o CONTRATO firmado entre as </w:t>
      </w:r>
      <w:proofErr w:type="gramStart"/>
      <w:r w:rsidRPr="008D3BE2">
        <w:rPr>
          <w:rFonts w:ascii="Arial Narrow" w:eastAsia="Times New Roman" w:hAnsi="Arial Narrow" w:cs="Arial"/>
          <w:color w:val="000000"/>
          <w:sz w:val="20"/>
          <w:szCs w:val="20"/>
          <w:lang w:eastAsia="pt-BR"/>
        </w:rPr>
        <w:t>PARTES;  e</w:t>
      </w:r>
      <w:proofErr w:type="gramEnd"/>
      <w:r w:rsidRPr="008D3BE2">
        <w:rPr>
          <w:rFonts w:ascii="Arial Narrow" w:eastAsia="Times New Roman" w:hAnsi="Arial Narrow" w:cs="Arial"/>
          <w:color w:val="000000"/>
          <w:sz w:val="20"/>
          <w:szCs w:val="20"/>
          <w:lang w:eastAsia="pt-BR"/>
        </w:rPr>
        <w:t xml:space="preserve"> (</w:t>
      </w:r>
      <w:proofErr w:type="spellStart"/>
      <w:r w:rsidRPr="008D3BE2">
        <w:rPr>
          <w:rFonts w:ascii="Arial Narrow" w:eastAsia="Times New Roman" w:hAnsi="Arial Narrow" w:cs="Arial"/>
          <w:color w:val="000000"/>
          <w:sz w:val="20"/>
          <w:szCs w:val="20"/>
          <w:lang w:eastAsia="pt-BR"/>
        </w:rPr>
        <w:t>iv</w:t>
      </w:r>
      <w:proofErr w:type="spellEnd"/>
      <w:r w:rsidRPr="008D3BE2">
        <w:rPr>
          <w:rFonts w:ascii="Arial Narrow" w:eastAsia="Times New Roman" w:hAnsi="Arial Narrow" w:cs="Arial"/>
          <w:color w:val="000000"/>
          <w:sz w:val="20"/>
          <w:szCs w:val="20"/>
          <w:lang w:eastAsia="pt-BR"/>
        </w:rPr>
        <w:t xml:space="preserve">) aplicação de testes internos de penetração na </w:t>
      </w:r>
      <w:proofErr w:type="spellStart"/>
      <w:r w:rsidRPr="008D3BE2">
        <w:rPr>
          <w:rFonts w:ascii="Arial Narrow" w:eastAsia="Times New Roman" w:hAnsi="Arial Narrow" w:cs="Arial"/>
          <w:color w:val="000000"/>
          <w:sz w:val="20"/>
          <w:szCs w:val="20"/>
          <w:lang w:eastAsia="pt-BR"/>
        </w:rPr>
        <w:t>infra-estrutura</w:t>
      </w:r>
      <w:proofErr w:type="spellEnd"/>
      <w:r w:rsidRPr="008D3BE2">
        <w:rPr>
          <w:rFonts w:ascii="Arial Narrow" w:eastAsia="Times New Roman" w:hAnsi="Arial Narrow" w:cs="Arial"/>
          <w:color w:val="000000"/>
          <w:sz w:val="20"/>
          <w:szCs w:val="20"/>
          <w:lang w:eastAsia="pt-BR"/>
        </w:rPr>
        <w:t xml:space="preserve"> ou aplicativos hospedados.</w:t>
      </w:r>
    </w:p>
    <w:p w14:paraId="0DF4375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CFC0DA6"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24. Independentemente das tarefas contidas diretamente na atividade de serviço de segurança, ou se o serviço incluir atividades de segurança, a CONTRATADA deverá assegurar que todas as atividades do Serviço atendam às Políticas de Segurança da Informação da CONTRATANTE e às normas e diretrizes de segurança e arquitetura, tanto aquelas existentes no momento da assinatura, quanto àquelas que venham a ser lançadas no futuro.</w:t>
      </w:r>
    </w:p>
    <w:p w14:paraId="1CA47B9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6D26F57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25. 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0AA5039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786CA6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26. Qualquer mudança na configuração do ambiente de produção deverá obedecer ao procedimento de autorização. Quando a CONTRATADA for responsável pela configuração e/ou gestão de equipamentos, deverá informar a CONTRATANTE a configuração atual, as alterações propostas, o protocolo de testes, e os resultados dos testes. As alterações de configuração só poderão ser aplicadas após a notificação à CONTRATANTE e sua aprovação.</w:t>
      </w:r>
    </w:p>
    <w:p w14:paraId="090F0359"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2000169F"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27. Desativar imediatamente a totalidade ou parte da funcionalidade do serviço, caso seja identificado um problema de segurança.</w:t>
      </w:r>
    </w:p>
    <w:p w14:paraId="3E708876"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7E2FE144"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28. 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0DE1FC12"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318FF683"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29. Assim que o serviço prestado termine (vencimento do contrato), a CONTRATADA. O acesso deverá ser imediatamente revogado, e a CONTRATADA não será mais autorizado a acessar o patrimônio de informações da CONTRATANTE.</w:t>
      </w:r>
    </w:p>
    <w:p w14:paraId="7AF0CD5D"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w:t>
      </w:r>
    </w:p>
    <w:p w14:paraId="03035775"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30. O Fornecedor deverá oferecer regularmente as recomendações necessárias para garantir a compatibilidade com as últimas versões de software, hardware, e software distribuído comercialmente, à medida que tais versões sejam autorizadas no âmbito da CONTRATANTE e executar as atividades recomendadas, tão logo seja possível, após obtida a aprovação da CONTRATANTE.</w:t>
      </w:r>
    </w:p>
    <w:p w14:paraId="323EE1EC" w14:textId="77777777" w:rsidR="008249CB" w:rsidRPr="008D3BE2" w:rsidRDefault="008249CB" w:rsidP="008249CB">
      <w:pPr>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sz w:val="20"/>
          <w:szCs w:val="20"/>
          <w:lang w:eastAsia="pt-BR"/>
        </w:rPr>
        <w:t> 31. Gerenciar todas as medidas necessárias para assegurar a continuidade do serviço objeto deste CONTRATO.</w:t>
      </w:r>
    </w:p>
    <w:p w14:paraId="316DD9FA"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p>
    <w:p w14:paraId="5E5021FC"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b/>
          <w:color w:val="000000" w:themeColor="text1"/>
          <w:sz w:val="20"/>
          <w:szCs w:val="20"/>
          <w:lang w:eastAsia="pt-BR"/>
        </w:rPr>
        <w:t>III) Visando a SEGURANÇA DA INFORMAÇÃO, caberá ao CONTRATANTE:</w:t>
      </w:r>
    </w:p>
    <w:p w14:paraId="4334BC67"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592C9EEC"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1. Verificar e controlar a qualquer tempo que os produtos fornecidos e/ou serviços prestados pela CONTRATADA estejam em conformidade com o CONTRATO.</w:t>
      </w:r>
    </w:p>
    <w:p w14:paraId="1FD9A5F8"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7BC0D396"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2. Comunicar à CONTRATADA as regras de segurança estabelecidas em conformidade com a legislação aplicável, bem como as regras de acesso.</w:t>
      </w:r>
    </w:p>
    <w:p w14:paraId="2F82200C"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2E143E42"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xml:space="preserve">3. 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proofErr w:type="gramStart"/>
      <w:r w:rsidRPr="008D3BE2">
        <w:rPr>
          <w:rFonts w:ascii="Arial Narrow" w:eastAsia="Times New Roman" w:hAnsi="Arial Narrow" w:cs="Arial"/>
          <w:color w:val="000000" w:themeColor="text1"/>
          <w:sz w:val="20"/>
          <w:szCs w:val="20"/>
          <w:lang w:eastAsia="pt-BR"/>
        </w:rPr>
        <w:t>Flashdrives</w:t>
      </w:r>
      <w:proofErr w:type="spellEnd"/>
      <w:r w:rsidRPr="008D3BE2">
        <w:rPr>
          <w:rFonts w:ascii="Arial Narrow" w:eastAsia="Times New Roman" w:hAnsi="Arial Narrow" w:cs="Arial"/>
          <w:color w:val="000000" w:themeColor="text1"/>
          <w:sz w:val="20"/>
          <w:szCs w:val="20"/>
          <w:lang w:eastAsia="pt-BR"/>
        </w:rPr>
        <w:t>, etc.</w:t>
      </w:r>
      <w:proofErr w:type="gramEnd"/>
      <w:r w:rsidRPr="008D3BE2">
        <w:rPr>
          <w:rFonts w:ascii="Arial Narrow" w:eastAsia="Times New Roman" w:hAnsi="Arial Narrow" w:cs="Arial"/>
          <w:color w:val="000000" w:themeColor="text1"/>
          <w:sz w:val="20"/>
          <w:szCs w:val="20"/>
          <w:lang w:eastAsia="pt-BR"/>
        </w:rPr>
        <w:t>, é estritamente proibido.</w:t>
      </w:r>
    </w:p>
    <w:p w14:paraId="59A531E8"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31787982"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4. Autorizar antecipadamente, conforme sua conveniência, todos os ativos de tecnologia da informação da CONTRATANTE que devam deixar as instalações da CONTRATADA (por exemplo, para reparação). Todas as informações armazenadas no dispositivo deverão ser previamente removidas de forma segura. Se a remoção não for prática ou possível, a CONTRATADA será o responsável principal por proteger os ativos contra uso não autorizado, modificação, divulgação, ou destruição, acidental ou intencional.</w:t>
      </w:r>
    </w:p>
    <w:p w14:paraId="75DA3D1A"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5066F638"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4.1. Previamente à remoção dos ativos das instalações da CONTRATANTE, os controles de segurança a estabelecer deverão ser apresentados pela CONTRATADA e aprovados pela CONTRATANTE.</w:t>
      </w:r>
    </w:p>
    <w:p w14:paraId="1900B237" w14:textId="77777777" w:rsidR="008249CB" w:rsidRPr="008D3BE2" w:rsidRDefault="008249CB" w:rsidP="008249CB">
      <w:pPr>
        <w:shd w:val="clear" w:color="auto" w:fill="FFFFFF"/>
        <w:tabs>
          <w:tab w:val="left" w:pos="8080"/>
        </w:tabs>
        <w:spacing w:after="0"/>
        <w:rPr>
          <w:rFonts w:ascii="Arial Narrow" w:eastAsia="Times New Roman" w:hAnsi="Arial Narrow" w:cs="Arial"/>
          <w:color w:val="000000"/>
          <w:sz w:val="20"/>
          <w:szCs w:val="20"/>
          <w:lang w:eastAsia="pt-BR"/>
        </w:rPr>
      </w:pPr>
      <w:r w:rsidRPr="008D3BE2">
        <w:rPr>
          <w:rFonts w:ascii="Arial Narrow" w:eastAsia="Times New Roman" w:hAnsi="Arial Narrow" w:cs="Arial"/>
          <w:color w:val="000000" w:themeColor="text1"/>
          <w:sz w:val="20"/>
          <w:szCs w:val="20"/>
          <w:lang w:eastAsia="pt-BR"/>
        </w:rPr>
        <w:t> </w:t>
      </w:r>
    </w:p>
    <w:p w14:paraId="4AC1A2B9" w14:textId="77777777" w:rsidR="008249CB" w:rsidRPr="008D3BE2" w:rsidRDefault="008249CB" w:rsidP="008249CB">
      <w:pPr>
        <w:spacing w:after="0"/>
        <w:rPr>
          <w:rFonts w:ascii="Arial Narrow" w:hAnsi="Arial Narrow" w:cs="Arial"/>
          <w:sz w:val="20"/>
          <w:szCs w:val="20"/>
        </w:rPr>
      </w:pPr>
      <w:r w:rsidRPr="008D3BE2">
        <w:rPr>
          <w:rFonts w:ascii="Arial Narrow" w:eastAsia="Times New Roman" w:hAnsi="Arial Narrow" w:cs="Arial"/>
          <w:color w:val="000000" w:themeColor="text1"/>
          <w:sz w:val="20"/>
          <w:szCs w:val="20"/>
          <w:lang w:eastAsia="pt-BR"/>
        </w:rPr>
        <w:t>4.2. Se os ativos tiverem de ser desativados ou descartados, as informações deverão ser destruídas de forma segura, e o processo de descarte deverá estar em conformidade com as leis e regulamentos locais.</w:t>
      </w:r>
    </w:p>
    <w:p w14:paraId="557BE878" w14:textId="77777777" w:rsidR="00D63FBC" w:rsidRPr="008D3BE2" w:rsidRDefault="00D63FBC" w:rsidP="00D63FBC">
      <w:pPr>
        <w:spacing w:after="0"/>
        <w:ind w:left="720" w:right="-227" w:hanging="360"/>
        <w:jc w:val="center"/>
        <w:rPr>
          <w:rFonts w:ascii="Arial Narrow" w:eastAsia="Times New Roman" w:hAnsi="Arial Narrow" w:cs="Times New Roman"/>
          <w:b/>
          <w:sz w:val="20"/>
          <w:szCs w:val="20"/>
          <w:lang w:eastAsia="pt-BR"/>
        </w:rPr>
      </w:pPr>
    </w:p>
    <w:p w14:paraId="58FCD9DC" w14:textId="77777777" w:rsidR="005646EE" w:rsidRPr="008D3BE2" w:rsidRDefault="005646EE" w:rsidP="00D63FBC">
      <w:pPr>
        <w:spacing w:after="0"/>
        <w:ind w:left="720" w:right="-227" w:hanging="360"/>
        <w:jc w:val="center"/>
        <w:rPr>
          <w:rFonts w:ascii="Arial Narrow" w:eastAsia="Times New Roman" w:hAnsi="Arial Narrow" w:cs="Times New Roman"/>
          <w:b/>
          <w:sz w:val="20"/>
          <w:szCs w:val="20"/>
          <w:lang w:eastAsia="pt-BR"/>
        </w:rPr>
      </w:pPr>
    </w:p>
    <w:p w14:paraId="06AB4EA2" w14:textId="77777777" w:rsidR="00916056" w:rsidRPr="008D3BE2" w:rsidRDefault="00916056" w:rsidP="00D63FBC">
      <w:pPr>
        <w:spacing w:after="0"/>
        <w:ind w:left="720" w:right="-227" w:hanging="360"/>
        <w:jc w:val="center"/>
        <w:rPr>
          <w:rFonts w:ascii="Arial Narrow" w:eastAsia="Times New Roman" w:hAnsi="Arial Narrow" w:cs="Times New Roman"/>
          <w:b/>
          <w:sz w:val="20"/>
          <w:szCs w:val="20"/>
          <w:lang w:eastAsia="pt-BR"/>
        </w:rPr>
      </w:pPr>
    </w:p>
    <w:p w14:paraId="5DC88085" w14:textId="77777777" w:rsidR="00916056" w:rsidRPr="008D3BE2" w:rsidRDefault="00916056" w:rsidP="00D63FBC">
      <w:pPr>
        <w:spacing w:after="0"/>
        <w:ind w:left="720" w:right="-227" w:hanging="360"/>
        <w:jc w:val="center"/>
        <w:rPr>
          <w:rFonts w:ascii="Arial Narrow" w:eastAsia="Times New Roman" w:hAnsi="Arial Narrow" w:cs="Times New Roman"/>
          <w:b/>
          <w:sz w:val="20"/>
          <w:szCs w:val="20"/>
          <w:lang w:eastAsia="pt-BR"/>
        </w:rPr>
      </w:pPr>
    </w:p>
    <w:p w14:paraId="7E80A237" w14:textId="77777777" w:rsidR="00916056" w:rsidRPr="008D3BE2" w:rsidRDefault="00916056" w:rsidP="00D63FBC">
      <w:pPr>
        <w:spacing w:after="0"/>
        <w:ind w:left="720" w:right="-227" w:hanging="360"/>
        <w:jc w:val="center"/>
        <w:rPr>
          <w:rFonts w:ascii="Arial Narrow" w:eastAsia="Times New Roman" w:hAnsi="Arial Narrow" w:cs="Times New Roman"/>
          <w:b/>
          <w:sz w:val="20"/>
          <w:szCs w:val="20"/>
          <w:lang w:eastAsia="pt-BR"/>
        </w:rPr>
      </w:pPr>
    </w:p>
    <w:p w14:paraId="0D92144C" w14:textId="6FF754E4" w:rsidR="00D63FBC" w:rsidRPr="008D3BE2" w:rsidRDefault="00D63FBC" w:rsidP="00D63FBC">
      <w:pPr>
        <w:spacing w:after="0"/>
        <w:ind w:left="720" w:right="-227" w:hanging="360"/>
        <w:jc w:val="center"/>
        <w:rPr>
          <w:rFonts w:ascii="Arial Narrow" w:eastAsia="Times New Roman" w:hAnsi="Arial Narrow" w:cs="Times New Roman"/>
          <w:b/>
          <w:sz w:val="20"/>
          <w:szCs w:val="20"/>
          <w:lang w:eastAsia="pt-BR"/>
        </w:rPr>
      </w:pPr>
      <w:r w:rsidRPr="008D3BE2">
        <w:rPr>
          <w:rFonts w:ascii="Arial Narrow" w:eastAsia="Times New Roman" w:hAnsi="Arial Narrow" w:cs="Times New Roman"/>
          <w:b/>
          <w:sz w:val="20"/>
          <w:szCs w:val="20"/>
          <w:lang w:eastAsia="pt-BR"/>
        </w:rPr>
        <w:t xml:space="preserve">ANEXO IV </w:t>
      </w:r>
    </w:p>
    <w:p w14:paraId="38214CC6" w14:textId="77777777" w:rsidR="00C75367" w:rsidRPr="008D3BE2" w:rsidRDefault="00C75367" w:rsidP="003D78F4">
      <w:pPr>
        <w:shd w:val="clear" w:color="auto" w:fill="FFFFFF"/>
        <w:spacing w:after="0"/>
        <w:ind w:left="68" w:right="68"/>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000000"/>
          <w:sz w:val="20"/>
          <w:szCs w:val="20"/>
          <w:lang w:eastAsia="pt-BR"/>
        </w:rPr>
        <w:t>INSTRUÇÕES PARA CREDENCIAMENTO NO PORTAL DE COMPRAS</w:t>
      </w:r>
    </w:p>
    <w:p w14:paraId="708B255D" w14:textId="77777777" w:rsidR="00C75367" w:rsidRPr="008D3BE2" w:rsidRDefault="00C75367" w:rsidP="003D78F4">
      <w:pPr>
        <w:shd w:val="clear" w:color="auto" w:fill="FFFFFF"/>
        <w:spacing w:after="0"/>
        <w:ind w:left="68" w:right="68"/>
        <w:rPr>
          <w:rFonts w:ascii="Arial Narrow" w:eastAsia="Times New Roman" w:hAnsi="Arial Narrow" w:cs="Times New Roman"/>
          <w:sz w:val="20"/>
          <w:szCs w:val="20"/>
          <w:lang w:eastAsia="pt-BR"/>
        </w:rPr>
      </w:pPr>
      <w:r w:rsidRPr="008D3BE2">
        <w:rPr>
          <w:rFonts w:ascii="Arial Narrow" w:eastAsia="Times New Roman" w:hAnsi="Arial Narrow" w:cs="Times New Roman"/>
          <w:color w:val="58595B"/>
          <w:sz w:val="20"/>
          <w:szCs w:val="20"/>
          <w:lang w:eastAsia="pt-BR"/>
        </w:rPr>
        <w:t> </w:t>
      </w:r>
    </w:p>
    <w:p w14:paraId="25254E08" w14:textId="77777777" w:rsidR="00C75367" w:rsidRPr="008D3BE2" w:rsidRDefault="00C75367" w:rsidP="003D78F4">
      <w:pPr>
        <w:shd w:val="clear" w:color="auto" w:fill="FFFFFF"/>
        <w:spacing w:after="0"/>
        <w:ind w:right="68"/>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Os interessados em participar de processos licitatórios, </w:t>
      </w:r>
      <w:r w:rsidRPr="008D3BE2">
        <w:rPr>
          <w:rFonts w:ascii="Arial Narrow" w:eastAsia="Times New Roman" w:hAnsi="Arial Narrow" w:cs="Times New Roman"/>
          <w:b/>
          <w:bCs/>
          <w:color w:val="000000"/>
          <w:sz w:val="20"/>
          <w:szCs w:val="20"/>
          <w:u w:val="single"/>
          <w:lang w:eastAsia="pt-BR"/>
        </w:rPr>
        <w:t>na forma eletrônica</w:t>
      </w:r>
      <w:r w:rsidRPr="008D3BE2">
        <w:rPr>
          <w:rFonts w:ascii="Arial Narrow" w:eastAsia="Times New Roman" w:hAnsi="Arial Narrow" w:cs="Times New Roman"/>
          <w:color w:val="000000"/>
          <w:sz w:val="20"/>
          <w:szCs w:val="20"/>
          <w:lang w:eastAsia="pt-BR"/>
        </w:rPr>
        <w:t>, promovidos pelas</w:t>
      </w:r>
      <w:r w:rsidRPr="008D3BE2">
        <w:rPr>
          <w:rFonts w:ascii="Arial Narrow" w:eastAsia="Times New Roman" w:hAnsi="Arial Narrow" w:cs="Times New Roman"/>
          <w:sz w:val="20"/>
          <w:szCs w:val="20"/>
          <w:lang w:eastAsia="pt-BR"/>
        </w:rPr>
        <w:t> Entidades Nacionais que integram o Sistema Indústria - CNI/SESI/SENAI/IEL -</w:t>
      </w:r>
      <w:r w:rsidRPr="008D3BE2">
        <w:rPr>
          <w:rFonts w:ascii="Arial Narrow" w:eastAsia="Times New Roman" w:hAnsi="Arial Narrow" w:cs="Times New Roman"/>
          <w:color w:val="000000"/>
          <w:sz w:val="20"/>
          <w:szCs w:val="20"/>
          <w:lang w:eastAsia="pt-BR"/>
        </w:rPr>
        <w:t>, deverão obter a chave de acesso ao Portal de Compras das Entidades. Para tanto, os inte</w:t>
      </w:r>
      <w:r w:rsidRPr="008D3BE2">
        <w:rPr>
          <w:rFonts w:ascii="Arial Narrow" w:eastAsia="Times New Roman" w:hAnsi="Arial Narrow" w:cs="Times New Roman"/>
          <w:color w:val="58595B"/>
          <w:sz w:val="20"/>
          <w:szCs w:val="20"/>
          <w:lang w:eastAsia="pt-BR"/>
        </w:rPr>
        <w:t>ressados </w:t>
      </w:r>
      <w:r w:rsidRPr="008D3BE2">
        <w:rPr>
          <w:rFonts w:ascii="Arial Narrow" w:eastAsia="Times New Roman" w:hAnsi="Arial Narrow" w:cs="Times New Roman"/>
          <w:color w:val="000000"/>
          <w:sz w:val="20"/>
          <w:szCs w:val="20"/>
          <w:lang w:eastAsia="pt-BR"/>
        </w:rPr>
        <w:t>deverão seguir os seguintes passos</w:t>
      </w:r>
      <w:r w:rsidRPr="008D3BE2">
        <w:rPr>
          <w:rFonts w:ascii="Arial Narrow" w:eastAsia="Times New Roman" w:hAnsi="Arial Narrow" w:cs="Times New Roman"/>
          <w:color w:val="58595B"/>
          <w:sz w:val="20"/>
          <w:szCs w:val="20"/>
          <w:lang w:eastAsia="pt-BR"/>
        </w:rPr>
        <w:t>:</w:t>
      </w:r>
    </w:p>
    <w:p w14:paraId="232F5C74" w14:textId="77777777" w:rsidR="00FE6A39" w:rsidRPr="008D3BE2" w:rsidRDefault="00FE6A39" w:rsidP="003D78F4">
      <w:pPr>
        <w:shd w:val="clear" w:color="auto" w:fill="FFFFFF"/>
        <w:spacing w:after="0"/>
        <w:rPr>
          <w:rFonts w:ascii="Arial Narrow" w:eastAsia="Times New Roman" w:hAnsi="Arial Narrow" w:cs="Times New Roman"/>
          <w:color w:val="000000"/>
          <w:sz w:val="20"/>
          <w:szCs w:val="20"/>
          <w:lang w:eastAsia="pt-BR"/>
        </w:rPr>
      </w:pPr>
    </w:p>
    <w:p w14:paraId="6AFA95EB" w14:textId="36DD2949" w:rsidR="00C75367" w:rsidRPr="008D3BE2" w:rsidRDefault="00C75367" w:rsidP="003D78F4">
      <w:pPr>
        <w:shd w:val="clear" w:color="auto" w:fill="FFFFFF"/>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xml:space="preserve">1º - Efetuar o </w:t>
      </w:r>
      <w:proofErr w:type="spellStart"/>
      <w:r w:rsidRPr="008D3BE2">
        <w:rPr>
          <w:rFonts w:ascii="Arial Narrow" w:eastAsia="Times New Roman" w:hAnsi="Arial Narrow" w:cs="Times New Roman"/>
          <w:color w:val="000000"/>
          <w:sz w:val="20"/>
          <w:szCs w:val="20"/>
          <w:lang w:eastAsia="pt-BR"/>
        </w:rPr>
        <w:t>pré</w:t>
      </w:r>
      <w:proofErr w:type="spellEnd"/>
      <w:r w:rsidRPr="008D3BE2">
        <w:rPr>
          <w:rFonts w:ascii="Arial Narrow" w:eastAsia="Times New Roman" w:hAnsi="Arial Narrow" w:cs="Times New Roman"/>
          <w:color w:val="000000"/>
          <w:sz w:val="20"/>
          <w:szCs w:val="20"/>
          <w:lang w:eastAsia="pt-BR"/>
        </w:rPr>
        <w:t>-cadastro na opção FORNECEDORES, mediante acesso através do seguinte endereço: </w:t>
      </w:r>
      <w:hyperlink r:id="rId23" w:history="1">
        <w:r w:rsidR="001F7873" w:rsidRPr="008D3BE2">
          <w:rPr>
            <w:rStyle w:val="Hyperlink"/>
            <w:rFonts w:ascii="Arial Narrow" w:eastAsia="Times New Roman" w:hAnsi="Arial Narrow" w:cs="Times New Roman"/>
            <w:sz w:val="20"/>
            <w:szCs w:val="20"/>
            <w:lang w:eastAsia="pt-BR"/>
          </w:rPr>
          <w:t>http://portaldecompras.sistemaindustria.org.br</w:t>
        </w:r>
      </w:hyperlink>
    </w:p>
    <w:p w14:paraId="2A565906" w14:textId="77777777" w:rsidR="00C75367" w:rsidRPr="008D3BE2" w:rsidRDefault="00C75367" w:rsidP="003D78F4">
      <w:pPr>
        <w:shd w:val="clear" w:color="auto" w:fill="FFFFFF"/>
        <w:spacing w:after="0"/>
        <w:rPr>
          <w:rFonts w:ascii="Arial Narrow" w:eastAsia="Times New Roman" w:hAnsi="Arial Narrow" w:cs="Times New Roman"/>
          <w:b/>
          <w:bCs/>
          <w:color w:val="FF0000"/>
          <w:sz w:val="20"/>
          <w:szCs w:val="20"/>
          <w:lang w:eastAsia="pt-BR"/>
        </w:rPr>
      </w:pPr>
    </w:p>
    <w:p w14:paraId="4DA2105F" w14:textId="77777777" w:rsidR="00C75367" w:rsidRPr="008D3BE2" w:rsidRDefault="00C75367" w:rsidP="003D78F4">
      <w:pPr>
        <w:shd w:val="clear" w:color="auto" w:fill="FFFFFF"/>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2º - Encaminhar, por e-mail, às Entidades Nacionais que integram o Sistema Indústria, os arquivos digitalizados dos seguintes documentos:</w:t>
      </w:r>
    </w:p>
    <w:p w14:paraId="5D5AFA81" w14:textId="77777777" w:rsidR="00C75367" w:rsidRPr="008D3BE2" w:rsidRDefault="00C75367" w:rsidP="00FE6A39">
      <w:pPr>
        <w:shd w:val="clear" w:color="auto" w:fill="FFFFFF"/>
        <w:tabs>
          <w:tab w:val="left" w:pos="567"/>
        </w:tabs>
        <w:spacing w:after="0"/>
        <w:ind w:firstLine="142"/>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a)</w:t>
      </w:r>
      <w:r w:rsidR="00FE6A39" w:rsidRPr="008D3BE2">
        <w:rPr>
          <w:rFonts w:ascii="Arial Narrow" w:eastAsia="Times New Roman" w:hAnsi="Arial Narrow" w:cs="Times New Roman"/>
          <w:color w:val="000000"/>
          <w:sz w:val="20"/>
          <w:szCs w:val="20"/>
          <w:lang w:eastAsia="pt-BR"/>
        </w:rPr>
        <w:t>  </w:t>
      </w:r>
      <w:r w:rsidRPr="008D3BE2">
        <w:rPr>
          <w:rFonts w:ascii="Arial Narrow" w:eastAsia="Times New Roman" w:hAnsi="Arial Narrow" w:cs="Times New Roman"/>
          <w:color w:val="000000"/>
          <w:sz w:val="20"/>
          <w:szCs w:val="20"/>
          <w:lang w:eastAsia="pt-BR"/>
        </w:rPr>
        <w:t>Ato Constitutivo da Pessoa Jurídica ou a última alteração contratual (consolidada);</w:t>
      </w:r>
    </w:p>
    <w:p w14:paraId="06491995" w14:textId="77777777" w:rsidR="00C75367" w:rsidRPr="008D3BE2" w:rsidRDefault="00C75367" w:rsidP="00FE6A39">
      <w:pPr>
        <w:shd w:val="clear" w:color="auto" w:fill="FFFFFF"/>
        <w:tabs>
          <w:tab w:val="left" w:pos="567"/>
        </w:tabs>
        <w:spacing w:after="0"/>
        <w:ind w:firstLine="142"/>
        <w:rPr>
          <w:rFonts w:ascii="Arial Narrow" w:eastAsia="Times New Roman" w:hAnsi="Arial Narrow" w:cs="Times New Roman"/>
          <w:sz w:val="20"/>
          <w:szCs w:val="20"/>
          <w:lang w:eastAsia="pt-BR"/>
        </w:rPr>
      </w:pPr>
      <w:r w:rsidRPr="008D3BE2">
        <w:rPr>
          <w:rFonts w:ascii="Arial Narrow" w:eastAsia="Times New Roman" w:hAnsi="Arial Narrow" w:cs="Times New Roman"/>
          <w:color w:val="58595B"/>
          <w:sz w:val="20"/>
          <w:szCs w:val="20"/>
          <w:lang w:eastAsia="pt-BR"/>
        </w:rPr>
        <w:t> </w:t>
      </w:r>
    </w:p>
    <w:p w14:paraId="3D672020" w14:textId="77777777" w:rsidR="00C75367" w:rsidRPr="008D3BE2" w:rsidRDefault="00C75367" w:rsidP="00FE6A39">
      <w:pPr>
        <w:shd w:val="clear" w:color="auto" w:fill="FFFFFF"/>
        <w:tabs>
          <w:tab w:val="left" w:pos="567"/>
        </w:tabs>
        <w:spacing w:after="0"/>
        <w:ind w:firstLine="142"/>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b)   </w:t>
      </w:r>
      <w:r w:rsidRPr="008D3BE2">
        <w:rPr>
          <w:rFonts w:ascii="Arial Narrow" w:eastAsia="Times New Roman" w:hAnsi="Arial Narrow" w:cs="Times New Roman"/>
          <w:color w:val="000000"/>
          <w:sz w:val="20"/>
          <w:szCs w:val="20"/>
          <w:u w:val="single"/>
          <w:lang w:eastAsia="pt-BR"/>
        </w:rPr>
        <w:t>Termo de Responsabilidade de Credenciamento Eletrônico</w:t>
      </w:r>
      <w:r w:rsidRPr="008D3BE2">
        <w:rPr>
          <w:rFonts w:ascii="Arial Narrow" w:eastAsia="Times New Roman" w:hAnsi="Arial Narrow" w:cs="Times New Roman"/>
          <w:color w:val="000000"/>
          <w:sz w:val="20"/>
          <w:szCs w:val="20"/>
          <w:lang w:eastAsia="pt-BR"/>
        </w:rPr>
        <w:t> preenchido e devidamente assinado pelo representante legal da empresa, acompanhado da documentação necessária descrita no modelo do Termo;</w:t>
      </w:r>
    </w:p>
    <w:p w14:paraId="384851E7" w14:textId="77777777" w:rsidR="00C75367" w:rsidRPr="008D3BE2" w:rsidRDefault="00C75367" w:rsidP="00FE6A39">
      <w:pPr>
        <w:shd w:val="clear" w:color="auto" w:fill="FFFFFF"/>
        <w:spacing w:after="0"/>
        <w:ind w:firstLine="708"/>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b.1) Caso o signatário não seja sócio da empresa, deverá encaminhar Instrumento de Procuração que comprove a legitimidade de seus poderes;</w:t>
      </w:r>
    </w:p>
    <w:p w14:paraId="497AE26F" w14:textId="77777777" w:rsidR="00C75367" w:rsidRPr="008D3BE2" w:rsidRDefault="00C75367" w:rsidP="003D78F4">
      <w:pPr>
        <w:shd w:val="clear" w:color="auto" w:fill="FFFFFF"/>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0A4D9C29" w14:textId="77777777" w:rsidR="00C75367" w:rsidRPr="008D3BE2" w:rsidRDefault="00C75367" w:rsidP="003D78F4">
      <w:pPr>
        <w:shd w:val="clear" w:color="auto" w:fill="FFFFFF"/>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xml:space="preserve">3º - Uma vez atendidos os passos acima, as Entidades Nacionais que integram o Sistema Indústria encaminharão a chave de acesso (LOGIN e SENHA) através do e-mail informado no </w:t>
      </w:r>
      <w:proofErr w:type="spellStart"/>
      <w:r w:rsidRPr="008D3BE2">
        <w:rPr>
          <w:rFonts w:ascii="Arial Narrow" w:eastAsia="Times New Roman" w:hAnsi="Arial Narrow" w:cs="Times New Roman"/>
          <w:color w:val="000000"/>
          <w:sz w:val="20"/>
          <w:szCs w:val="20"/>
          <w:lang w:eastAsia="pt-BR"/>
        </w:rPr>
        <w:t>Pré</w:t>
      </w:r>
      <w:proofErr w:type="spellEnd"/>
      <w:r w:rsidRPr="008D3BE2">
        <w:rPr>
          <w:rFonts w:ascii="Arial Narrow" w:eastAsia="Times New Roman" w:hAnsi="Arial Narrow" w:cs="Times New Roman"/>
          <w:color w:val="000000"/>
          <w:sz w:val="20"/>
          <w:szCs w:val="20"/>
          <w:lang w:eastAsia="pt-BR"/>
        </w:rPr>
        <w:t>-Cadastro, no prazo de 2 (dois) dias úteis, a contar do recebimento da documentação por meio do endereço eletrônico</w:t>
      </w:r>
      <w:r w:rsidRPr="008D3BE2">
        <w:rPr>
          <w:rFonts w:ascii="Arial Narrow" w:eastAsia="Times New Roman" w:hAnsi="Arial Narrow" w:cs="Times New Roman"/>
          <w:b/>
          <w:bCs/>
          <w:color w:val="000000"/>
          <w:sz w:val="20"/>
          <w:szCs w:val="20"/>
          <w:lang w:eastAsia="pt-BR"/>
        </w:rPr>
        <w:t>:</w:t>
      </w:r>
      <w:r w:rsidRPr="008D3BE2">
        <w:rPr>
          <w:rFonts w:ascii="Arial Narrow" w:eastAsia="Times New Roman" w:hAnsi="Arial Narrow" w:cs="Times New Roman"/>
          <w:color w:val="000000"/>
          <w:sz w:val="20"/>
          <w:szCs w:val="20"/>
          <w:lang w:eastAsia="pt-BR"/>
        </w:rPr>
        <w:t> </w:t>
      </w:r>
      <w:hyperlink r:id="rId24" w:history="1">
        <w:r w:rsidRPr="008D3BE2">
          <w:rPr>
            <w:rFonts w:ascii="Arial Narrow" w:eastAsia="Times New Roman" w:hAnsi="Arial Narrow" w:cs="Times New Roman"/>
            <w:color w:val="0000FF"/>
            <w:sz w:val="20"/>
            <w:szCs w:val="20"/>
            <w:u w:val="single"/>
            <w:lang w:eastAsia="pt-BR"/>
          </w:rPr>
          <w:t>licitacoes@cni.</w:t>
        </w:r>
        <w:r w:rsidR="00DD68CE" w:rsidRPr="008D3BE2">
          <w:rPr>
            <w:rFonts w:ascii="Arial Narrow" w:eastAsia="Times New Roman" w:hAnsi="Arial Narrow" w:cs="Times New Roman"/>
            <w:color w:val="0000FF"/>
            <w:sz w:val="20"/>
            <w:szCs w:val="20"/>
            <w:u w:val="single"/>
            <w:lang w:eastAsia="pt-BR"/>
          </w:rPr>
          <w:t>com</w:t>
        </w:r>
        <w:r w:rsidRPr="008D3BE2">
          <w:rPr>
            <w:rFonts w:ascii="Arial Narrow" w:eastAsia="Times New Roman" w:hAnsi="Arial Narrow" w:cs="Times New Roman"/>
            <w:color w:val="0000FF"/>
            <w:sz w:val="20"/>
            <w:szCs w:val="20"/>
            <w:u w:val="single"/>
            <w:lang w:eastAsia="pt-BR"/>
          </w:rPr>
          <w:t>.br</w:t>
        </w:r>
      </w:hyperlink>
      <w:r w:rsidRPr="008D3BE2">
        <w:rPr>
          <w:rFonts w:ascii="Arial Narrow" w:eastAsia="Times New Roman" w:hAnsi="Arial Narrow" w:cs="Times New Roman"/>
          <w:sz w:val="20"/>
          <w:szCs w:val="20"/>
          <w:lang w:eastAsia="pt-BR"/>
        </w:rPr>
        <w:t>;</w:t>
      </w:r>
    </w:p>
    <w:p w14:paraId="5E6C9095" w14:textId="77777777" w:rsidR="00C75367" w:rsidRPr="008D3BE2" w:rsidRDefault="00C75367" w:rsidP="003D78F4">
      <w:pPr>
        <w:shd w:val="clear" w:color="auto" w:fill="FFFFFF"/>
        <w:spacing w:after="0"/>
        <w:rPr>
          <w:rFonts w:ascii="Arial Narrow" w:eastAsia="Times New Roman" w:hAnsi="Arial Narrow" w:cs="Times New Roman"/>
          <w:sz w:val="20"/>
          <w:szCs w:val="20"/>
          <w:lang w:eastAsia="pt-BR"/>
        </w:rPr>
      </w:pPr>
    </w:p>
    <w:p w14:paraId="05F38D1B" w14:textId="77777777" w:rsidR="00C75367" w:rsidRPr="008D3BE2" w:rsidRDefault="00C75367" w:rsidP="003D78F4">
      <w:pPr>
        <w:shd w:val="clear" w:color="auto" w:fill="FFFFFF"/>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4º - No primeiro acesso ao portal, o usuário deverá alterar a senha original atribuída pelo sistema.</w:t>
      </w:r>
    </w:p>
    <w:p w14:paraId="6B790AA4" w14:textId="77777777" w:rsidR="00C75367" w:rsidRPr="008D3BE2" w:rsidRDefault="00C75367" w:rsidP="003D78F4">
      <w:pPr>
        <w:shd w:val="clear" w:color="auto" w:fill="FFFFFF"/>
        <w:spacing w:after="0"/>
        <w:ind w:right="68"/>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O SISTEMA INDÚSTRIA</w:t>
      </w:r>
      <w:r w:rsidRPr="008D3BE2">
        <w:rPr>
          <w:rFonts w:ascii="Arial Narrow" w:eastAsia="Times New Roman" w:hAnsi="Arial Narrow" w:cs="Times New Roman"/>
          <w:color w:val="000000"/>
          <w:sz w:val="20"/>
          <w:szCs w:val="20"/>
          <w:lang w:eastAsia="pt-BR"/>
        </w:rPr>
        <w:t> aguarda sua participação.</w:t>
      </w:r>
    </w:p>
    <w:p w14:paraId="1D9A1A82" w14:textId="77777777" w:rsidR="00C75367" w:rsidRPr="008D3BE2" w:rsidRDefault="00C75367" w:rsidP="003D78F4">
      <w:pPr>
        <w:shd w:val="clear" w:color="auto" w:fill="FFFFFF"/>
        <w:spacing w:after="0"/>
        <w:ind w:right="68"/>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Demais informações:</w:t>
      </w:r>
    </w:p>
    <w:p w14:paraId="3BF7BA7A" w14:textId="63D7B230" w:rsidR="00C75367" w:rsidRPr="008D3BE2" w:rsidRDefault="00C75367" w:rsidP="003D78F4">
      <w:pPr>
        <w:shd w:val="clear" w:color="auto" w:fill="FFFFFF"/>
        <w:spacing w:after="0"/>
        <w:ind w:right="68"/>
        <w:rPr>
          <w:rFonts w:ascii="Arial Narrow" w:eastAsia="Times New Roman" w:hAnsi="Arial Narrow" w:cs="Times New Roman"/>
          <w:sz w:val="20"/>
          <w:szCs w:val="20"/>
          <w:lang w:eastAsia="pt-BR"/>
        </w:rPr>
      </w:pPr>
      <w:proofErr w:type="spellStart"/>
      <w:r w:rsidRPr="008D3BE2">
        <w:rPr>
          <w:rFonts w:ascii="Arial Narrow" w:eastAsia="Times New Roman" w:hAnsi="Arial Narrow" w:cs="Times New Roman"/>
          <w:color w:val="000000"/>
          <w:sz w:val="20"/>
          <w:szCs w:val="20"/>
          <w:lang w:eastAsia="pt-BR"/>
        </w:rPr>
        <w:t>Tel</w:t>
      </w:r>
      <w:proofErr w:type="spellEnd"/>
      <w:r w:rsidRPr="008D3BE2">
        <w:rPr>
          <w:rFonts w:ascii="Arial Narrow" w:eastAsia="Times New Roman" w:hAnsi="Arial Narrow" w:cs="Times New Roman"/>
          <w:color w:val="000000"/>
          <w:sz w:val="20"/>
          <w:szCs w:val="20"/>
          <w:lang w:eastAsia="pt-BR"/>
        </w:rPr>
        <w:t>: (61) 3317.</w:t>
      </w:r>
      <w:r w:rsidR="003E1ACF" w:rsidRPr="008D3BE2">
        <w:rPr>
          <w:rFonts w:ascii="Arial Narrow" w:eastAsia="Times New Roman" w:hAnsi="Arial Narrow" w:cs="Times New Roman"/>
          <w:color w:val="000000"/>
          <w:sz w:val="20"/>
          <w:szCs w:val="20"/>
          <w:lang w:eastAsia="pt-BR"/>
        </w:rPr>
        <w:t>8968</w:t>
      </w:r>
      <w:r w:rsidR="005646EE" w:rsidRPr="008D3BE2">
        <w:rPr>
          <w:rFonts w:ascii="Arial Narrow" w:eastAsia="Times New Roman" w:hAnsi="Arial Narrow" w:cs="Times New Roman"/>
          <w:color w:val="000000"/>
          <w:sz w:val="20"/>
          <w:szCs w:val="20"/>
          <w:lang w:eastAsia="pt-BR"/>
        </w:rPr>
        <w:t>/3317-9891</w:t>
      </w:r>
    </w:p>
    <w:p w14:paraId="29B9BE93"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shd w:val="clear" w:color="auto" w:fill="FFFFFF"/>
          <w:lang w:eastAsia="pt-BR"/>
        </w:rPr>
        <w:t>E-mail:</w:t>
      </w:r>
      <w:r w:rsidRPr="008D3BE2">
        <w:rPr>
          <w:rFonts w:ascii="Arial Narrow" w:eastAsia="Times New Roman" w:hAnsi="Arial Narrow" w:cs="Times New Roman"/>
          <w:color w:val="000000"/>
          <w:sz w:val="20"/>
          <w:szCs w:val="20"/>
          <w:lang w:eastAsia="pt-BR"/>
        </w:rPr>
        <w:t> </w:t>
      </w:r>
      <w:hyperlink r:id="rId25" w:history="1">
        <w:r w:rsidR="00CE3EE6" w:rsidRPr="008D3BE2">
          <w:rPr>
            <w:rStyle w:val="Hyperlink"/>
            <w:rFonts w:ascii="Arial Narrow" w:eastAsia="Times New Roman" w:hAnsi="Arial Narrow" w:cs="Times New Roman"/>
            <w:sz w:val="20"/>
            <w:szCs w:val="20"/>
            <w:lang w:eastAsia="pt-BR"/>
          </w:rPr>
          <w:t>licitacoes@cni.com.br</w:t>
        </w:r>
      </w:hyperlink>
    </w:p>
    <w:p w14:paraId="55D0E897" w14:textId="77777777" w:rsidR="00C75367" w:rsidRPr="008D3BE2" w:rsidRDefault="00C75367" w:rsidP="003D78F4">
      <w:pPr>
        <w:spacing w:after="0"/>
        <w:ind w:right="2"/>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color w:val="000000"/>
          <w:sz w:val="20"/>
          <w:szCs w:val="20"/>
          <w:lang w:eastAsia="pt-BR"/>
        </w:rPr>
        <w:t> </w:t>
      </w:r>
    </w:p>
    <w:p w14:paraId="4A77C4DE" w14:textId="77777777" w:rsidR="00C75367" w:rsidRPr="008D3BE2" w:rsidRDefault="00922B35" w:rsidP="003D78F4">
      <w:pPr>
        <w:spacing w:after="0"/>
        <w:jc w:val="left"/>
        <w:rPr>
          <w:rFonts w:ascii="Arial Narrow" w:eastAsia="Times New Roman" w:hAnsi="Arial Narrow" w:cs="Times New Roman"/>
          <w:sz w:val="20"/>
          <w:szCs w:val="20"/>
          <w:lang w:eastAsia="pt-BR"/>
        </w:rPr>
      </w:pPr>
      <w:r>
        <w:rPr>
          <w:rFonts w:ascii="Arial Narrow" w:eastAsia="Times New Roman" w:hAnsi="Arial Narrow" w:cs="Times New Roman"/>
          <w:sz w:val="20"/>
          <w:szCs w:val="20"/>
          <w:lang w:eastAsia="pt-BR"/>
        </w:rPr>
        <w:pict w14:anchorId="3D3141B2">
          <v:rect id="_x0000_i1026" style="width:0;height:1.5pt" o:hralign="center" o:hrstd="t" o:hr="t" fillcolor="#a0a0a0" stroked="f"/>
        </w:pict>
      </w:r>
    </w:p>
    <w:p w14:paraId="6FC85495" w14:textId="77777777" w:rsidR="00C75367" w:rsidRPr="008D3BE2" w:rsidRDefault="00C75367" w:rsidP="003D78F4">
      <w:pPr>
        <w:spacing w:after="0"/>
        <w:jc w:val="lef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7361D375" w14:textId="77777777" w:rsidR="00D63FBC" w:rsidRPr="008D3BE2" w:rsidRDefault="00D63FBC" w:rsidP="003D78F4">
      <w:pPr>
        <w:spacing w:after="0"/>
        <w:ind w:right="2"/>
        <w:jc w:val="center"/>
        <w:rPr>
          <w:rFonts w:ascii="Arial Narrow" w:eastAsia="Times New Roman" w:hAnsi="Arial Narrow" w:cs="Times New Roman"/>
          <w:b/>
          <w:sz w:val="20"/>
          <w:szCs w:val="20"/>
          <w:lang w:eastAsia="pt-BR"/>
        </w:rPr>
      </w:pPr>
      <w:r w:rsidRPr="008D3BE2">
        <w:rPr>
          <w:rFonts w:ascii="Arial Narrow" w:eastAsia="Times New Roman" w:hAnsi="Arial Narrow" w:cs="Times New Roman"/>
          <w:b/>
          <w:sz w:val="20"/>
          <w:szCs w:val="20"/>
          <w:lang w:eastAsia="pt-BR"/>
        </w:rPr>
        <w:br w:type="page"/>
      </w:r>
    </w:p>
    <w:p w14:paraId="4A6DA37E" w14:textId="77777777" w:rsidR="005646EE" w:rsidRPr="008D3BE2" w:rsidRDefault="005646EE" w:rsidP="003D78F4">
      <w:pPr>
        <w:spacing w:after="0"/>
        <w:ind w:right="2"/>
        <w:jc w:val="center"/>
        <w:rPr>
          <w:rFonts w:ascii="Arial Narrow" w:eastAsia="Times New Roman" w:hAnsi="Arial Narrow" w:cs="Times New Roman"/>
          <w:b/>
          <w:sz w:val="20"/>
          <w:szCs w:val="20"/>
          <w:lang w:eastAsia="pt-BR"/>
        </w:rPr>
      </w:pPr>
    </w:p>
    <w:p w14:paraId="0AFA2F1C" w14:textId="73241605" w:rsidR="00C75367" w:rsidRPr="008D3BE2" w:rsidRDefault="00D63FBC" w:rsidP="003D78F4">
      <w:pPr>
        <w:spacing w:after="0"/>
        <w:ind w:right="2"/>
        <w:jc w:val="center"/>
        <w:rPr>
          <w:rFonts w:ascii="Arial Narrow" w:eastAsia="Times New Roman" w:hAnsi="Arial Narrow" w:cs="Times New Roman"/>
          <w:b/>
          <w:sz w:val="20"/>
          <w:szCs w:val="20"/>
          <w:lang w:eastAsia="pt-BR"/>
        </w:rPr>
      </w:pPr>
      <w:r w:rsidRPr="008D3BE2">
        <w:rPr>
          <w:rFonts w:ascii="Arial Narrow" w:eastAsia="Times New Roman" w:hAnsi="Arial Narrow" w:cs="Times New Roman"/>
          <w:b/>
          <w:sz w:val="20"/>
          <w:szCs w:val="20"/>
          <w:lang w:eastAsia="pt-BR"/>
        </w:rPr>
        <w:t xml:space="preserve">ANEXO V </w:t>
      </w:r>
    </w:p>
    <w:p w14:paraId="3AEE0589" w14:textId="77777777" w:rsidR="00C75367" w:rsidRPr="008D3BE2" w:rsidRDefault="00C75367" w:rsidP="003D78F4">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b/>
          <w:bCs/>
          <w:sz w:val="20"/>
          <w:szCs w:val="20"/>
          <w:lang w:eastAsia="pt-BR"/>
        </w:rPr>
        <w:t>TERMO DE RESPONSABILIDADE DE CREDENCIAMENTO ELETRÔNICO</w:t>
      </w:r>
    </w:p>
    <w:p w14:paraId="585733BB"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24687A68" w14:textId="77777777" w:rsidR="00C75367" w:rsidRPr="008D3BE2" w:rsidRDefault="00D63FBC"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Eu, </w:t>
      </w:r>
      <w:r w:rsidR="00C75367" w:rsidRPr="008D3BE2">
        <w:rPr>
          <w:rFonts w:ascii="Arial Narrow" w:eastAsia="Times New Roman" w:hAnsi="Arial Narrow" w:cs="Times New Roman"/>
          <w:sz w:val="20"/>
          <w:szCs w:val="20"/>
          <w:lang w:eastAsia="pt-BR"/>
        </w:rPr>
        <w:t>__________</w:t>
      </w:r>
      <w:r w:rsidRPr="008D3BE2">
        <w:rPr>
          <w:rFonts w:ascii="Arial Narrow" w:eastAsia="Times New Roman" w:hAnsi="Arial Narrow" w:cs="Times New Roman"/>
          <w:sz w:val="20"/>
          <w:szCs w:val="20"/>
          <w:lang w:eastAsia="pt-BR"/>
        </w:rPr>
        <w:t>_________________________</w:t>
      </w:r>
      <w:r w:rsidR="00C75367" w:rsidRPr="008D3BE2">
        <w:rPr>
          <w:rFonts w:ascii="Arial Narrow" w:eastAsia="Times New Roman" w:hAnsi="Arial Narrow" w:cs="Times New Roman"/>
          <w:sz w:val="20"/>
          <w:szCs w:val="20"/>
          <w:lang w:eastAsia="pt-BR"/>
        </w:rPr>
        <w:t>_______________________,</w:t>
      </w:r>
      <w:r w:rsidRPr="008D3BE2">
        <w:rPr>
          <w:rFonts w:ascii="Arial Narrow" w:eastAsia="Times New Roman" w:hAnsi="Arial Narrow" w:cs="Times New Roman"/>
          <w:sz w:val="20"/>
          <w:szCs w:val="20"/>
          <w:lang w:eastAsia="pt-BR"/>
        </w:rPr>
        <w:t xml:space="preserve"> RG.: </w:t>
      </w:r>
      <w:r w:rsidR="00C75367" w:rsidRPr="008D3BE2">
        <w:rPr>
          <w:rFonts w:ascii="Arial Narrow" w:eastAsia="Times New Roman" w:hAnsi="Arial Narrow" w:cs="Times New Roman"/>
          <w:sz w:val="20"/>
          <w:szCs w:val="20"/>
          <w:lang w:eastAsia="pt-BR"/>
        </w:rPr>
        <w:t>_________________</w:t>
      </w:r>
      <w:r w:rsidRPr="008D3BE2">
        <w:rPr>
          <w:rFonts w:ascii="Arial Narrow" w:eastAsia="Times New Roman" w:hAnsi="Arial Narrow" w:cs="Times New Roman"/>
          <w:sz w:val="20"/>
          <w:szCs w:val="20"/>
          <w:lang w:eastAsia="pt-BR"/>
        </w:rPr>
        <w:t>______, CPF.: _________________</w:t>
      </w:r>
      <w:r w:rsidR="00C75367" w:rsidRPr="008D3BE2">
        <w:rPr>
          <w:rFonts w:ascii="Arial Narrow" w:eastAsia="Times New Roman" w:hAnsi="Arial Narrow" w:cs="Times New Roman"/>
          <w:sz w:val="20"/>
          <w:szCs w:val="20"/>
          <w:lang w:eastAsia="pt-BR"/>
        </w:rPr>
        <w:t>,</w:t>
      </w:r>
      <w:r w:rsidRPr="008D3BE2">
        <w:rPr>
          <w:rFonts w:ascii="Arial Narrow" w:eastAsia="Times New Roman" w:hAnsi="Arial Narrow" w:cs="Times New Roman"/>
          <w:sz w:val="20"/>
          <w:szCs w:val="20"/>
          <w:lang w:eastAsia="pt-BR"/>
        </w:rPr>
        <w:t xml:space="preserve"> </w:t>
      </w:r>
      <w:r w:rsidR="00C75367" w:rsidRPr="008D3BE2">
        <w:rPr>
          <w:rFonts w:ascii="Arial Narrow" w:eastAsia="Times New Roman" w:hAnsi="Arial Narrow" w:cs="Times New Roman"/>
          <w:sz w:val="20"/>
          <w:szCs w:val="20"/>
          <w:lang w:eastAsia="pt-BR"/>
        </w:rPr>
        <w:t>representante legal da empresa</w:t>
      </w:r>
      <w:r w:rsidRPr="008D3BE2">
        <w:rPr>
          <w:rFonts w:ascii="Arial Narrow" w:eastAsia="Times New Roman" w:hAnsi="Arial Narrow" w:cs="Times New Roman"/>
          <w:sz w:val="20"/>
          <w:szCs w:val="20"/>
          <w:lang w:eastAsia="pt-BR"/>
        </w:rPr>
        <w:t xml:space="preserve"> </w:t>
      </w:r>
      <w:r w:rsidR="00C75367" w:rsidRPr="008D3BE2">
        <w:rPr>
          <w:rFonts w:ascii="Arial Narrow" w:eastAsia="Times New Roman" w:hAnsi="Arial Narrow" w:cs="Times New Roman"/>
          <w:sz w:val="20"/>
          <w:szCs w:val="20"/>
          <w:lang w:eastAsia="pt-BR"/>
        </w:rPr>
        <w:t>_____</w:t>
      </w:r>
      <w:r w:rsidRPr="008D3BE2">
        <w:rPr>
          <w:rFonts w:ascii="Arial Narrow" w:eastAsia="Times New Roman" w:hAnsi="Arial Narrow" w:cs="Times New Roman"/>
          <w:sz w:val="20"/>
          <w:szCs w:val="20"/>
          <w:lang w:eastAsia="pt-BR"/>
        </w:rPr>
        <w:t>_______________________________</w:t>
      </w:r>
      <w:r w:rsidR="00C75367" w:rsidRPr="008D3BE2">
        <w:rPr>
          <w:rFonts w:ascii="Arial Narrow" w:eastAsia="Times New Roman" w:hAnsi="Arial Narrow" w:cs="Times New Roman"/>
          <w:sz w:val="20"/>
          <w:szCs w:val="20"/>
          <w:lang w:eastAsia="pt-BR"/>
        </w:rPr>
        <w:t>, CNPJ __________________, declaro minha intenção de obter a </w:t>
      </w:r>
      <w:r w:rsidR="00C75367" w:rsidRPr="008D3BE2">
        <w:rPr>
          <w:rFonts w:ascii="Arial Narrow" w:eastAsia="Times New Roman" w:hAnsi="Arial Narrow" w:cs="Times New Roman"/>
          <w:b/>
          <w:bCs/>
          <w:sz w:val="20"/>
          <w:szCs w:val="20"/>
          <w:u w:val="single"/>
          <w:lang w:eastAsia="pt-BR"/>
        </w:rPr>
        <w:t>CHAVE DE ACESSO</w:t>
      </w:r>
      <w:r w:rsidR="00C75367" w:rsidRPr="008D3BE2">
        <w:rPr>
          <w:rFonts w:ascii="Arial Narrow" w:eastAsia="Times New Roman" w:hAnsi="Arial Narrow" w:cs="Times New Roman"/>
          <w:sz w:val="20"/>
          <w:szCs w:val="20"/>
          <w:lang w:eastAsia="pt-BR"/>
        </w:rPr>
        <w:t> ao Portal de Compras das Entidades Nacionais que integram o Sistema Indústria, tendo-a sob minha responsabilidade e comprometo-me a:</w:t>
      </w:r>
    </w:p>
    <w:p w14:paraId="572CA9B8"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6777CBB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I. Utilizar a referida chave de acesso, sob minha inteira e exclusiva responsabilidade, isentando, do seu uso indevido, as Entidades Nacionais que integram o Sistema Indústria.</w:t>
      </w:r>
    </w:p>
    <w:p w14:paraId="79CE029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II. Utilizar os dados de acesso restrito do Portal de Compras e manter a necessária cautela quando da sua exibição em tela, impressora, na gravação em meios eletrônicos, ou qualquer outra forma, a fim de evitar que sejam utilizados de forma indevida e/ou por pessoas não autorizadas;</w:t>
      </w:r>
    </w:p>
    <w:p w14:paraId="6F464B05" w14:textId="77777777" w:rsidR="00C75367" w:rsidRPr="008D3BE2" w:rsidRDefault="00C75367" w:rsidP="00FE6A39">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III. Alterar a senha de acesso ao Portal de Compras, sempre que obrigatório ou que tenha suposição de descoberta por terceiros</w:t>
      </w:r>
    </w:p>
    <w:p w14:paraId="76B8FBD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IV. Respeitar as normas de segurança e restrições, impostas pelos sistemas de segurança implantados no Portal de Compras, tais como privilégio e direitos de acesso;</w:t>
      </w:r>
    </w:p>
    <w:p w14:paraId="31A379FF"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V. Observar e cumprir as boas práticas de segurança da informação, e suas diretrizes, bem como este Termo de Responsabilidade;</w:t>
      </w:r>
    </w:p>
    <w:p w14:paraId="678BF956"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VI. Responder, em todas as instâncias, pelas consequências das ações ou omissões de minha parte, que possam pôr em risco ou comprometer a exclusividade de conhecimento da minha senha, ou das transações a que tenha acesso;</w:t>
      </w:r>
    </w:p>
    <w:p w14:paraId="7FE93FF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3246E960"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Declaro estar plenamente esclarecido e consciente que:</w:t>
      </w:r>
    </w:p>
    <w:p w14:paraId="6573E635" w14:textId="77777777" w:rsidR="00C75367" w:rsidRPr="008D3BE2" w:rsidRDefault="00C75367" w:rsidP="003D78F4">
      <w:pPr>
        <w:spacing w:after="0"/>
        <w:ind w:left="72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a)       É minha responsabilidade cuidar da integridade, confidencialidade e disponibilidade dos dados e informações contidas no Portal de Compras, devendo comunicar, por escrito, quaisquer indícios ou possibilidades de irregularidades, de desvios ou falhas identificadas.</w:t>
      </w:r>
    </w:p>
    <w:p w14:paraId="2A537365" w14:textId="77777777" w:rsidR="00C75367" w:rsidRPr="008D3BE2" w:rsidRDefault="00C75367" w:rsidP="003D78F4">
      <w:pPr>
        <w:spacing w:after="0"/>
        <w:ind w:left="720" w:hanging="36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b)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ou alterar o sistema de informações ou programa de informática sem autorização ou sem solicitação de autoridade competente; ficando o infrator sujeito às punições legais previstas.</w:t>
      </w:r>
    </w:p>
    <w:p w14:paraId="5E7EB1FF" w14:textId="77777777" w:rsidR="00FE6A39" w:rsidRPr="008D3BE2" w:rsidRDefault="00FE6A39" w:rsidP="003D78F4">
      <w:pPr>
        <w:spacing w:after="0"/>
        <w:rPr>
          <w:rFonts w:ascii="Arial Narrow" w:eastAsia="Times New Roman" w:hAnsi="Arial Narrow" w:cs="Times New Roman"/>
          <w:sz w:val="20"/>
          <w:szCs w:val="20"/>
          <w:lang w:eastAsia="pt-BR"/>
        </w:rPr>
      </w:pPr>
    </w:p>
    <w:p w14:paraId="3D7F685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Declaro, nesta data, ter ciência e estar de acordo com os procedimentos acima descritos, comprometendo-me a respeitá-los e cumpri-los plena e integralmente, além de manter sempre verossímeis e fidedignos os dados informados e documentos encaminhados às Entidades Nacionais que integram o Sistema Indústria.</w:t>
      </w:r>
    </w:p>
    <w:p w14:paraId="5BD2B03D"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A chave de acesso ao Portal de Compras das Entidades </w:t>
      </w:r>
      <w:proofErr w:type="gramStart"/>
      <w:r w:rsidRPr="008D3BE2">
        <w:rPr>
          <w:rFonts w:ascii="Arial Narrow" w:eastAsia="Times New Roman" w:hAnsi="Arial Narrow" w:cs="Times New Roman"/>
          <w:sz w:val="20"/>
          <w:szCs w:val="20"/>
          <w:lang w:eastAsia="pt-BR"/>
        </w:rPr>
        <w:t>Nacionais  (</w:t>
      </w:r>
      <w:proofErr w:type="gramEnd"/>
      <w:r w:rsidRPr="008D3BE2">
        <w:rPr>
          <w:rFonts w:ascii="Arial Narrow" w:eastAsia="Times New Roman" w:hAnsi="Arial Narrow" w:cs="Times New Roman"/>
          <w:sz w:val="20"/>
          <w:szCs w:val="20"/>
          <w:lang w:eastAsia="pt-BR"/>
        </w:rPr>
        <w:t>Login e Senha) deve ser encaminhada para a seguinte conta de e-mail: ...........................................</w:t>
      </w:r>
    </w:p>
    <w:p w14:paraId="3CBFFDCF" w14:textId="77777777" w:rsidR="00FE6A39" w:rsidRPr="008D3BE2" w:rsidRDefault="00FE6A39" w:rsidP="003D78F4">
      <w:pPr>
        <w:spacing w:after="0"/>
        <w:rPr>
          <w:rFonts w:ascii="Arial Narrow" w:eastAsia="Times New Roman" w:hAnsi="Arial Narrow" w:cs="Times New Roman"/>
          <w:sz w:val="20"/>
          <w:szCs w:val="20"/>
          <w:lang w:eastAsia="pt-BR"/>
        </w:rPr>
      </w:pPr>
    </w:p>
    <w:p w14:paraId="2C78CC63" w14:textId="585C9745" w:rsidR="00C75367" w:rsidRPr="008D3BE2" w:rsidRDefault="00C75367" w:rsidP="003D78F4">
      <w:pPr>
        <w:spacing w:after="0"/>
        <w:jc w:val="right"/>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xml:space="preserve">__________________, ____ de </w:t>
      </w:r>
      <w:r w:rsidR="005646EE" w:rsidRPr="008D3BE2">
        <w:rPr>
          <w:rFonts w:ascii="Arial Narrow" w:eastAsia="Times New Roman" w:hAnsi="Arial Narrow" w:cs="Times New Roman"/>
          <w:sz w:val="20"/>
          <w:szCs w:val="20"/>
          <w:lang w:eastAsia="pt-BR"/>
        </w:rPr>
        <w:t>_________</w:t>
      </w:r>
      <w:r w:rsidRPr="008D3BE2">
        <w:rPr>
          <w:rFonts w:ascii="Arial Narrow" w:eastAsia="Times New Roman" w:hAnsi="Arial Narrow" w:cs="Times New Roman"/>
          <w:sz w:val="20"/>
          <w:szCs w:val="20"/>
          <w:lang w:eastAsia="pt-BR"/>
        </w:rPr>
        <w:t xml:space="preserve"> </w:t>
      </w:r>
      <w:proofErr w:type="spellStart"/>
      <w:r w:rsidRPr="008D3BE2">
        <w:rPr>
          <w:rFonts w:ascii="Arial Narrow" w:eastAsia="Times New Roman" w:hAnsi="Arial Narrow" w:cs="Times New Roman"/>
          <w:sz w:val="20"/>
          <w:szCs w:val="20"/>
          <w:lang w:eastAsia="pt-BR"/>
        </w:rPr>
        <w:t>de</w:t>
      </w:r>
      <w:proofErr w:type="spellEnd"/>
      <w:r w:rsidRPr="008D3BE2">
        <w:rPr>
          <w:rFonts w:ascii="Arial Narrow" w:eastAsia="Times New Roman" w:hAnsi="Arial Narrow" w:cs="Times New Roman"/>
          <w:sz w:val="20"/>
          <w:szCs w:val="20"/>
          <w:lang w:eastAsia="pt-BR"/>
        </w:rPr>
        <w:t xml:space="preserve"> </w:t>
      </w:r>
      <w:r w:rsidR="00DD68CE" w:rsidRPr="008D3BE2">
        <w:rPr>
          <w:rFonts w:ascii="Arial Narrow" w:eastAsia="Times New Roman" w:hAnsi="Arial Narrow" w:cs="Times New Roman"/>
          <w:sz w:val="20"/>
          <w:szCs w:val="20"/>
          <w:lang w:eastAsia="pt-BR"/>
        </w:rPr>
        <w:t>202</w:t>
      </w:r>
      <w:r w:rsidRPr="008D3BE2">
        <w:rPr>
          <w:rFonts w:ascii="Arial Narrow" w:eastAsia="Times New Roman" w:hAnsi="Arial Narrow" w:cs="Times New Roman"/>
          <w:sz w:val="20"/>
          <w:szCs w:val="20"/>
          <w:lang w:eastAsia="pt-BR"/>
        </w:rPr>
        <w:t>.</w:t>
      </w:r>
    </w:p>
    <w:p w14:paraId="3145B1CE"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59C2FC62"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p w14:paraId="28591F8F" w14:textId="77777777" w:rsidR="00C75367" w:rsidRPr="008D3BE2" w:rsidRDefault="00C75367" w:rsidP="003D78F4">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____________________________________</w:t>
      </w:r>
    </w:p>
    <w:p w14:paraId="7E1C7043" w14:textId="77777777" w:rsidR="00C75367" w:rsidRPr="008D3BE2" w:rsidRDefault="00C75367" w:rsidP="003D78F4">
      <w:pPr>
        <w:spacing w:after="0"/>
        <w:jc w:val="center"/>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REPRESENTANTE LEGAL DA EMPRESA</w:t>
      </w:r>
    </w:p>
    <w:p w14:paraId="240BA6D7"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sz w:val="20"/>
          <w:szCs w:val="20"/>
          <w:lang w:eastAsia="pt-BR"/>
        </w:rPr>
        <w:t> </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192"/>
      </w:tblGrid>
      <w:tr w:rsidR="00FE6A39" w:rsidRPr="008D3BE2" w14:paraId="7B07679A" w14:textId="77777777" w:rsidTr="00FE6A39">
        <w:tc>
          <w:tcPr>
            <w:tcW w:w="9192" w:type="dxa"/>
            <w:shd w:val="clear" w:color="auto" w:fill="auto"/>
            <w:tcMar>
              <w:top w:w="0" w:type="dxa"/>
              <w:left w:w="108" w:type="dxa"/>
              <w:bottom w:w="0" w:type="dxa"/>
              <w:right w:w="108" w:type="dxa"/>
            </w:tcMar>
            <w:hideMark/>
          </w:tcPr>
          <w:p w14:paraId="6E0C3A2E" w14:textId="77777777" w:rsidR="00FE6A39" w:rsidRPr="008D3BE2" w:rsidRDefault="00FE6A39"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b/>
                <w:bCs/>
                <w:color w:val="FF0000"/>
                <w:sz w:val="20"/>
                <w:szCs w:val="20"/>
                <w:lang w:eastAsia="pt-BR"/>
              </w:rPr>
              <w:t>Prezado Licitante,</w:t>
            </w:r>
          </w:p>
          <w:p w14:paraId="6620D9C4" w14:textId="77777777" w:rsidR="00FE6A39" w:rsidRPr="008D3BE2" w:rsidRDefault="00FE6A39"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FF0000"/>
                <w:sz w:val="20"/>
                <w:szCs w:val="20"/>
                <w:lang w:eastAsia="pt-BR"/>
              </w:rPr>
              <w:t>O Termo de Responsabilidade de Credenciamento Eletrônico, deverá ser encaminhado para o e-mail </w:t>
            </w:r>
            <w:hyperlink r:id="rId26" w:history="1">
              <w:r w:rsidR="00CE3EE6" w:rsidRPr="008D3BE2">
                <w:rPr>
                  <w:rStyle w:val="Hyperlink"/>
                  <w:rFonts w:ascii="Arial Narrow" w:eastAsia="Times New Roman" w:hAnsi="Arial Narrow" w:cs="Times New Roman"/>
                  <w:sz w:val="20"/>
                  <w:szCs w:val="20"/>
                  <w:lang w:eastAsia="pt-BR"/>
                </w:rPr>
                <w:t>licitações@cni.com.br</w:t>
              </w:r>
            </w:hyperlink>
            <w:r w:rsidRPr="008D3BE2">
              <w:rPr>
                <w:rFonts w:ascii="Arial Narrow" w:eastAsia="Times New Roman" w:hAnsi="Arial Narrow" w:cs="Times New Roman"/>
                <w:color w:val="FF0000"/>
                <w:sz w:val="20"/>
                <w:szCs w:val="20"/>
                <w:lang w:eastAsia="pt-BR"/>
              </w:rPr>
              <w:t>, juntamente com uma cópia dos seguintes documentos:</w:t>
            </w:r>
          </w:p>
          <w:p w14:paraId="154F1324" w14:textId="77777777" w:rsidR="00FE6A39" w:rsidRPr="008D3BE2" w:rsidRDefault="00FE6A39"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FF0000"/>
                <w:sz w:val="20"/>
                <w:szCs w:val="20"/>
                <w:lang w:eastAsia="pt-BR"/>
              </w:rPr>
              <w:t> </w:t>
            </w:r>
          </w:p>
          <w:p w14:paraId="159E04E0" w14:textId="77777777" w:rsidR="00FE6A39" w:rsidRPr="008D3BE2" w:rsidRDefault="00FE6A39" w:rsidP="003D78F4">
            <w:pPr>
              <w:spacing w:after="0"/>
              <w:ind w:left="1080" w:hanging="360"/>
              <w:rPr>
                <w:rFonts w:ascii="Arial Narrow" w:eastAsia="Times New Roman" w:hAnsi="Arial Narrow" w:cs="Times New Roman"/>
                <w:color w:val="FF0000"/>
                <w:sz w:val="20"/>
                <w:szCs w:val="20"/>
                <w:lang w:eastAsia="pt-BR"/>
              </w:rPr>
            </w:pPr>
            <w:r w:rsidRPr="008D3BE2">
              <w:rPr>
                <w:rFonts w:ascii="Arial Narrow" w:eastAsia="Times New Roman" w:hAnsi="Arial Narrow" w:cs="Times New Roman"/>
                <w:color w:val="FF0000"/>
                <w:sz w:val="20"/>
                <w:szCs w:val="20"/>
                <w:lang w:eastAsia="pt-BR"/>
              </w:rPr>
              <w:t>a)       Contrato Social ou Instrumento de Procuração que comprove a legitimidade de poderes da pessoa que tiver assinado; e</w:t>
            </w:r>
          </w:p>
          <w:p w14:paraId="6A2DD313" w14:textId="77777777" w:rsidR="00FE6A39" w:rsidRPr="008D3BE2" w:rsidRDefault="00FE6A39" w:rsidP="00FE6A39">
            <w:pPr>
              <w:spacing w:after="0"/>
              <w:ind w:left="1080" w:hanging="360"/>
              <w:rPr>
                <w:rFonts w:ascii="Arial Narrow" w:eastAsia="Times New Roman" w:hAnsi="Arial Narrow" w:cs="Times New Roman"/>
                <w:sz w:val="20"/>
                <w:szCs w:val="20"/>
                <w:lang w:eastAsia="pt-BR"/>
              </w:rPr>
            </w:pPr>
            <w:r w:rsidRPr="008D3BE2">
              <w:rPr>
                <w:rFonts w:ascii="Arial Narrow" w:eastAsia="Times New Roman" w:hAnsi="Arial Narrow" w:cs="Times New Roman"/>
                <w:color w:val="FF0000"/>
                <w:sz w:val="20"/>
                <w:szCs w:val="20"/>
                <w:lang w:eastAsia="pt-BR"/>
              </w:rPr>
              <w:t>b)       Cópia da cédula de identidade do representante legal que assinou o Termo de Responsabilidade de Credenciamento Eletrônico. </w:t>
            </w:r>
          </w:p>
        </w:tc>
      </w:tr>
    </w:tbl>
    <w:p w14:paraId="661E67C5" w14:textId="77777777" w:rsidR="00C75367" w:rsidRPr="008D3BE2" w:rsidRDefault="00C75367" w:rsidP="003D78F4">
      <w:pPr>
        <w:spacing w:after="0"/>
        <w:rPr>
          <w:rFonts w:ascii="Arial Narrow" w:eastAsia="Times New Roman" w:hAnsi="Arial Narrow" w:cs="Times New Roman"/>
          <w:sz w:val="20"/>
          <w:szCs w:val="20"/>
          <w:lang w:eastAsia="pt-BR"/>
        </w:rPr>
      </w:pPr>
      <w:r w:rsidRPr="008D3BE2">
        <w:rPr>
          <w:rFonts w:ascii="Arial Narrow" w:eastAsia="Times New Roman" w:hAnsi="Arial Narrow" w:cs="Times New Roman"/>
          <w:color w:val="FF0000"/>
          <w:sz w:val="20"/>
          <w:szCs w:val="20"/>
          <w:lang w:eastAsia="pt-BR"/>
        </w:rPr>
        <w:t> </w:t>
      </w:r>
      <w:r w:rsidRPr="008D3BE2">
        <w:rPr>
          <w:rFonts w:ascii="Arial Narrow" w:eastAsia="Times New Roman" w:hAnsi="Arial Narrow" w:cs="Times New Roman"/>
          <w:sz w:val="20"/>
          <w:szCs w:val="20"/>
          <w:lang w:eastAsia="pt-BR"/>
        </w:rPr>
        <w:t> </w:t>
      </w:r>
    </w:p>
    <w:sectPr w:rsidR="00C75367" w:rsidRPr="008D3BE2" w:rsidSect="00F53947">
      <w:pgSz w:w="11906" w:h="16838" w:code="9"/>
      <w:pgMar w:top="1134"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755AB" w14:textId="77777777" w:rsidR="00F279B3" w:rsidRDefault="00F279B3" w:rsidP="002553A8">
      <w:pPr>
        <w:spacing w:after="0"/>
      </w:pPr>
      <w:r>
        <w:separator/>
      </w:r>
    </w:p>
  </w:endnote>
  <w:endnote w:type="continuationSeparator" w:id="0">
    <w:p w14:paraId="541EABB3" w14:textId="77777777" w:rsidR="00F279B3" w:rsidRDefault="00F279B3"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FF24F" w14:textId="0E5D998B" w:rsidR="00F279B3" w:rsidRPr="00AA5516" w:rsidRDefault="00F279B3">
    <w:pPr>
      <w:pStyle w:val="Rodap"/>
      <w:rPr>
        <w:rFonts w:ascii="Times New Roman" w:hAnsi="Times New Roman" w:cs="Times New Roman"/>
        <w:sz w:val="10"/>
        <w:szCs w:val="10"/>
      </w:rPr>
    </w:pPr>
    <w:r w:rsidRPr="00AA5516">
      <w:rPr>
        <w:rFonts w:ascii="Times New Roman" w:hAnsi="Times New Roman" w:cs="Times New Roman"/>
        <w:sz w:val="10"/>
        <w:szCs w:val="10"/>
      </w:rPr>
      <w:fldChar w:fldCharType="begin"/>
    </w:r>
    <w:r w:rsidRPr="00AA5516">
      <w:rPr>
        <w:rFonts w:ascii="Times New Roman" w:hAnsi="Times New Roman" w:cs="Times New Roman"/>
        <w:sz w:val="10"/>
        <w:szCs w:val="10"/>
      </w:rPr>
      <w:instrText xml:space="preserve"> FILENAME \p </w:instrText>
    </w:r>
    <w:r w:rsidRPr="00AA5516">
      <w:rPr>
        <w:rFonts w:ascii="Times New Roman" w:hAnsi="Times New Roman" w:cs="Times New Roman"/>
        <w:sz w:val="10"/>
        <w:szCs w:val="10"/>
      </w:rPr>
      <w:fldChar w:fldCharType="separate"/>
    </w:r>
    <w:r>
      <w:rPr>
        <w:rFonts w:ascii="Times New Roman" w:hAnsi="Times New Roman" w:cs="Times New Roman"/>
        <w:noProof/>
        <w:sz w:val="10"/>
        <w:szCs w:val="10"/>
      </w:rPr>
      <w:t>H:\GECOM\z.CPL\Editais-Inex-Disp\8.PE\2021\PE 1-2021 - Revisão MAterial didático\4.Edital Final\PE 1-2021.docx</w:t>
    </w:r>
    <w:r w:rsidRPr="00AA5516">
      <w:rPr>
        <w:rFonts w:ascii="Times New Roman" w:hAnsi="Times New Roman" w:cs="Times New Roman"/>
        <w:sz w:val="10"/>
        <w:szCs w:val="10"/>
      </w:rPr>
      <w:fldChar w:fldCharType="end"/>
    </w:r>
    <w:r w:rsidRPr="00AA5516">
      <w:rPr>
        <w:rFonts w:ascii="Times New Roman" w:hAnsi="Times New Roman" w:cs="Times New Roman"/>
        <w:sz w:val="10"/>
        <w:szCs w:val="10"/>
      </w:rPr>
      <w:t xml:space="preserve"> - Página </w:t>
    </w:r>
    <w:r w:rsidRPr="00AA5516">
      <w:rPr>
        <w:rFonts w:ascii="Times New Roman" w:hAnsi="Times New Roman" w:cs="Times New Roman"/>
        <w:sz w:val="10"/>
        <w:szCs w:val="10"/>
      </w:rPr>
      <w:fldChar w:fldCharType="begin"/>
    </w:r>
    <w:r w:rsidRPr="00AA5516">
      <w:rPr>
        <w:rFonts w:ascii="Times New Roman" w:hAnsi="Times New Roman" w:cs="Times New Roman"/>
        <w:sz w:val="10"/>
        <w:szCs w:val="10"/>
      </w:rPr>
      <w:instrText xml:space="preserve"> PAGE </w:instrText>
    </w:r>
    <w:r w:rsidRPr="00AA5516">
      <w:rPr>
        <w:rFonts w:ascii="Times New Roman" w:hAnsi="Times New Roman" w:cs="Times New Roman"/>
        <w:sz w:val="10"/>
        <w:szCs w:val="10"/>
      </w:rPr>
      <w:fldChar w:fldCharType="separate"/>
    </w:r>
    <w:r>
      <w:rPr>
        <w:rFonts w:ascii="Times New Roman" w:hAnsi="Times New Roman" w:cs="Times New Roman"/>
        <w:noProof/>
        <w:sz w:val="10"/>
        <w:szCs w:val="10"/>
      </w:rPr>
      <w:t>9</w:t>
    </w:r>
    <w:r w:rsidRPr="00AA5516">
      <w:rPr>
        <w:rFonts w:ascii="Times New Roman" w:hAnsi="Times New Roman" w:cs="Times New Roman"/>
        <w:sz w:val="10"/>
        <w:szCs w:val="10"/>
      </w:rPr>
      <w:fldChar w:fldCharType="end"/>
    </w:r>
    <w:r w:rsidRPr="00AA5516">
      <w:rPr>
        <w:rFonts w:ascii="Times New Roman" w:hAnsi="Times New Roman" w:cs="Times New Roman"/>
        <w:sz w:val="10"/>
        <w:szCs w:val="10"/>
      </w:rPr>
      <w:t xml:space="preserve"> de </w:t>
    </w:r>
    <w:r w:rsidRPr="00AA5516">
      <w:rPr>
        <w:rFonts w:ascii="Times New Roman" w:hAnsi="Times New Roman" w:cs="Times New Roman"/>
        <w:sz w:val="10"/>
        <w:szCs w:val="10"/>
      </w:rPr>
      <w:fldChar w:fldCharType="begin"/>
    </w:r>
    <w:r w:rsidRPr="00AA5516">
      <w:rPr>
        <w:rFonts w:ascii="Times New Roman" w:hAnsi="Times New Roman" w:cs="Times New Roman"/>
        <w:sz w:val="10"/>
        <w:szCs w:val="10"/>
      </w:rPr>
      <w:instrText xml:space="preserve"> NUMPAGES </w:instrText>
    </w:r>
    <w:r w:rsidRPr="00AA5516">
      <w:rPr>
        <w:rFonts w:ascii="Times New Roman" w:hAnsi="Times New Roman" w:cs="Times New Roman"/>
        <w:sz w:val="10"/>
        <w:szCs w:val="10"/>
      </w:rPr>
      <w:fldChar w:fldCharType="separate"/>
    </w:r>
    <w:r>
      <w:rPr>
        <w:rFonts w:ascii="Times New Roman" w:hAnsi="Times New Roman" w:cs="Times New Roman"/>
        <w:noProof/>
        <w:sz w:val="10"/>
        <w:szCs w:val="10"/>
      </w:rPr>
      <w:t>35</w:t>
    </w:r>
    <w:r w:rsidRPr="00AA5516">
      <w:rPr>
        <w:rFonts w:ascii="Times New Roman" w:hAnsi="Times New Roman" w:cs="Times New Roman"/>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211F9" w14:textId="77777777" w:rsidR="00F279B3" w:rsidRDefault="00F279B3" w:rsidP="002553A8">
      <w:pPr>
        <w:spacing w:after="0"/>
      </w:pPr>
      <w:r>
        <w:separator/>
      </w:r>
    </w:p>
  </w:footnote>
  <w:footnote w:type="continuationSeparator" w:id="0">
    <w:p w14:paraId="28CADFBF" w14:textId="77777777" w:rsidR="00F279B3" w:rsidRDefault="00F279B3"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6E3DD" w14:textId="53FFB65E" w:rsidR="00F279B3" w:rsidRDefault="00F279B3" w:rsidP="002553A8">
    <w:pPr>
      <w:pStyle w:val="Cabealho"/>
      <w:jc w:val="center"/>
    </w:pPr>
    <w:r>
      <w:rPr>
        <w:noProof/>
        <w:lang w:eastAsia="pt-BR"/>
      </w:rPr>
      <w:drawing>
        <wp:anchor distT="0" distB="0" distL="114300" distR="114300" simplePos="0" relativeHeight="251657216" behindDoc="0" locked="0" layoutInCell="1" allowOverlap="1" wp14:anchorId="14041DCD" wp14:editId="51F5890C">
          <wp:simplePos x="0" y="0"/>
          <wp:positionH relativeFrom="page">
            <wp:posOffset>1922780</wp:posOffset>
          </wp:positionH>
          <wp:positionV relativeFrom="paragraph">
            <wp:posOffset>-162560</wp:posOffset>
          </wp:positionV>
          <wp:extent cx="3919716" cy="511581"/>
          <wp:effectExtent l="0" t="0" r="5080" b="3175"/>
          <wp:wrapNone/>
          <wp:docPr id="6" name="Imagem 6"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pel-timbrado-A4-PFT-CNI_IEL-SESI_SENAI"/>
                  <pic:cNvPicPr>
                    <a:picLocks noChangeAspect="1" noChangeArrowheads="1"/>
                  </pic:cNvPicPr>
                </pic:nvPicPr>
                <pic:blipFill>
                  <a:blip r:embed="rId1">
                    <a:extLst>
                      <a:ext uri="{28A0092B-C50C-407E-A947-70E740481C1C}">
                        <a14:useLocalDpi xmlns:a14="http://schemas.microsoft.com/office/drawing/2010/main" val="0"/>
                      </a:ext>
                    </a:extLst>
                  </a:blip>
                  <a:srcRect l="15790" t="3207" r="15495" b="90454"/>
                  <a:stretch>
                    <a:fillRect/>
                  </a:stretch>
                </pic:blipFill>
                <pic:spPr bwMode="auto">
                  <a:xfrm>
                    <a:off x="0" y="0"/>
                    <a:ext cx="3919716" cy="51158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FEF"/>
    <w:multiLevelType w:val="hybridMultilevel"/>
    <w:tmpl w:val="FD6A7E48"/>
    <w:lvl w:ilvl="0" w:tplc="06B48AD2">
      <w:start w:val="1"/>
      <w:numFmt w:val="upperRoman"/>
      <w:lvlText w:val="%1."/>
      <w:lvlJc w:val="left"/>
      <w:pPr>
        <w:ind w:left="1598" w:hanging="720"/>
      </w:pPr>
      <w:rPr>
        <w:rFonts w:hint="default"/>
      </w:rPr>
    </w:lvl>
    <w:lvl w:ilvl="1" w:tplc="04160019">
      <w:start w:val="1"/>
      <w:numFmt w:val="lowerLetter"/>
      <w:lvlText w:val="%2."/>
      <w:lvlJc w:val="left"/>
      <w:pPr>
        <w:ind w:left="1958" w:hanging="360"/>
      </w:pPr>
    </w:lvl>
    <w:lvl w:ilvl="2" w:tplc="0416001B" w:tentative="1">
      <w:start w:val="1"/>
      <w:numFmt w:val="lowerRoman"/>
      <w:lvlText w:val="%3."/>
      <w:lvlJc w:val="right"/>
      <w:pPr>
        <w:ind w:left="2678" w:hanging="180"/>
      </w:pPr>
    </w:lvl>
    <w:lvl w:ilvl="3" w:tplc="0416000F" w:tentative="1">
      <w:start w:val="1"/>
      <w:numFmt w:val="decimal"/>
      <w:lvlText w:val="%4."/>
      <w:lvlJc w:val="left"/>
      <w:pPr>
        <w:ind w:left="3398" w:hanging="360"/>
      </w:pPr>
    </w:lvl>
    <w:lvl w:ilvl="4" w:tplc="04160019" w:tentative="1">
      <w:start w:val="1"/>
      <w:numFmt w:val="lowerLetter"/>
      <w:lvlText w:val="%5."/>
      <w:lvlJc w:val="left"/>
      <w:pPr>
        <w:ind w:left="4118" w:hanging="360"/>
      </w:pPr>
    </w:lvl>
    <w:lvl w:ilvl="5" w:tplc="0416001B" w:tentative="1">
      <w:start w:val="1"/>
      <w:numFmt w:val="lowerRoman"/>
      <w:lvlText w:val="%6."/>
      <w:lvlJc w:val="right"/>
      <w:pPr>
        <w:ind w:left="4838" w:hanging="180"/>
      </w:pPr>
    </w:lvl>
    <w:lvl w:ilvl="6" w:tplc="0416000F" w:tentative="1">
      <w:start w:val="1"/>
      <w:numFmt w:val="decimal"/>
      <w:lvlText w:val="%7."/>
      <w:lvlJc w:val="left"/>
      <w:pPr>
        <w:ind w:left="5558" w:hanging="360"/>
      </w:pPr>
    </w:lvl>
    <w:lvl w:ilvl="7" w:tplc="04160019" w:tentative="1">
      <w:start w:val="1"/>
      <w:numFmt w:val="lowerLetter"/>
      <w:lvlText w:val="%8."/>
      <w:lvlJc w:val="left"/>
      <w:pPr>
        <w:ind w:left="6278" w:hanging="360"/>
      </w:pPr>
    </w:lvl>
    <w:lvl w:ilvl="8" w:tplc="0416001B" w:tentative="1">
      <w:start w:val="1"/>
      <w:numFmt w:val="lowerRoman"/>
      <w:lvlText w:val="%9."/>
      <w:lvlJc w:val="right"/>
      <w:pPr>
        <w:ind w:left="6998" w:hanging="180"/>
      </w:pPr>
    </w:lvl>
  </w:abstractNum>
  <w:abstractNum w:abstractNumId="1" w15:restartNumberingAfterBreak="0">
    <w:nsid w:val="07C42B41"/>
    <w:multiLevelType w:val="hybridMultilevel"/>
    <w:tmpl w:val="2B4C4E4C"/>
    <w:styleLink w:val="EstiloImportado7"/>
    <w:lvl w:ilvl="0" w:tplc="1700E1F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BAD4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A46CFF2">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12FCB39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DA577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1B4A64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709C7D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9A5EB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CB46AB8">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B67287E"/>
    <w:multiLevelType w:val="hybridMultilevel"/>
    <w:tmpl w:val="6D2A522A"/>
    <w:numStyleLink w:val="EstiloImportado6"/>
  </w:abstractNum>
  <w:abstractNum w:abstractNumId="3" w15:restartNumberingAfterBreak="0">
    <w:nsid w:val="0DC3364B"/>
    <w:multiLevelType w:val="multilevel"/>
    <w:tmpl w:val="53CC3F7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24780C"/>
    <w:multiLevelType w:val="hybridMultilevel"/>
    <w:tmpl w:val="6D2A522A"/>
    <w:styleLink w:val="EstiloImportado6"/>
    <w:lvl w:ilvl="0" w:tplc="A392A20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3967B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84D776">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85C65E2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162AA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B564C32">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7E1686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1A6A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3ED88A">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44D7852"/>
    <w:multiLevelType w:val="hybridMultilevel"/>
    <w:tmpl w:val="9AF2AC38"/>
    <w:lvl w:ilvl="0" w:tplc="FC725328">
      <w:start w:val="4"/>
      <w:numFmt w:val="lowerLetter"/>
      <w:lvlText w:val="%1."/>
      <w:lvlJc w:val="left"/>
      <w:pPr>
        <w:ind w:left="2122" w:hanging="360"/>
      </w:pPr>
      <w:rPr>
        <w:rFonts w:hint="default"/>
      </w:rPr>
    </w:lvl>
    <w:lvl w:ilvl="1" w:tplc="04160019">
      <w:start w:val="1"/>
      <w:numFmt w:val="lowerLetter"/>
      <w:lvlText w:val="%2."/>
      <w:lvlJc w:val="left"/>
      <w:pPr>
        <w:ind w:left="2842" w:hanging="360"/>
      </w:pPr>
    </w:lvl>
    <w:lvl w:ilvl="2" w:tplc="0416001B" w:tentative="1">
      <w:start w:val="1"/>
      <w:numFmt w:val="lowerRoman"/>
      <w:lvlText w:val="%3."/>
      <w:lvlJc w:val="right"/>
      <w:pPr>
        <w:ind w:left="3562" w:hanging="180"/>
      </w:pPr>
    </w:lvl>
    <w:lvl w:ilvl="3" w:tplc="0416000F" w:tentative="1">
      <w:start w:val="1"/>
      <w:numFmt w:val="decimal"/>
      <w:lvlText w:val="%4."/>
      <w:lvlJc w:val="left"/>
      <w:pPr>
        <w:ind w:left="4282" w:hanging="360"/>
      </w:pPr>
    </w:lvl>
    <w:lvl w:ilvl="4" w:tplc="04160019" w:tentative="1">
      <w:start w:val="1"/>
      <w:numFmt w:val="lowerLetter"/>
      <w:lvlText w:val="%5."/>
      <w:lvlJc w:val="left"/>
      <w:pPr>
        <w:ind w:left="5002" w:hanging="360"/>
      </w:pPr>
    </w:lvl>
    <w:lvl w:ilvl="5" w:tplc="0416001B" w:tentative="1">
      <w:start w:val="1"/>
      <w:numFmt w:val="lowerRoman"/>
      <w:lvlText w:val="%6."/>
      <w:lvlJc w:val="right"/>
      <w:pPr>
        <w:ind w:left="5722" w:hanging="180"/>
      </w:pPr>
    </w:lvl>
    <w:lvl w:ilvl="6" w:tplc="0416000F" w:tentative="1">
      <w:start w:val="1"/>
      <w:numFmt w:val="decimal"/>
      <w:lvlText w:val="%7."/>
      <w:lvlJc w:val="left"/>
      <w:pPr>
        <w:ind w:left="6442" w:hanging="360"/>
      </w:pPr>
    </w:lvl>
    <w:lvl w:ilvl="7" w:tplc="04160019" w:tentative="1">
      <w:start w:val="1"/>
      <w:numFmt w:val="lowerLetter"/>
      <w:lvlText w:val="%8."/>
      <w:lvlJc w:val="left"/>
      <w:pPr>
        <w:ind w:left="7162" w:hanging="360"/>
      </w:pPr>
    </w:lvl>
    <w:lvl w:ilvl="8" w:tplc="0416001B" w:tentative="1">
      <w:start w:val="1"/>
      <w:numFmt w:val="lowerRoman"/>
      <w:lvlText w:val="%9."/>
      <w:lvlJc w:val="right"/>
      <w:pPr>
        <w:ind w:left="7882" w:hanging="180"/>
      </w:pPr>
    </w:lvl>
  </w:abstractNum>
  <w:abstractNum w:abstractNumId="6" w15:restartNumberingAfterBreak="0">
    <w:nsid w:val="1C372F40"/>
    <w:multiLevelType w:val="hybridMultilevel"/>
    <w:tmpl w:val="D5049A88"/>
    <w:styleLink w:val="Letras"/>
    <w:lvl w:ilvl="0" w:tplc="C2EC5650">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BF3E4730">
      <w:start w:val="1"/>
      <w:numFmt w:val="low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77A6AF4A">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3DAC8324">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7EB2E9C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76F041AE">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183CF45C">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38267AB4">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E78A1A24">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10F77A5"/>
    <w:multiLevelType w:val="hybridMultilevel"/>
    <w:tmpl w:val="BABAF0EE"/>
    <w:numStyleLink w:val="EstiloImportado4"/>
  </w:abstractNum>
  <w:abstractNum w:abstractNumId="8" w15:restartNumberingAfterBreak="0">
    <w:nsid w:val="2BF34E63"/>
    <w:multiLevelType w:val="multilevel"/>
    <w:tmpl w:val="56102A34"/>
    <w:lvl w:ilvl="0">
      <w:start w:val="1"/>
      <w:numFmt w:val="decimal"/>
      <w:lvlText w:val="%1."/>
      <w:lvlJc w:val="left"/>
      <w:pPr>
        <w:ind w:left="360" w:hanging="360"/>
      </w:pPr>
      <w:rPr>
        <w:b/>
        <w:color w:val="auto"/>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rFonts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307114"/>
    <w:multiLevelType w:val="hybridMultilevel"/>
    <w:tmpl w:val="B23058F4"/>
    <w:styleLink w:val="EstiloImportado2"/>
    <w:lvl w:ilvl="0" w:tplc="16D65D7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8189D30">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8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E888706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EE2522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BEEA4B6">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9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8CC4D60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F8636B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5FA1422">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12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B8B4859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0DB0783"/>
    <w:multiLevelType w:val="hybridMultilevel"/>
    <w:tmpl w:val="715AE8EC"/>
    <w:numStyleLink w:val="EstiloImportado5"/>
  </w:abstractNum>
  <w:abstractNum w:abstractNumId="11" w15:restartNumberingAfterBreak="0">
    <w:nsid w:val="31054FD3"/>
    <w:multiLevelType w:val="hybridMultilevel"/>
    <w:tmpl w:val="1242D8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51B1251"/>
    <w:multiLevelType w:val="hybridMultilevel"/>
    <w:tmpl w:val="BABAF0EE"/>
    <w:styleLink w:val="EstiloImportado4"/>
    <w:lvl w:ilvl="0" w:tplc="75AA5B7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AD4AA1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832565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4DC239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B8E808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89ED7C6">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403ED7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5D4308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0E4842">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9925520"/>
    <w:multiLevelType w:val="hybridMultilevel"/>
    <w:tmpl w:val="0B0C4FF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D6D4F45"/>
    <w:multiLevelType w:val="hybridMultilevel"/>
    <w:tmpl w:val="C6344BEC"/>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5" w15:restartNumberingAfterBreak="0">
    <w:nsid w:val="3EEB726B"/>
    <w:multiLevelType w:val="hybridMultilevel"/>
    <w:tmpl w:val="13B6A328"/>
    <w:numStyleLink w:val="EstiloImportado10"/>
  </w:abstractNum>
  <w:abstractNum w:abstractNumId="16" w15:restartNumberingAfterBreak="0">
    <w:nsid w:val="41186486"/>
    <w:multiLevelType w:val="multilevel"/>
    <w:tmpl w:val="71265E8A"/>
    <w:lvl w:ilvl="0">
      <w:start w:val="3"/>
      <w:numFmt w:val="decimal"/>
      <w:lvlText w:val="%1"/>
      <w:lvlJc w:val="left"/>
      <w:pPr>
        <w:ind w:left="495" w:hanging="495"/>
      </w:pPr>
      <w:rPr>
        <w:rFonts w:eastAsiaTheme="minorHAnsi" w:cstheme="minorBidi" w:hint="default"/>
        <w:b w:val="0"/>
      </w:rPr>
    </w:lvl>
    <w:lvl w:ilvl="1">
      <w:start w:val="3"/>
      <w:numFmt w:val="decimal"/>
      <w:lvlText w:val="%1.%2"/>
      <w:lvlJc w:val="left"/>
      <w:pPr>
        <w:ind w:left="495" w:hanging="495"/>
      </w:pPr>
      <w:rPr>
        <w:rFonts w:eastAsiaTheme="minorHAnsi" w:cstheme="minorBidi" w:hint="default"/>
        <w:b w:val="0"/>
      </w:rPr>
    </w:lvl>
    <w:lvl w:ilvl="2">
      <w:start w:val="2"/>
      <w:numFmt w:val="decimal"/>
      <w:lvlText w:val="%1.%2.%3"/>
      <w:lvlJc w:val="left"/>
      <w:pPr>
        <w:ind w:left="720" w:hanging="720"/>
      </w:pPr>
      <w:rPr>
        <w:rFonts w:eastAsiaTheme="minorHAnsi" w:cstheme="minorBidi" w:hint="default"/>
        <w:b w:val="0"/>
      </w:rPr>
    </w:lvl>
    <w:lvl w:ilvl="3">
      <w:start w:val="2"/>
      <w:numFmt w:val="decimal"/>
      <w:lvlText w:val="%1.%2.%3.%4"/>
      <w:lvlJc w:val="left"/>
      <w:pPr>
        <w:ind w:left="720" w:hanging="720"/>
      </w:pPr>
      <w:rPr>
        <w:rFonts w:eastAsiaTheme="minorHAnsi" w:cstheme="minorBidi" w:hint="default"/>
        <w:b w:val="0"/>
      </w:rPr>
    </w:lvl>
    <w:lvl w:ilvl="4">
      <w:start w:val="1"/>
      <w:numFmt w:val="decimal"/>
      <w:lvlText w:val="%1.%2.%3.%4.%5"/>
      <w:lvlJc w:val="left"/>
      <w:pPr>
        <w:ind w:left="720" w:hanging="720"/>
      </w:pPr>
      <w:rPr>
        <w:rFonts w:eastAsiaTheme="minorHAnsi" w:cstheme="minorBidi" w:hint="default"/>
        <w:b w:val="0"/>
      </w:rPr>
    </w:lvl>
    <w:lvl w:ilvl="5">
      <w:start w:val="1"/>
      <w:numFmt w:val="decimal"/>
      <w:lvlText w:val="%1.%2.%3.%4.%5.%6"/>
      <w:lvlJc w:val="left"/>
      <w:pPr>
        <w:ind w:left="1080" w:hanging="1080"/>
      </w:pPr>
      <w:rPr>
        <w:rFonts w:eastAsiaTheme="minorHAnsi" w:cstheme="minorBidi" w:hint="default"/>
        <w:b w:val="0"/>
      </w:rPr>
    </w:lvl>
    <w:lvl w:ilvl="6">
      <w:start w:val="1"/>
      <w:numFmt w:val="decimal"/>
      <w:lvlText w:val="%1.%2.%3.%4.%5.%6.%7"/>
      <w:lvlJc w:val="left"/>
      <w:pPr>
        <w:ind w:left="1080" w:hanging="1080"/>
      </w:pPr>
      <w:rPr>
        <w:rFonts w:eastAsiaTheme="minorHAnsi" w:cstheme="minorBidi" w:hint="default"/>
        <w:b w:val="0"/>
      </w:rPr>
    </w:lvl>
    <w:lvl w:ilvl="7">
      <w:start w:val="1"/>
      <w:numFmt w:val="decimal"/>
      <w:lvlText w:val="%1.%2.%3.%4.%5.%6.%7.%8"/>
      <w:lvlJc w:val="left"/>
      <w:pPr>
        <w:ind w:left="1080" w:hanging="1080"/>
      </w:pPr>
      <w:rPr>
        <w:rFonts w:eastAsiaTheme="minorHAnsi" w:cstheme="minorBidi" w:hint="default"/>
        <w:b w:val="0"/>
      </w:rPr>
    </w:lvl>
    <w:lvl w:ilvl="8">
      <w:start w:val="1"/>
      <w:numFmt w:val="decimal"/>
      <w:lvlText w:val="%1.%2.%3.%4.%5.%6.%7.%8.%9"/>
      <w:lvlJc w:val="left"/>
      <w:pPr>
        <w:ind w:left="1440" w:hanging="1440"/>
      </w:pPr>
      <w:rPr>
        <w:rFonts w:eastAsiaTheme="minorHAnsi" w:cstheme="minorBidi" w:hint="default"/>
        <w:b w:val="0"/>
      </w:rPr>
    </w:lvl>
  </w:abstractNum>
  <w:abstractNum w:abstractNumId="17" w15:restartNumberingAfterBreak="0">
    <w:nsid w:val="45D83580"/>
    <w:multiLevelType w:val="hybridMultilevel"/>
    <w:tmpl w:val="715AE8EC"/>
    <w:styleLink w:val="EstiloImportado5"/>
    <w:lvl w:ilvl="0" w:tplc="46161342">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1700D746">
      <w:start w:val="1"/>
      <w:numFmt w:val="upperRoman"/>
      <w:lvlText w:val="%2."/>
      <w:lvlJc w:val="left"/>
      <w:pPr>
        <w:ind w:left="1289" w:hanging="411"/>
      </w:pPr>
      <w:rPr>
        <w:rFonts w:hAnsi="Arial Unicode MS"/>
        <w:caps w:val="0"/>
        <w:smallCaps w:val="0"/>
        <w:strike w:val="0"/>
        <w:dstrike w:val="0"/>
        <w:outline w:val="0"/>
        <w:emboss w:val="0"/>
        <w:imprint w:val="0"/>
        <w:spacing w:val="0"/>
        <w:w w:val="100"/>
        <w:kern w:val="0"/>
        <w:position w:val="0"/>
        <w:highlight w:val="none"/>
        <w:vertAlign w:val="baseline"/>
      </w:rPr>
    </w:lvl>
    <w:lvl w:ilvl="2" w:tplc="1C82EE1C">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73C87D4">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65D036C4">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900EE83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2202093A">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55BC5DFA">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B6BAAC06">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C466E39"/>
    <w:multiLevelType w:val="hybridMultilevel"/>
    <w:tmpl w:val="D5049A88"/>
    <w:numStyleLink w:val="Letras"/>
  </w:abstractNum>
  <w:abstractNum w:abstractNumId="19" w15:restartNumberingAfterBreak="0">
    <w:nsid w:val="4CD12D3D"/>
    <w:multiLevelType w:val="hybridMultilevel"/>
    <w:tmpl w:val="C8A872F6"/>
    <w:lvl w:ilvl="0" w:tplc="0CFA3FAA">
      <w:start w:val="9"/>
      <w:numFmt w:val="upperLetter"/>
      <w:lvlText w:val="%1."/>
      <w:lvlJc w:val="left"/>
      <w:pPr>
        <w:ind w:left="1238" w:hanging="360"/>
      </w:pPr>
      <w:rPr>
        <w:rFonts w:hint="default"/>
      </w:rPr>
    </w:lvl>
    <w:lvl w:ilvl="1" w:tplc="04160019">
      <w:start w:val="1"/>
      <w:numFmt w:val="lowerLetter"/>
      <w:lvlText w:val="%2."/>
      <w:lvlJc w:val="left"/>
      <w:pPr>
        <w:ind w:left="1958" w:hanging="360"/>
      </w:pPr>
    </w:lvl>
    <w:lvl w:ilvl="2" w:tplc="0416001B" w:tentative="1">
      <w:start w:val="1"/>
      <w:numFmt w:val="lowerRoman"/>
      <w:lvlText w:val="%3."/>
      <w:lvlJc w:val="right"/>
      <w:pPr>
        <w:ind w:left="2678" w:hanging="180"/>
      </w:pPr>
    </w:lvl>
    <w:lvl w:ilvl="3" w:tplc="0416000F" w:tentative="1">
      <w:start w:val="1"/>
      <w:numFmt w:val="decimal"/>
      <w:lvlText w:val="%4."/>
      <w:lvlJc w:val="left"/>
      <w:pPr>
        <w:ind w:left="3398" w:hanging="360"/>
      </w:pPr>
    </w:lvl>
    <w:lvl w:ilvl="4" w:tplc="04160019" w:tentative="1">
      <w:start w:val="1"/>
      <w:numFmt w:val="lowerLetter"/>
      <w:lvlText w:val="%5."/>
      <w:lvlJc w:val="left"/>
      <w:pPr>
        <w:ind w:left="4118" w:hanging="360"/>
      </w:pPr>
    </w:lvl>
    <w:lvl w:ilvl="5" w:tplc="0416001B" w:tentative="1">
      <w:start w:val="1"/>
      <w:numFmt w:val="lowerRoman"/>
      <w:lvlText w:val="%6."/>
      <w:lvlJc w:val="right"/>
      <w:pPr>
        <w:ind w:left="4838" w:hanging="180"/>
      </w:pPr>
    </w:lvl>
    <w:lvl w:ilvl="6" w:tplc="0416000F" w:tentative="1">
      <w:start w:val="1"/>
      <w:numFmt w:val="decimal"/>
      <w:lvlText w:val="%7."/>
      <w:lvlJc w:val="left"/>
      <w:pPr>
        <w:ind w:left="5558" w:hanging="360"/>
      </w:pPr>
    </w:lvl>
    <w:lvl w:ilvl="7" w:tplc="04160019" w:tentative="1">
      <w:start w:val="1"/>
      <w:numFmt w:val="lowerLetter"/>
      <w:lvlText w:val="%8."/>
      <w:lvlJc w:val="left"/>
      <w:pPr>
        <w:ind w:left="6278" w:hanging="360"/>
      </w:pPr>
    </w:lvl>
    <w:lvl w:ilvl="8" w:tplc="0416001B" w:tentative="1">
      <w:start w:val="1"/>
      <w:numFmt w:val="lowerRoman"/>
      <w:lvlText w:val="%9."/>
      <w:lvlJc w:val="right"/>
      <w:pPr>
        <w:ind w:left="6998" w:hanging="180"/>
      </w:pPr>
    </w:lvl>
  </w:abstractNum>
  <w:abstractNum w:abstractNumId="20" w15:restartNumberingAfterBreak="0">
    <w:nsid w:val="4D585F58"/>
    <w:multiLevelType w:val="hybridMultilevel"/>
    <w:tmpl w:val="13B6A328"/>
    <w:styleLink w:val="EstiloImportado10"/>
    <w:lvl w:ilvl="0" w:tplc="CBC6E66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2FE1A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7C9646">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9AE6EBB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08CD94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9FE0BFC">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1F6E494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C062B2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7066572">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DE1044F"/>
    <w:multiLevelType w:val="hybridMultilevel"/>
    <w:tmpl w:val="39B08716"/>
    <w:numStyleLink w:val="EstiloImportado9"/>
  </w:abstractNum>
  <w:abstractNum w:abstractNumId="22" w15:restartNumberingAfterBreak="0">
    <w:nsid w:val="503E2EF1"/>
    <w:multiLevelType w:val="hybridMultilevel"/>
    <w:tmpl w:val="E8163400"/>
    <w:numStyleLink w:val="EstiloImportado8"/>
  </w:abstractNum>
  <w:abstractNum w:abstractNumId="23" w15:restartNumberingAfterBreak="0">
    <w:nsid w:val="52931C2D"/>
    <w:multiLevelType w:val="multilevel"/>
    <w:tmpl w:val="87E86214"/>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EF28F5"/>
    <w:multiLevelType w:val="hybridMultilevel"/>
    <w:tmpl w:val="A1D02C22"/>
    <w:lvl w:ilvl="0" w:tplc="0C14AA4C">
      <w:start w:val="2"/>
      <w:numFmt w:val="upperRoman"/>
      <w:lvlText w:val="%1."/>
      <w:lvlJc w:val="left"/>
      <w:pPr>
        <w:ind w:left="1598" w:hanging="720"/>
      </w:pPr>
      <w:rPr>
        <w:rFonts w:hint="default"/>
      </w:rPr>
    </w:lvl>
    <w:lvl w:ilvl="1" w:tplc="04160019">
      <w:start w:val="1"/>
      <w:numFmt w:val="lowerLetter"/>
      <w:lvlText w:val="%2."/>
      <w:lvlJc w:val="left"/>
      <w:pPr>
        <w:ind w:left="1958" w:hanging="360"/>
      </w:pPr>
    </w:lvl>
    <w:lvl w:ilvl="2" w:tplc="0416001B" w:tentative="1">
      <w:start w:val="1"/>
      <w:numFmt w:val="lowerRoman"/>
      <w:lvlText w:val="%3."/>
      <w:lvlJc w:val="right"/>
      <w:pPr>
        <w:ind w:left="2678" w:hanging="180"/>
      </w:pPr>
    </w:lvl>
    <w:lvl w:ilvl="3" w:tplc="0416000F" w:tentative="1">
      <w:start w:val="1"/>
      <w:numFmt w:val="decimal"/>
      <w:lvlText w:val="%4."/>
      <w:lvlJc w:val="left"/>
      <w:pPr>
        <w:ind w:left="3398" w:hanging="360"/>
      </w:pPr>
    </w:lvl>
    <w:lvl w:ilvl="4" w:tplc="04160019" w:tentative="1">
      <w:start w:val="1"/>
      <w:numFmt w:val="lowerLetter"/>
      <w:lvlText w:val="%5."/>
      <w:lvlJc w:val="left"/>
      <w:pPr>
        <w:ind w:left="4118" w:hanging="360"/>
      </w:pPr>
    </w:lvl>
    <w:lvl w:ilvl="5" w:tplc="0416001B" w:tentative="1">
      <w:start w:val="1"/>
      <w:numFmt w:val="lowerRoman"/>
      <w:lvlText w:val="%6."/>
      <w:lvlJc w:val="right"/>
      <w:pPr>
        <w:ind w:left="4838" w:hanging="180"/>
      </w:pPr>
    </w:lvl>
    <w:lvl w:ilvl="6" w:tplc="0416000F" w:tentative="1">
      <w:start w:val="1"/>
      <w:numFmt w:val="decimal"/>
      <w:lvlText w:val="%7."/>
      <w:lvlJc w:val="left"/>
      <w:pPr>
        <w:ind w:left="5558" w:hanging="360"/>
      </w:pPr>
    </w:lvl>
    <w:lvl w:ilvl="7" w:tplc="04160019" w:tentative="1">
      <w:start w:val="1"/>
      <w:numFmt w:val="lowerLetter"/>
      <w:lvlText w:val="%8."/>
      <w:lvlJc w:val="left"/>
      <w:pPr>
        <w:ind w:left="6278" w:hanging="360"/>
      </w:pPr>
    </w:lvl>
    <w:lvl w:ilvl="8" w:tplc="0416001B" w:tentative="1">
      <w:start w:val="1"/>
      <w:numFmt w:val="lowerRoman"/>
      <w:lvlText w:val="%9."/>
      <w:lvlJc w:val="right"/>
      <w:pPr>
        <w:ind w:left="6998" w:hanging="180"/>
      </w:pPr>
    </w:lvl>
  </w:abstractNum>
  <w:abstractNum w:abstractNumId="25" w15:restartNumberingAfterBreak="0">
    <w:nsid w:val="563318F3"/>
    <w:multiLevelType w:val="multilevel"/>
    <w:tmpl w:val="9BD23286"/>
    <w:lvl w:ilvl="0">
      <w:start w:val="1"/>
      <w:numFmt w:val="decimal"/>
      <w:lvlText w:val="%1."/>
      <w:lvlJc w:val="left"/>
      <w:pPr>
        <w:ind w:left="360" w:hanging="360"/>
      </w:pPr>
      <w:rPr>
        <w:rFonts w:cs="Arial" w:hint="default"/>
        <w:b/>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color w:val="000000"/>
      </w:rPr>
    </w:lvl>
    <w:lvl w:ilvl="3">
      <w:start w:val="1"/>
      <w:numFmt w:val="decimal"/>
      <w:lvlText w:val="%1.%2.%3.%4."/>
      <w:lvlJc w:val="left"/>
      <w:pPr>
        <w:ind w:left="720" w:hanging="720"/>
      </w:pPr>
      <w:rPr>
        <w:rFonts w:cs="Arial" w:hint="default"/>
        <w:b/>
        <w:color w:val="000000"/>
      </w:rPr>
    </w:lvl>
    <w:lvl w:ilvl="4">
      <w:start w:val="1"/>
      <w:numFmt w:val="decimal"/>
      <w:lvlText w:val="%1.%2.%3.%4.%5."/>
      <w:lvlJc w:val="left"/>
      <w:pPr>
        <w:ind w:left="1080" w:hanging="1080"/>
      </w:pPr>
      <w:rPr>
        <w:rFonts w:cs="Arial" w:hint="default"/>
        <w:b/>
        <w:color w:val="000000"/>
      </w:rPr>
    </w:lvl>
    <w:lvl w:ilvl="5">
      <w:start w:val="1"/>
      <w:numFmt w:val="decimal"/>
      <w:lvlText w:val="%1.%2.%3.%4.%5.%6."/>
      <w:lvlJc w:val="left"/>
      <w:pPr>
        <w:ind w:left="1080" w:hanging="1080"/>
      </w:pPr>
      <w:rPr>
        <w:rFonts w:cs="Arial" w:hint="default"/>
        <w:b/>
        <w:color w:val="000000"/>
      </w:rPr>
    </w:lvl>
    <w:lvl w:ilvl="6">
      <w:start w:val="1"/>
      <w:numFmt w:val="decimal"/>
      <w:lvlText w:val="%1.%2.%3.%4.%5.%6.%7."/>
      <w:lvlJc w:val="left"/>
      <w:pPr>
        <w:ind w:left="1440" w:hanging="1440"/>
      </w:pPr>
      <w:rPr>
        <w:rFonts w:cs="Arial" w:hint="default"/>
        <w:b/>
        <w:color w:val="000000"/>
      </w:rPr>
    </w:lvl>
    <w:lvl w:ilvl="7">
      <w:start w:val="1"/>
      <w:numFmt w:val="decimal"/>
      <w:lvlText w:val="%1.%2.%3.%4.%5.%6.%7.%8."/>
      <w:lvlJc w:val="left"/>
      <w:pPr>
        <w:ind w:left="1440" w:hanging="1440"/>
      </w:pPr>
      <w:rPr>
        <w:rFonts w:cs="Arial" w:hint="default"/>
        <w:b/>
        <w:color w:val="000000"/>
      </w:rPr>
    </w:lvl>
    <w:lvl w:ilvl="8">
      <w:start w:val="1"/>
      <w:numFmt w:val="decimal"/>
      <w:lvlText w:val="%1.%2.%3.%4.%5.%6.%7.%8.%9."/>
      <w:lvlJc w:val="left"/>
      <w:pPr>
        <w:ind w:left="1800" w:hanging="1800"/>
      </w:pPr>
      <w:rPr>
        <w:rFonts w:cs="Arial" w:hint="default"/>
        <w:b/>
        <w:color w:val="000000"/>
      </w:rPr>
    </w:lvl>
  </w:abstractNum>
  <w:abstractNum w:abstractNumId="26" w15:restartNumberingAfterBreak="0">
    <w:nsid w:val="5FFF776A"/>
    <w:multiLevelType w:val="hybridMultilevel"/>
    <w:tmpl w:val="6338EAB8"/>
    <w:numStyleLink w:val="EstiloImportado1"/>
  </w:abstractNum>
  <w:abstractNum w:abstractNumId="27" w15:restartNumberingAfterBreak="0">
    <w:nsid w:val="60724041"/>
    <w:multiLevelType w:val="hybridMultilevel"/>
    <w:tmpl w:val="6338EAB8"/>
    <w:styleLink w:val="EstiloImportado1"/>
    <w:lvl w:ilvl="0" w:tplc="3FD2A744">
      <w:start w:val="1"/>
      <w:numFmt w:val="lowerLetter"/>
      <w:lvlText w:val="%1)"/>
      <w:lvlJc w:val="left"/>
      <w:pPr>
        <w:tabs>
          <w:tab w:val="left" w:pos="1440"/>
          <w:tab w:val="left" w:pos="2160"/>
          <w:tab w:val="left" w:pos="2880"/>
          <w:tab w:val="left" w:pos="3600"/>
          <w:tab w:val="left" w:pos="4320"/>
          <w:tab w:val="left" w:pos="5040"/>
          <w:tab w:val="left" w:pos="5760"/>
          <w:tab w:val="left" w:pos="6480"/>
          <w:tab w:val="left" w:pos="7200"/>
          <w:tab w:val="left" w:pos="792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6A2D158">
      <w:start w:val="1"/>
      <w:numFmt w:val="lowerLetter"/>
      <w:lvlText w:val="%2."/>
      <w:lvlJc w:val="left"/>
      <w:pPr>
        <w:tabs>
          <w:tab w:val="left" w:pos="720"/>
          <w:tab w:val="left" w:pos="2160"/>
          <w:tab w:val="left" w:pos="2880"/>
          <w:tab w:val="left" w:pos="3600"/>
          <w:tab w:val="left" w:pos="4320"/>
          <w:tab w:val="left" w:pos="5040"/>
          <w:tab w:val="left" w:pos="5760"/>
          <w:tab w:val="left" w:pos="6480"/>
          <w:tab w:val="left" w:pos="7200"/>
          <w:tab w:val="left" w:pos="79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F0695A">
      <w:start w:val="1"/>
      <w:numFmt w:val="lowerRoman"/>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01CC3220">
      <w:start w:val="1"/>
      <w:numFmt w:val="decimal"/>
      <w:lvlText w:val="%4."/>
      <w:lvlJc w:val="left"/>
      <w:pPr>
        <w:tabs>
          <w:tab w:val="left" w:pos="720"/>
          <w:tab w:val="left" w:pos="1440"/>
          <w:tab w:val="left" w:pos="2160"/>
          <w:tab w:val="left" w:pos="3600"/>
          <w:tab w:val="left" w:pos="4320"/>
          <w:tab w:val="left" w:pos="5040"/>
          <w:tab w:val="left" w:pos="5760"/>
          <w:tab w:val="left" w:pos="6480"/>
          <w:tab w:val="left" w:pos="7200"/>
          <w:tab w:val="left" w:pos="79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83A378E">
      <w:start w:val="1"/>
      <w:numFmt w:val="lowerLetter"/>
      <w:lvlText w:val="%5."/>
      <w:lvlJc w:val="left"/>
      <w:pPr>
        <w:tabs>
          <w:tab w:val="left" w:pos="720"/>
          <w:tab w:val="left" w:pos="1440"/>
          <w:tab w:val="left" w:pos="2160"/>
          <w:tab w:val="left" w:pos="2880"/>
          <w:tab w:val="left" w:pos="4320"/>
          <w:tab w:val="left" w:pos="5040"/>
          <w:tab w:val="left" w:pos="5760"/>
          <w:tab w:val="left" w:pos="6480"/>
          <w:tab w:val="left" w:pos="7200"/>
          <w:tab w:val="left" w:pos="79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AA4B4C2">
      <w:start w:val="1"/>
      <w:numFmt w:val="lowerRoman"/>
      <w:lvlText w:val="%6."/>
      <w:lvlJc w:val="left"/>
      <w:pPr>
        <w:tabs>
          <w:tab w:val="left" w:pos="720"/>
          <w:tab w:val="left" w:pos="1440"/>
          <w:tab w:val="left" w:pos="2160"/>
          <w:tab w:val="left" w:pos="2880"/>
          <w:tab w:val="left" w:pos="3600"/>
          <w:tab w:val="left" w:pos="5040"/>
          <w:tab w:val="left" w:pos="5760"/>
          <w:tab w:val="left" w:pos="6480"/>
          <w:tab w:val="left" w:pos="7200"/>
          <w:tab w:val="left" w:pos="792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180AAC8E">
      <w:start w:val="1"/>
      <w:numFmt w:val="decimal"/>
      <w:lvlText w:val="%7."/>
      <w:lvlJc w:val="left"/>
      <w:pPr>
        <w:tabs>
          <w:tab w:val="left" w:pos="720"/>
          <w:tab w:val="left" w:pos="1440"/>
          <w:tab w:val="left" w:pos="2160"/>
          <w:tab w:val="left" w:pos="2880"/>
          <w:tab w:val="left" w:pos="3600"/>
          <w:tab w:val="left" w:pos="4320"/>
          <w:tab w:val="left" w:pos="5760"/>
          <w:tab w:val="left" w:pos="6480"/>
          <w:tab w:val="left" w:pos="7200"/>
          <w:tab w:val="left" w:pos="79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746D1A">
      <w:start w:val="1"/>
      <w:numFmt w:val="lowerLetter"/>
      <w:lvlText w:val="%8."/>
      <w:lvlJc w:val="left"/>
      <w:pPr>
        <w:tabs>
          <w:tab w:val="left" w:pos="720"/>
          <w:tab w:val="left" w:pos="1440"/>
          <w:tab w:val="left" w:pos="2160"/>
          <w:tab w:val="left" w:pos="2880"/>
          <w:tab w:val="left" w:pos="3600"/>
          <w:tab w:val="left" w:pos="4320"/>
          <w:tab w:val="left" w:pos="5040"/>
          <w:tab w:val="left" w:pos="6480"/>
          <w:tab w:val="left" w:pos="7200"/>
          <w:tab w:val="left" w:pos="79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202FDCA">
      <w:start w:val="1"/>
      <w:numFmt w:val="lowerRoman"/>
      <w:lvlText w:val="%9."/>
      <w:lvlJc w:val="left"/>
      <w:pPr>
        <w:tabs>
          <w:tab w:val="left" w:pos="720"/>
          <w:tab w:val="left" w:pos="1440"/>
          <w:tab w:val="left" w:pos="2160"/>
          <w:tab w:val="left" w:pos="2880"/>
          <w:tab w:val="left" w:pos="3600"/>
          <w:tab w:val="left" w:pos="4320"/>
          <w:tab w:val="left" w:pos="5040"/>
          <w:tab w:val="left" w:pos="5760"/>
          <w:tab w:val="left" w:pos="7200"/>
          <w:tab w:val="left" w:pos="792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6192250"/>
    <w:multiLevelType w:val="hybridMultilevel"/>
    <w:tmpl w:val="F228975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93C7C4F"/>
    <w:multiLevelType w:val="hybridMultilevel"/>
    <w:tmpl w:val="7A3E1D2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A8F4BEA"/>
    <w:multiLevelType w:val="hybridMultilevel"/>
    <w:tmpl w:val="39B08716"/>
    <w:styleLink w:val="EstiloImportado9"/>
    <w:lvl w:ilvl="0" w:tplc="DFB00C7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410BC8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1A22DC">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9AE6F45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C83E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B980774">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30A0D19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086EF5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68C25E0">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BD765BE"/>
    <w:multiLevelType w:val="hybridMultilevel"/>
    <w:tmpl w:val="E8163400"/>
    <w:styleLink w:val="EstiloImportado8"/>
    <w:lvl w:ilvl="0" w:tplc="35EE497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7C6A98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C0E3EDA">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BF3E362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CCC70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6CA8CF2">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C42C5D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6BC255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8AEFEC0">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CD91F0A"/>
    <w:multiLevelType w:val="hybridMultilevel"/>
    <w:tmpl w:val="7C9CF5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27D7388"/>
    <w:multiLevelType w:val="hybridMultilevel"/>
    <w:tmpl w:val="2B4C4E4C"/>
    <w:numStyleLink w:val="EstiloImportado7"/>
  </w:abstractNum>
  <w:abstractNum w:abstractNumId="34"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4FA6713"/>
    <w:multiLevelType w:val="hybridMultilevel"/>
    <w:tmpl w:val="B23058F4"/>
    <w:numStyleLink w:val="EstiloImportado2"/>
  </w:abstractNum>
  <w:abstractNum w:abstractNumId="36" w15:restartNumberingAfterBreak="0">
    <w:nsid w:val="7DDC3C74"/>
    <w:multiLevelType w:val="hybridMultilevel"/>
    <w:tmpl w:val="DA2AFF9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E392B88"/>
    <w:multiLevelType w:val="hybridMultilevel"/>
    <w:tmpl w:val="744294EC"/>
    <w:lvl w:ilvl="0" w:tplc="F9CA5E8C">
      <w:start w:val="1"/>
      <w:numFmt w:val="upperRoman"/>
      <w:lvlText w:val="%1)"/>
      <w:lvlJc w:val="left"/>
      <w:pPr>
        <w:ind w:left="840" w:hanging="72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num w:numId="1">
    <w:abstractNumId w:val="28"/>
  </w:num>
  <w:num w:numId="2">
    <w:abstractNumId w:val="29"/>
  </w:num>
  <w:num w:numId="3">
    <w:abstractNumId w:val="37"/>
  </w:num>
  <w:num w:numId="4">
    <w:abstractNumId w:val="14"/>
  </w:num>
  <w:num w:numId="5">
    <w:abstractNumId w:val="25"/>
  </w:num>
  <w:num w:numId="6">
    <w:abstractNumId w:val="3"/>
  </w:num>
  <w:num w:numId="7">
    <w:abstractNumId w:val="36"/>
  </w:num>
  <w:num w:numId="8">
    <w:abstractNumId w:val="27"/>
  </w:num>
  <w:num w:numId="9">
    <w:abstractNumId w:val="26"/>
  </w:num>
  <w:num w:numId="10">
    <w:abstractNumId w:val="9"/>
  </w:num>
  <w:num w:numId="11">
    <w:abstractNumId w:val="35"/>
  </w:num>
  <w:num w:numId="12">
    <w:abstractNumId w:val="35"/>
    <w:lvlOverride w:ilvl="0">
      <w:lvl w:ilvl="0" w:tplc="BFD83FA0">
        <w:start w:val="1"/>
        <w:numFmt w:val="bullet"/>
        <w:lvlText w:val="✓"/>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D65442">
        <w:start w:val="1"/>
        <w:numFmt w:val="bullet"/>
        <w:lvlText w:val="o"/>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18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022441E">
        <w:start w:val="1"/>
        <w:numFmt w:val="bullet"/>
        <w:lvlText w:val="▪"/>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44B01A">
        <w:start w:val="1"/>
        <w:numFmt w:val="bullet"/>
        <w:lvlText w:val="•"/>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194E0C8">
        <w:start w:val="1"/>
        <w:numFmt w:val="bullet"/>
        <w:lvlText w:val="o"/>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39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C8A734C">
        <w:start w:val="1"/>
        <w:numFmt w:val="bullet"/>
        <w:lvlText w:val="▪"/>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F32CBCA">
        <w:start w:val="1"/>
        <w:numFmt w:val="bullet"/>
        <w:lvlText w:val="•"/>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9D6A7CE">
        <w:start w:val="1"/>
        <w:numFmt w:val="bullet"/>
        <w:lvlText w:val="o"/>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612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1E8100C">
        <w:start w:val="1"/>
        <w:numFmt w:val="bullet"/>
        <w:lvlText w:val="▪"/>
        <w:lvlJc w:val="left"/>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12"/>
  </w:num>
  <w:num w:numId="14">
    <w:abstractNumId w:val="7"/>
  </w:num>
  <w:num w:numId="15">
    <w:abstractNumId w:val="6"/>
  </w:num>
  <w:num w:numId="16">
    <w:abstractNumId w:val="18"/>
  </w:num>
  <w:num w:numId="17">
    <w:abstractNumId w:val="17"/>
  </w:num>
  <w:num w:numId="18">
    <w:abstractNumId w:val="10"/>
  </w:num>
  <w:num w:numId="19">
    <w:abstractNumId w:val="10"/>
    <w:lvlOverride w:ilvl="0">
      <w:lvl w:ilvl="0" w:tplc="EA94F79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F740C9C">
        <w:start w:val="1"/>
        <w:numFmt w:val="upperRoman"/>
        <w:lvlText w:val="%2."/>
        <w:lvlJc w:val="left"/>
        <w:pPr>
          <w:ind w:left="1289" w:hanging="4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A0C7B6E">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6C334C">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2C23B4">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416AD1E">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E6C838">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3A408C2">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5F0430E">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8"/>
    <w:lvlOverride w:ilvl="0">
      <w:startOverride w:val="1"/>
      <w:lvl w:ilvl="0" w:tplc="13CA8294">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4C9DBA">
        <w:start w:val="1"/>
        <w:numFmt w:val="lowerLetter"/>
        <w:lvlText w:val="%2."/>
        <w:lvlJc w:val="left"/>
        <w:pPr>
          <w:tabs>
            <w:tab w:val="num" w:pos="1289"/>
          </w:tabs>
          <w:ind w:left="1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3F2A89E">
        <w:start w:val="1"/>
        <w:numFmt w:val="lowerLetter"/>
        <w:lvlText w:val="%3."/>
        <w:lvlJc w:val="left"/>
        <w:pPr>
          <w:tabs>
            <w:tab w:val="left" w:pos="1289"/>
            <w:tab w:val="num" w:pos="2289"/>
          </w:tabs>
          <w:ind w:left="2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78480A">
        <w:start w:val="1"/>
        <w:numFmt w:val="lowerLetter"/>
        <w:lvlText w:val="%4."/>
        <w:lvlJc w:val="left"/>
        <w:pPr>
          <w:tabs>
            <w:tab w:val="left" w:pos="1289"/>
            <w:tab w:val="num" w:pos="3289"/>
          </w:tabs>
          <w:ind w:left="3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0AC0DA">
        <w:start w:val="1"/>
        <w:numFmt w:val="upperLetter"/>
        <w:lvlText w:val="%5."/>
        <w:lvlJc w:val="left"/>
        <w:pPr>
          <w:tabs>
            <w:tab w:val="left" w:pos="1289"/>
            <w:tab w:val="num" w:pos="4289"/>
          </w:tabs>
          <w:ind w:left="4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9C2730">
        <w:start w:val="1"/>
        <w:numFmt w:val="upperLetter"/>
        <w:lvlText w:val="%6."/>
        <w:lvlJc w:val="left"/>
        <w:pPr>
          <w:tabs>
            <w:tab w:val="left" w:pos="1289"/>
            <w:tab w:val="num" w:pos="5289"/>
          </w:tabs>
          <w:ind w:left="5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88D1CC">
        <w:start w:val="1"/>
        <w:numFmt w:val="upperLetter"/>
        <w:lvlText w:val="%7."/>
        <w:lvlJc w:val="left"/>
        <w:pPr>
          <w:tabs>
            <w:tab w:val="left" w:pos="1289"/>
            <w:tab w:val="num" w:pos="6289"/>
          </w:tabs>
          <w:ind w:left="6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7A06CD2">
        <w:start w:val="1"/>
        <w:numFmt w:val="upperLetter"/>
        <w:lvlText w:val="%8."/>
        <w:lvlJc w:val="left"/>
        <w:pPr>
          <w:tabs>
            <w:tab w:val="left" w:pos="1289"/>
            <w:tab w:val="num" w:pos="7289"/>
          </w:tabs>
          <w:ind w:left="7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83AB25A">
        <w:start w:val="1"/>
        <w:numFmt w:val="upperLetter"/>
        <w:lvlText w:val="%9."/>
        <w:lvlJc w:val="left"/>
        <w:pPr>
          <w:tabs>
            <w:tab w:val="left" w:pos="1289"/>
            <w:tab w:val="num" w:pos="8289"/>
          </w:tabs>
          <w:ind w:left="8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18"/>
    <w:lvlOverride w:ilvl="0">
      <w:startOverride w:val="1"/>
      <w:lvl w:ilvl="0" w:tplc="13CA8294">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4C9DBA">
        <w:start w:val="1"/>
        <w:numFmt w:val="lowerLetter"/>
        <w:lvlText w:val="%2."/>
        <w:lvlJc w:val="left"/>
        <w:pPr>
          <w:tabs>
            <w:tab w:val="num" w:pos="1289"/>
          </w:tabs>
          <w:ind w:left="1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3F2A89E">
        <w:start w:val="1"/>
        <w:numFmt w:val="lowerLetter"/>
        <w:lvlText w:val="%3."/>
        <w:lvlJc w:val="left"/>
        <w:pPr>
          <w:tabs>
            <w:tab w:val="left" w:pos="1289"/>
            <w:tab w:val="num" w:pos="2289"/>
          </w:tabs>
          <w:ind w:left="2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78480A">
        <w:start w:val="1"/>
        <w:numFmt w:val="lowerLetter"/>
        <w:lvlText w:val="%4."/>
        <w:lvlJc w:val="left"/>
        <w:pPr>
          <w:tabs>
            <w:tab w:val="left" w:pos="1289"/>
            <w:tab w:val="num" w:pos="3289"/>
          </w:tabs>
          <w:ind w:left="3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0AC0DA">
        <w:start w:val="1"/>
        <w:numFmt w:val="upperLetter"/>
        <w:lvlText w:val="%5."/>
        <w:lvlJc w:val="left"/>
        <w:pPr>
          <w:tabs>
            <w:tab w:val="left" w:pos="1289"/>
            <w:tab w:val="num" w:pos="4289"/>
          </w:tabs>
          <w:ind w:left="4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9C2730">
        <w:start w:val="1"/>
        <w:numFmt w:val="upperLetter"/>
        <w:lvlText w:val="%6."/>
        <w:lvlJc w:val="left"/>
        <w:pPr>
          <w:tabs>
            <w:tab w:val="left" w:pos="1289"/>
            <w:tab w:val="num" w:pos="5289"/>
          </w:tabs>
          <w:ind w:left="5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88D1CC">
        <w:start w:val="1"/>
        <w:numFmt w:val="upperLetter"/>
        <w:lvlText w:val="%7."/>
        <w:lvlJc w:val="left"/>
        <w:pPr>
          <w:tabs>
            <w:tab w:val="left" w:pos="1289"/>
            <w:tab w:val="num" w:pos="6289"/>
          </w:tabs>
          <w:ind w:left="6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7A06CD2">
        <w:start w:val="1"/>
        <w:numFmt w:val="upperLetter"/>
        <w:lvlText w:val="%8."/>
        <w:lvlJc w:val="left"/>
        <w:pPr>
          <w:tabs>
            <w:tab w:val="left" w:pos="1289"/>
            <w:tab w:val="num" w:pos="7289"/>
          </w:tabs>
          <w:ind w:left="7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83AB25A">
        <w:start w:val="1"/>
        <w:numFmt w:val="upperLetter"/>
        <w:lvlText w:val="%9."/>
        <w:lvlJc w:val="left"/>
        <w:pPr>
          <w:tabs>
            <w:tab w:val="left" w:pos="1289"/>
            <w:tab w:val="num" w:pos="8289"/>
          </w:tabs>
          <w:ind w:left="8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 w:ilvl="0" w:tplc="13CA8294">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4C9DBA">
        <w:start w:val="1"/>
        <w:numFmt w:val="lowerLetter"/>
        <w:lvlText w:val="%2."/>
        <w:lvlJc w:val="left"/>
        <w:pPr>
          <w:tabs>
            <w:tab w:val="num" w:pos="1289"/>
          </w:tabs>
          <w:ind w:left="1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3F2A89E">
        <w:start w:val="1"/>
        <w:numFmt w:val="lowerLetter"/>
        <w:lvlText w:val="%3."/>
        <w:lvlJc w:val="left"/>
        <w:pPr>
          <w:tabs>
            <w:tab w:val="left" w:pos="1289"/>
            <w:tab w:val="num" w:pos="2289"/>
          </w:tabs>
          <w:ind w:left="2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78480A">
        <w:start w:val="1"/>
        <w:numFmt w:val="lowerLetter"/>
        <w:lvlText w:val="%4."/>
        <w:lvlJc w:val="left"/>
        <w:pPr>
          <w:tabs>
            <w:tab w:val="left" w:pos="1289"/>
            <w:tab w:val="num" w:pos="3289"/>
          </w:tabs>
          <w:ind w:left="3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0AC0DA">
        <w:start w:val="1"/>
        <w:numFmt w:val="upperLetter"/>
        <w:lvlText w:val="%5."/>
        <w:lvlJc w:val="left"/>
        <w:pPr>
          <w:tabs>
            <w:tab w:val="left" w:pos="1289"/>
            <w:tab w:val="num" w:pos="4289"/>
          </w:tabs>
          <w:ind w:left="4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9C2730">
        <w:start w:val="1"/>
        <w:numFmt w:val="upperLetter"/>
        <w:lvlText w:val="%6."/>
        <w:lvlJc w:val="left"/>
        <w:pPr>
          <w:tabs>
            <w:tab w:val="left" w:pos="1289"/>
            <w:tab w:val="num" w:pos="5289"/>
          </w:tabs>
          <w:ind w:left="5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88D1CC">
        <w:start w:val="1"/>
        <w:numFmt w:val="upperLetter"/>
        <w:lvlText w:val="%7."/>
        <w:lvlJc w:val="left"/>
        <w:pPr>
          <w:tabs>
            <w:tab w:val="left" w:pos="1289"/>
            <w:tab w:val="num" w:pos="6289"/>
          </w:tabs>
          <w:ind w:left="6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7A06CD2">
        <w:start w:val="1"/>
        <w:numFmt w:val="upperLetter"/>
        <w:lvlText w:val="%8."/>
        <w:lvlJc w:val="left"/>
        <w:pPr>
          <w:tabs>
            <w:tab w:val="left" w:pos="1289"/>
            <w:tab w:val="num" w:pos="7289"/>
          </w:tabs>
          <w:ind w:left="7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83AB25A">
        <w:start w:val="1"/>
        <w:numFmt w:val="upperLetter"/>
        <w:lvlText w:val="%9."/>
        <w:lvlJc w:val="left"/>
        <w:pPr>
          <w:tabs>
            <w:tab w:val="left" w:pos="1289"/>
            <w:tab w:val="num" w:pos="8289"/>
          </w:tabs>
          <w:ind w:left="8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8"/>
    <w:lvlOverride w:ilvl="0">
      <w:startOverride w:val="1"/>
      <w:lvl w:ilvl="0" w:tplc="13CA8294">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4C9DBA">
        <w:start w:val="1"/>
        <w:numFmt w:val="lowerLetter"/>
        <w:lvlText w:val="%2."/>
        <w:lvlJc w:val="left"/>
        <w:pPr>
          <w:tabs>
            <w:tab w:val="num" w:pos="1289"/>
          </w:tabs>
          <w:ind w:left="1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3F2A89E">
        <w:start w:val="1"/>
        <w:numFmt w:val="lowerLetter"/>
        <w:lvlText w:val="%3."/>
        <w:lvlJc w:val="left"/>
        <w:pPr>
          <w:tabs>
            <w:tab w:val="left" w:pos="1289"/>
            <w:tab w:val="num" w:pos="2289"/>
          </w:tabs>
          <w:ind w:left="2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78480A">
        <w:start w:val="1"/>
        <w:numFmt w:val="lowerLetter"/>
        <w:lvlText w:val="%4."/>
        <w:lvlJc w:val="left"/>
        <w:pPr>
          <w:tabs>
            <w:tab w:val="left" w:pos="1289"/>
            <w:tab w:val="num" w:pos="3289"/>
          </w:tabs>
          <w:ind w:left="3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0AC0DA">
        <w:start w:val="1"/>
        <w:numFmt w:val="upperLetter"/>
        <w:lvlText w:val="%5."/>
        <w:lvlJc w:val="left"/>
        <w:pPr>
          <w:tabs>
            <w:tab w:val="left" w:pos="1289"/>
            <w:tab w:val="num" w:pos="4289"/>
          </w:tabs>
          <w:ind w:left="4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9C2730">
        <w:start w:val="1"/>
        <w:numFmt w:val="upperLetter"/>
        <w:lvlText w:val="%6."/>
        <w:lvlJc w:val="left"/>
        <w:pPr>
          <w:tabs>
            <w:tab w:val="left" w:pos="1289"/>
            <w:tab w:val="num" w:pos="5289"/>
          </w:tabs>
          <w:ind w:left="5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88D1CC">
        <w:start w:val="1"/>
        <w:numFmt w:val="upperLetter"/>
        <w:lvlText w:val="%7."/>
        <w:lvlJc w:val="left"/>
        <w:pPr>
          <w:tabs>
            <w:tab w:val="left" w:pos="1289"/>
            <w:tab w:val="num" w:pos="6289"/>
          </w:tabs>
          <w:ind w:left="6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7A06CD2">
        <w:start w:val="1"/>
        <w:numFmt w:val="upperLetter"/>
        <w:lvlText w:val="%8."/>
        <w:lvlJc w:val="left"/>
        <w:pPr>
          <w:tabs>
            <w:tab w:val="left" w:pos="1289"/>
            <w:tab w:val="num" w:pos="7289"/>
          </w:tabs>
          <w:ind w:left="7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83AB25A">
        <w:start w:val="1"/>
        <w:numFmt w:val="upperLetter"/>
        <w:lvlText w:val="%9."/>
        <w:lvlJc w:val="left"/>
        <w:pPr>
          <w:tabs>
            <w:tab w:val="left" w:pos="1289"/>
            <w:tab w:val="num" w:pos="8289"/>
          </w:tabs>
          <w:ind w:left="8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8"/>
    <w:lvlOverride w:ilvl="0">
      <w:startOverride w:val="1"/>
      <w:lvl w:ilvl="0" w:tplc="13CA8294">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4C9DBA">
        <w:start w:val="1"/>
        <w:numFmt w:val="lowerLetter"/>
        <w:lvlText w:val="%2."/>
        <w:lvlJc w:val="left"/>
        <w:pPr>
          <w:tabs>
            <w:tab w:val="num" w:pos="1289"/>
          </w:tabs>
          <w:ind w:left="1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3F2A89E">
        <w:start w:val="1"/>
        <w:numFmt w:val="lowerLetter"/>
        <w:lvlText w:val="%3."/>
        <w:lvlJc w:val="left"/>
        <w:pPr>
          <w:tabs>
            <w:tab w:val="left" w:pos="1289"/>
            <w:tab w:val="num" w:pos="2289"/>
          </w:tabs>
          <w:ind w:left="2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78480A">
        <w:start w:val="1"/>
        <w:numFmt w:val="lowerLetter"/>
        <w:lvlText w:val="%4."/>
        <w:lvlJc w:val="left"/>
        <w:pPr>
          <w:tabs>
            <w:tab w:val="left" w:pos="1289"/>
            <w:tab w:val="num" w:pos="3289"/>
          </w:tabs>
          <w:ind w:left="3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0AC0DA">
        <w:start w:val="1"/>
        <w:numFmt w:val="upperLetter"/>
        <w:lvlText w:val="%5."/>
        <w:lvlJc w:val="left"/>
        <w:pPr>
          <w:tabs>
            <w:tab w:val="left" w:pos="1289"/>
            <w:tab w:val="num" w:pos="4289"/>
          </w:tabs>
          <w:ind w:left="4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9C2730">
        <w:start w:val="1"/>
        <w:numFmt w:val="upperLetter"/>
        <w:lvlText w:val="%6."/>
        <w:lvlJc w:val="left"/>
        <w:pPr>
          <w:tabs>
            <w:tab w:val="left" w:pos="1289"/>
            <w:tab w:val="num" w:pos="5289"/>
          </w:tabs>
          <w:ind w:left="5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88D1CC">
        <w:start w:val="1"/>
        <w:numFmt w:val="upperLetter"/>
        <w:lvlText w:val="%7."/>
        <w:lvlJc w:val="left"/>
        <w:pPr>
          <w:tabs>
            <w:tab w:val="left" w:pos="1289"/>
            <w:tab w:val="num" w:pos="6289"/>
          </w:tabs>
          <w:ind w:left="6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7A06CD2">
        <w:start w:val="1"/>
        <w:numFmt w:val="upperLetter"/>
        <w:lvlText w:val="%8."/>
        <w:lvlJc w:val="left"/>
        <w:pPr>
          <w:tabs>
            <w:tab w:val="left" w:pos="1289"/>
            <w:tab w:val="num" w:pos="7289"/>
          </w:tabs>
          <w:ind w:left="7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83AB25A">
        <w:start w:val="1"/>
        <w:numFmt w:val="upperLetter"/>
        <w:lvlText w:val="%9."/>
        <w:lvlJc w:val="left"/>
        <w:pPr>
          <w:tabs>
            <w:tab w:val="left" w:pos="1289"/>
            <w:tab w:val="num" w:pos="8289"/>
          </w:tabs>
          <w:ind w:left="8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8"/>
    <w:lvlOverride w:ilvl="0">
      <w:startOverride w:val="1"/>
      <w:lvl w:ilvl="0" w:tplc="13CA8294">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4C9DBA">
        <w:start w:val="1"/>
        <w:numFmt w:val="lowerLetter"/>
        <w:lvlText w:val="%2."/>
        <w:lvlJc w:val="left"/>
        <w:pPr>
          <w:tabs>
            <w:tab w:val="num" w:pos="1289"/>
          </w:tabs>
          <w:ind w:left="1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3F2A89E">
        <w:start w:val="1"/>
        <w:numFmt w:val="lowerLetter"/>
        <w:lvlText w:val="%3."/>
        <w:lvlJc w:val="left"/>
        <w:pPr>
          <w:tabs>
            <w:tab w:val="left" w:pos="1289"/>
            <w:tab w:val="num" w:pos="2289"/>
          </w:tabs>
          <w:ind w:left="2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78480A">
        <w:start w:val="1"/>
        <w:numFmt w:val="lowerLetter"/>
        <w:lvlText w:val="%4."/>
        <w:lvlJc w:val="left"/>
        <w:pPr>
          <w:tabs>
            <w:tab w:val="left" w:pos="1289"/>
            <w:tab w:val="num" w:pos="3289"/>
          </w:tabs>
          <w:ind w:left="3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0AC0DA">
        <w:start w:val="1"/>
        <w:numFmt w:val="upperLetter"/>
        <w:lvlText w:val="%5."/>
        <w:lvlJc w:val="left"/>
        <w:pPr>
          <w:tabs>
            <w:tab w:val="left" w:pos="1289"/>
            <w:tab w:val="num" w:pos="4289"/>
          </w:tabs>
          <w:ind w:left="4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9C2730">
        <w:start w:val="1"/>
        <w:numFmt w:val="upperLetter"/>
        <w:lvlText w:val="%6."/>
        <w:lvlJc w:val="left"/>
        <w:pPr>
          <w:tabs>
            <w:tab w:val="left" w:pos="1289"/>
            <w:tab w:val="num" w:pos="5289"/>
          </w:tabs>
          <w:ind w:left="5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88D1CC">
        <w:start w:val="1"/>
        <w:numFmt w:val="upperLetter"/>
        <w:lvlText w:val="%7."/>
        <w:lvlJc w:val="left"/>
        <w:pPr>
          <w:tabs>
            <w:tab w:val="left" w:pos="1289"/>
            <w:tab w:val="num" w:pos="6289"/>
          </w:tabs>
          <w:ind w:left="6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7A06CD2">
        <w:start w:val="1"/>
        <w:numFmt w:val="upperLetter"/>
        <w:lvlText w:val="%8."/>
        <w:lvlJc w:val="left"/>
        <w:pPr>
          <w:tabs>
            <w:tab w:val="left" w:pos="1289"/>
            <w:tab w:val="num" w:pos="7289"/>
          </w:tabs>
          <w:ind w:left="7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83AB25A">
        <w:start w:val="1"/>
        <w:numFmt w:val="upperLetter"/>
        <w:lvlText w:val="%9."/>
        <w:lvlJc w:val="left"/>
        <w:pPr>
          <w:tabs>
            <w:tab w:val="left" w:pos="1289"/>
            <w:tab w:val="num" w:pos="8289"/>
          </w:tabs>
          <w:ind w:left="8762" w:hanging="7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
  </w:num>
  <w:num w:numId="27">
    <w:abstractNumId w:val="2"/>
  </w:num>
  <w:num w:numId="28">
    <w:abstractNumId w:val="1"/>
  </w:num>
  <w:num w:numId="29">
    <w:abstractNumId w:val="33"/>
  </w:num>
  <w:num w:numId="30">
    <w:abstractNumId w:val="31"/>
  </w:num>
  <w:num w:numId="31">
    <w:abstractNumId w:val="22"/>
  </w:num>
  <w:num w:numId="32">
    <w:abstractNumId w:val="30"/>
  </w:num>
  <w:num w:numId="33">
    <w:abstractNumId w:val="21"/>
  </w:num>
  <w:num w:numId="34">
    <w:abstractNumId w:val="20"/>
  </w:num>
  <w:num w:numId="35">
    <w:abstractNumId w:val="15"/>
  </w:num>
  <w:num w:numId="36">
    <w:abstractNumId w:val="19"/>
  </w:num>
  <w:num w:numId="37">
    <w:abstractNumId w:val="24"/>
  </w:num>
  <w:num w:numId="38">
    <w:abstractNumId w:val="0"/>
  </w:num>
  <w:num w:numId="39">
    <w:abstractNumId w:val="16"/>
  </w:num>
  <w:num w:numId="40">
    <w:abstractNumId w:val="5"/>
  </w:num>
  <w:num w:numId="41">
    <w:abstractNumId w:val="13"/>
  </w:num>
  <w:num w:numId="42">
    <w:abstractNumId w:val="8"/>
  </w:num>
  <w:num w:numId="43">
    <w:abstractNumId w:val="32"/>
  </w:num>
  <w:num w:numId="44">
    <w:abstractNumId w:val="11"/>
  </w:num>
  <w:num w:numId="45">
    <w:abstractNumId w:val="34"/>
  </w:num>
  <w:num w:numId="46">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2705"/>
    <w:rsid w:val="00004F7D"/>
    <w:rsid w:val="000105CF"/>
    <w:rsid w:val="000305FD"/>
    <w:rsid w:val="000617A9"/>
    <w:rsid w:val="00087026"/>
    <w:rsid w:val="00093941"/>
    <w:rsid w:val="00093F9C"/>
    <w:rsid w:val="000A3D65"/>
    <w:rsid w:val="000B35A0"/>
    <w:rsid w:val="000B4761"/>
    <w:rsid w:val="000D1EA7"/>
    <w:rsid w:val="000D31EE"/>
    <w:rsid w:val="000E2705"/>
    <w:rsid w:val="001052B3"/>
    <w:rsid w:val="00113920"/>
    <w:rsid w:val="00126E98"/>
    <w:rsid w:val="0013434D"/>
    <w:rsid w:val="00137481"/>
    <w:rsid w:val="001510FE"/>
    <w:rsid w:val="001A5289"/>
    <w:rsid w:val="001B0CBB"/>
    <w:rsid w:val="001C25CE"/>
    <w:rsid w:val="001C7EC3"/>
    <w:rsid w:val="001F33D8"/>
    <w:rsid w:val="001F7873"/>
    <w:rsid w:val="00217A81"/>
    <w:rsid w:val="002363C6"/>
    <w:rsid w:val="002553A8"/>
    <w:rsid w:val="00270698"/>
    <w:rsid w:val="002B4891"/>
    <w:rsid w:val="002B7761"/>
    <w:rsid w:val="002C7583"/>
    <w:rsid w:val="002D0D2D"/>
    <w:rsid w:val="002D3A13"/>
    <w:rsid w:val="003016A7"/>
    <w:rsid w:val="00301772"/>
    <w:rsid w:val="00305CF1"/>
    <w:rsid w:val="003214CC"/>
    <w:rsid w:val="00322637"/>
    <w:rsid w:val="003406CC"/>
    <w:rsid w:val="00340A78"/>
    <w:rsid w:val="00357F53"/>
    <w:rsid w:val="0036302F"/>
    <w:rsid w:val="00367DD6"/>
    <w:rsid w:val="00380F1A"/>
    <w:rsid w:val="0038753C"/>
    <w:rsid w:val="003B7D16"/>
    <w:rsid w:val="003C105E"/>
    <w:rsid w:val="003D78F4"/>
    <w:rsid w:val="003E1ACF"/>
    <w:rsid w:val="003E79EE"/>
    <w:rsid w:val="003F3014"/>
    <w:rsid w:val="00405F7C"/>
    <w:rsid w:val="004064B5"/>
    <w:rsid w:val="00423A7B"/>
    <w:rsid w:val="00425AD0"/>
    <w:rsid w:val="00444D64"/>
    <w:rsid w:val="00463750"/>
    <w:rsid w:val="0048752F"/>
    <w:rsid w:val="004B5768"/>
    <w:rsid w:val="004B7718"/>
    <w:rsid w:val="004F7F67"/>
    <w:rsid w:val="00502209"/>
    <w:rsid w:val="00526685"/>
    <w:rsid w:val="00530CBB"/>
    <w:rsid w:val="00534A58"/>
    <w:rsid w:val="00540BC2"/>
    <w:rsid w:val="00545DCB"/>
    <w:rsid w:val="00550A8C"/>
    <w:rsid w:val="00550AF8"/>
    <w:rsid w:val="005646EE"/>
    <w:rsid w:val="00571E1D"/>
    <w:rsid w:val="005771F7"/>
    <w:rsid w:val="00580B75"/>
    <w:rsid w:val="005812C8"/>
    <w:rsid w:val="00596ED5"/>
    <w:rsid w:val="00597FED"/>
    <w:rsid w:val="005D4051"/>
    <w:rsid w:val="005D7097"/>
    <w:rsid w:val="005D7375"/>
    <w:rsid w:val="005F5CB1"/>
    <w:rsid w:val="00610B45"/>
    <w:rsid w:val="00672563"/>
    <w:rsid w:val="0067589E"/>
    <w:rsid w:val="006839ED"/>
    <w:rsid w:val="006B5658"/>
    <w:rsid w:val="006C2F76"/>
    <w:rsid w:val="00703EBA"/>
    <w:rsid w:val="00747044"/>
    <w:rsid w:val="007666AC"/>
    <w:rsid w:val="00773C9D"/>
    <w:rsid w:val="00782036"/>
    <w:rsid w:val="00791D97"/>
    <w:rsid w:val="007B2E96"/>
    <w:rsid w:val="007D7035"/>
    <w:rsid w:val="007F6C13"/>
    <w:rsid w:val="00807482"/>
    <w:rsid w:val="008249CB"/>
    <w:rsid w:val="008472E3"/>
    <w:rsid w:val="00850E74"/>
    <w:rsid w:val="0087673C"/>
    <w:rsid w:val="00881289"/>
    <w:rsid w:val="008D3BE2"/>
    <w:rsid w:val="008E1729"/>
    <w:rsid w:val="008F0E72"/>
    <w:rsid w:val="008F7CFF"/>
    <w:rsid w:val="00916056"/>
    <w:rsid w:val="00922B35"/>
    <w:rsid w:val="00942367"/>
    <w:rsid w:val="009467E8"/>
    <w:rsid w:val="00954C16"/>
    <w:rsid w:val="00961946"/>
    <w:rsid w:val="00966603"/>
    <w:rsid w:val="0099184E"/>
    <w:rsid w:val="009B31B4"/>
    <w:rsid w:val="009C63C2"/>
    <w:rsid w:val="009F0444"/>
    <w:rsid w:val="009F138D"/>
    <w:rsid w:val="00A26582"/>
    <w:rsid w:val="00A31E0F"/>
    <w:rsid w:val="00A32CE7"/>
    <w:rsid w:val="00A57B7D"/>
    <w:rsid w:val="00A62367"/>
    <w:rsid w:val="00A773EA"/>
    <w:rsid w:val="00A86739"/>
    <w:rsid w:val="00AA5384"/>
    <w:rsid w:val="00AA5516"/>
    <w:rsid w:val="00AD410D"/>
    <w:rsid w:val="00AD6C2A"/>
    <w:rsid w:val="00AE1E21"/>
    <w:rsid w:val="00AF5B58"/>
    <w:rsid w:val="00B06383"/>
    <w:rsid w:val="00B2535C"/>
    <w:rsid w:val="00B57DF3"/>
    <w:rsid w:val="00B65FD8"/>
    <w:rsid w:val="00BB3189"/>
    <w:rsid w:val="00BE0F89"/>
    <w:rsid w:val="00BF22E2"/>
    <w:rsid w:val="00C043F1"/>
    <w:rsid w:val="00C07AF3"/>
    <w:rsid w:val="00C208FD"/>
    <w:rsid w:val="00C47174"/>
    <w:rsid w:val="00C53F12"/>
    <w:rsid w:val="00C75367"/>
    <w:rsid w:val="00C75B3E"/>
    <w:rsid w:val="00C76013"/>
    <w:rsid w:val="00C87AF4"/>
    <w:rsid w:val="00C9508F"/>
    <w:rsid w:val="00CD3554"/>
    <w:rsid w:val="00CE0083"/>
    <w:rsid w:val="00CE3EE6"/>
    <w:rsid w:val="00CE6DE0"/>
    <w:rsid w:val="00D046E0"/>
    <w:rsid w:val="00D26F77"/>
    <w:rsid w:val="00D30D25"/>
    <w:rsid w:val="00D44240"/>
    <w:rsid w:val="00D552A1"/>
    <w:rsid w:val="00D63FBC"/>
    <w:rsid w:val="00D90B8C"/>
    <w:rsid w:val="00DC33B2"/>
    <w:rsid w:val="00DC5FA3"/>
    <w:rsid w:val="00DC6B1E"/>
    <w:rsid w:val="00DD68CE"/>
    <w:rsid w:val="00DE334F"/>
    <w:rsid w:val="00DE5256"/>
    <w:rsid w:val="00E06328"/>
    <w:rsid w:val="00E3267A"/>
    <w:rsid w:val="00E4597E"/>
    <w:rsid w:val="00E571A5"/>
    <w:rsid w:val="00E6259C"/>
    <w:rsid w:val="00E65A46"/>
    <w:rsid w:val="00E71C23"/>
    <w:rsid w:val="00E755E8"/>
    <w:rsid w:val="00E84CF4"/>
    <w:rsid w:val="00E86303"/>
    <w:rsid w:val="00E946BA"/>
    <w:rsid w:val="00E948BB"/>
    <w:rsid w:val="00EA60F7"/>
    <w:rsid w:val="00EB3555"/>
    <w:rsid w:val="00EC03B2"/>
    <w:rsid w:val="00F12432"/>
    <w:rsid w:val="00F124CD"/>
    <w:rsid w:val="00F12F45"/>
    <w:rsid w:val="00F1569F"/>
    <w:rsid w:val="00F245D2"/>
    <w:rsid w:val="00F25576"/>
    <w:rsid w:val="00F263FD"/>
    <w:rsid w:val="00F279B3"/>
    <w:rsid w:val="00F34C8C"/>
    <w:rsid w:val="00F35277"/>
    <w:rsid w:val="00F3658B"/>
    <w:rsid w:val="00F43079"/>
    <w:rsid w:val="00F53947"/>
    <w:rsid w:val="00F66E0D"/>
    <w:rsid w:val="00F73661"/>
    <w:rsid w:val="00F81E5B"/>
    <w:rsid w:val="00FA4944"/>
    <w:rsid w:val="00FC1DE7"/>
    <w:rsid w:val="00FD040F"/>
    <w:rsid w:val="00FD3AEA"/>
    <w:rsid w:val="00FD7CE3"/>
    <w:rsid w:val="00FE2DEB"/>
    <w:rsid w:val="00FE6A39"/>
    <w:rsid w:val="00FF281B"/>
    <w:rsid w:val="00FF48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75FC729"/>
  <w15:docId w15:val="{42C1869B-D01A-4968-9C14-7FDE14EC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920"/>
  </w:style>
  <w:style w:type="paragraph" w:styleId="Ttulo1">
    <w:name w:val="heading 1"/>
    <w:basedOn w:val="Normal"/>
    <w:next w:val="Normal"/>
    <w:link w:val="Ttulo1Char"/>
    <w:uiPriority w:val="9"/>
    <w:qFormat/>
    <w:rsid w:val="002D0D2D"/>
    <w:pPr>
      <w:keepNext/>
      <w:keepLines/>
      <w:spacing w:before="240" w:after="0" w:line="259" w:lineRule="auto"/>
      <w:jc w:val="left"/>
      <w:outlineLvl w:val="0"/>
    </w:pPr>
    <w:rPr>
      <w:rFonts w:asciiTheme="majorHAnsi" w:eastAsiaTheme="majorEastAsia" w:hAnsiTheme="majorHAnsi" w:cstheme="majorBidi"/>
      <w:color w:val="365F91" w:themeColor="accent1" w:themeShade="BF"/>
      <w:sz w:val="32"/>
      <w:szCs w:val="32"/>
      <w:lang w:eastAsia="pt-BR"/>
    </w:rPr>
  </w:style>
  <w:style w:type="paragraph" w:styleId="Ttulo2">
    <w:name w:val="heading 2"/>
    <w:basedOn w:val="Normal"/>
    <w:next w:val="Normal"/>
    <w:link w:val="Ttulo2Char"/>
    <w:uiPriority w:val="1"/>
    <w:unhideWhenUsed/>
    <w:qFormat/>
    <w:rsid w:val="008812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7">
    <w:name w:val="heading 7"/>
    <w:basedOn w:val="Normal"/>
    <w:link w:val="Ttulo7Char"/>
    <w:uiPriority w:val="9"/>
    <w:qFormat/>
    <w:rsid w:val="00966603"/>
    <w:pPr>
      <w:spacing w:before="100" w:beforeAutospacing="1" w:after="100" w:afterAutospacing="1"/>
      <w:jc w:val="left"/>
      <w:outlineLvl w:val="6"/>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2553A8"/>
    <w:pPr>
      <w:tabs>
        <w:tab w:val="center" w:pos="4252"/>
        <w:tab w:val="right" w:pos="8504"/>
      </w:tabs>
      <w:spacing w:after="0"/>
    </w:pPr>
  </w:style>
  <w:style w:type="character" w:customStyle="1" w:styleId="CabealhoChar">
    <w:name w:val="Cabeçalho Char"/>
    <w:basedOn w:val="Fontepargpadro"/>
    <w:link w:val="Cabealho"/>
    <w:rsid w:val="002553A8"/>
  </w:style>
  <w:style w:type="paragraph" w:styleId="Rodap">
    <w:name w:val="footer"/>
    <w:basedOn w:val="Normal"/>
    <w:link w:val="RodapChar"/>
    <w:uiPriority w:val="99"/>
    <w:unhideWhenUsed/>
    <w:rsid w:val="002553A8"/>
    <w:pPr>
      <w:tabs>
        <w:tab w:val="center" w:pos="4252"/>
        <w:tab w:val="right" w:pos="8504"/>
      </w:tabs>
      <w:spacing w:after="0"/>
    </w:pPr>
  </w:style>
  <w:style w:type="character" w:customStyle="1" w:styleId="RodapChar">
    <w:name w:val="Rodapé Char"/>
    <w:basedOn w:val="Fontepargpadro"/>
    <w:link w:val="Rodap"/>
    <w:uiPriority w:val="99"/>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PargrafodaLista">
    <w:name w:val="List Paragraph"/>
    <w:aliases w:val="Titulo de Fígura,TITULO A,lp1,Iz - Párrafo de lista,Sivsa Parrafo,Titulo parrafo,3,Punto,Fundamentacion,Lista Paragrafo em Preto,Texto"/>
    <w:basedOn w:val="Normal"/>
    <w:link w:val="PargrafodaListaChar"/>
    <w:uiPriority w:val="34"/>
    <w:qFormat/>
    <w:rsid w:val="00502209"/>
    <w:pPr>
      <w:ind w:left="720"/>
      <w:contextualSpacing/>
    </w:pPr>
  </w:style>
  <w:style w:type="character" w:customStyle="1" w:styleId="Ttulo7Char">
    <w:name w:val="Título 7 Char"/>
    <w:basedOn w:val="Fontepargpadro"/>
    <w:link w:val="Ttulo7"/>
    <w:uiPriority w:val="9"/>
    <w:rsid w:val="00966603"/>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966603"/>
  </w:style>
  <w:style w:type="character" w:styleId="Hyperlink">
    <w:name w:val="Hyperlink"/>
    <w:basedOn w:val="Fontepargpadro"/>
    <w:uiPriority w:val="99"/>
    <w:unhideWhenUsed/>
    <w:rsid w:val="00966603"/>
    <w:rPr>
      <w:color w:val="0000FF"/>
      <w:u w:val="single"/>
    </w:rPr>
  </w:style>
  <w:style w:type="character" w:styleId="HiperlinkVisitado">
    <w:name w:val="FollowedHyperlink"/>
    <w:basedOn w:val="Fontepargpadro"/>
    <w:uiPriority w:val="99"/>
    <w:semiHidden/>
    <w:unhideWhenUsed/>
    <w:rsid w:val="00966603"/>
    <w:rPr>
      <w:color w:val="800080"/>
      <w:u w:val="single"/>
    </w:rPr>
  </w:style>
  <w:style w:type="character" w:styleId="nfase">
    <w:name w:val="Emphasis"/>
    <w:basedOn w:val="Fontepargpadro"/>
    <w:uiPriority w:val="20"/>
    <w:qFormat/>
    <w:rsid w:val="00966603"/>
    <w:rPr>
      <w:i/>
      <w:iCs/>
    </w:rPr>
  </w:style>
  <w:style w:type="paragraph" w:customStyle="1" w:styleId="default">
    <w:name w:val="default"/>
    <w:basedOn w:val="Normal"/>
    <w:rsid w:val="00966603"/>
    <w:pPr>
      <w:spacing w:before="100" w:beforeAutospacing="1" w:after="100" w:afterAutospacing="1"/>
      <w:jc w:val="left"/>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966603"/>
    <w:pPr>
      <w:spacing w:before="100" w:beforeAutospacing="1" w:after="100" w:afterAutospacing="1"/>
      <w:jc w:val="left"/>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1"/>
    <w:unhideWhenUsed/>
    <w:qFormat/>
    <w:rsid w:val="00966603"/>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uiPriority w:val="1"/>
    <w:rsid w:val="00966603"/>
    <w:rPr>
      <w:rFonts w:ascii="Times New Roman" w:eastAsia="Times New Roman" w:hAnsi="Times New Roman" w:cs="Times New Roman"/>
      <w:sz w:val="24"/>
      <w:szCs w:val="24"/>
      <w:lang w:eastAsia="pt-BR"/>
    </w:rPr>
  </w:style>
  <w:style w:type="character" w:styleId="Forte">
    <w:name w:val="Strong"/>
    <w:basedOn w:val="Fontepargpadro"/>
    <w:uiPriority w:val="22"/>
    <w:qFormat/>
    <w:rsid w:val="00966603"/>
    <w:rPr>
      <w:b/>
      <w:bCs/>
    </w:rPr>
  </w:style>
  <w:style w:type="character" w:customStyle="1" w:styleId="Ttulo2Char">
    <w:name w:val="Título 2 Char"/>
    <w:basedOn w:val="Fontepargpadro"/>
    <w:link w:val="Ttulo2"/>
    <w:uiPriority w:val="1"/>
    <w:rsid w:val="00881289"/>
    <w:rPr>
      <w:rFonts w:asciiTheme="majorHAnsi" w:eastAsiaTheme="majorEastAsia" w:hAnsiTheme="majorHAnsi" w:cstheme="majorBidi"/>
      <w:color w:val="365F91" w:themeColor="accent1" w:themeShade="BF"/>
      <w:sz w:val="26"/>
      <w:szCs w:val="26"/>
    </w:rPr>
  </w:style>
  <w:style w:type="character" w:customStyle="1" w:styleId="Ttulo1Char">
    <w:name w:val="Título 1 Char"/>
    <w:basedOn w:val="Fontepargpadro"/>
    <w:link w:val="Ttulo1"/>
    <w:uiPriority w:val="9"/>
    <w:rsid w:val="002D0D2D"/>
    <w:rPr>
      <w:rFonts w:asciiTheme="majorHAnsi" w:eastAsiaTheme="majorEastAsia" w:hAnsiTheme="majorHAnsi" w:cstheme="majorBidi"/>
      <w:color w:val="365F91" w:themeColor="accent1" w:themeShade="BF"/>
      <w:sz w:val="32"/>
      <w:szCs w:val="32"/>
      <w:lang w:eastAsia="pt-BR"/>
    </w:rPr>
  </w:style>
  <w:style w:type="character" w:styleId="Nmerodepgina">
    <w:name w:val="page number"/>
    <w:basedOn w:val="Fontepargpadro"/>
    <w:rsid w:val="002D0D2D"/>
  </w:style>
  <w:style w:type="character" w:customStyle="1" w:styleId="PargrafodaListaChar">
    <w:name w:val="Parágrafo da Lista Char"/>
    <w:aliases w:val="Titulo de Fígura Char,TITULO A Char,lp1 Char,Iz - Párrafo de lista Char,Sivsa Parrafo Char,Titulo parrafo Char,3 Char,Punto Char,Fundamentacion Char,Lista Paragrafo em Preto Char,Texto Char"/>
    <w:basedOn w:val="Fontepargpadro"/>
    <w:link w:val="PargrafodaLista"/>
    <w:uiPriority w:val="34"/>
    <w:qFormat/>
    <w:locked/>
    <w:rsid w:val="002D0D2D"/>
  </w:style>
  <w:style w:type="character" w:styleId="Refdecomentrio">
    <w:name w:val="annotation reference"/>
    <w:basedOn w:val="Fontepargpadro"/>
    <w:semiHidden/>
    <w:rsid w:val="00C53F12"/>
    <w:rPr>
      <w:sz w:val="16"/>
      <w:szCs w:val="16"/>
    </w:rPr>
  </w:style>
  <w:style w:type="paragraph" w:styleId="Textodecomentrio">
    <w:name w:val="annotation text"/>
    <w:basedOn w:val="Normal"/>
    <w:link w:val="TextodecomentrioChar"/>
    <w:rsid w:val="00C53F12"/>
    <w:pPr>
      <w:spacing w:after="0"/>
      <w:jc w:val="left"/>
    </w:pPr>
    <w:rPr>
      <w:rFonts w:ascii="Times New Roman" w:eastAsia="Times New Roman" w:hAnsi="Times New Roman" w:cs="Times New Roman"/>
      <w:sz w:val="20"/>
      <w:szCs w:val="20"/>
      <w:lang w:val="en-US"/>
    </w:rPr>
  </w:style>
  <w:style w:type="character" w:customStyle="1" w:styleId="TextodecomentrioChar">
    <w:name w:val="Texto de comentário Char"/>
    <w:basedOn w:val="Fontepargpadro"/>
    <w:link w:val="Textodecomentrio"/>
    <w:rsid w:val="00C53F12"/>
    <w:rPr>
      <w:rFonts w:ascii="Times New Roman" w:eastAsia="Times New Roman" w:hAnsi="Times New Roman" w:cs="Times New Roman"/>
      <w:sz w:val="20"/>
      <w:szCs w:val="20"/>
      <w:lang w:val="en-US"/>
    </w:rPr>
  </w:style>
  <w:style w:type="character" w:customStyle="1" w:styleId="MenoPendente1">
    <w:name w:val="Menção Pendente1"/>
    <w:basedOn w:val="Fontepargpadro"/>
    <w:uiPriority w:val="99"/>
    <w:semiHidden/>
    <w:unhideWhenUsed/>
    <w:rsid w:val="00E71C23"/>
    <w:rPr>
      <w:color w:val="605E5C"/>
      <w:shd w:val="clear" w:color="auto" w:fill="E1DFDD"/>
    </w:rPr>
  </w:style>
  <w:style w:type="paragraph" w:customStyle="1" w:styleId="Corpo">
    <w:name w:val="Corpo"/>
    <w:rsid w:val="00322637"/>
    <w:pPr>
      <w:pBdr>
        <w:top w:val="nil"/>
        <w:left w:val="nil"/>
        <w:bottom w:val="nil"/>
        <w:right w:val="nil"/>
        <w:between w:val="nil"/>
        <w:bar w:val="nil"/>
      </w:pBdr>
      <w:spacing w:after="160" w:line="259" w:lineRule="auto"/>
      <w:jc w:val="left"/>
    </w:pPr>
    <w:rPr>
      <w:rFonts w:ascii="Calibri" w:eastAsia="Arial Unicode MS" w:hAnsi="Calibri" w:cs="Arial Unicode MS"/>
      <w:color w:val="000000"/>
      <w:u w:color="000000"/>
      <w:bdr w:val="nil"/>
      <w:lang w:eastAsia="pt-BR"/>
    </w:rPr>
  </w:style>
  <w:style w:type="table" w:customStyle="1" w:styleId="TableNormal">
    <w:name w:val="Table Normal"/>
    <w:rsid w:val="00AF5B58"/>
    <w:pPr>
      <w:pBdr>
        <w:top w:val="nil"/>
        <w:left w:val="nil"/>
        <w:bottom w:val="nil"/>
        <w:right w:val="nil"/>
        <w:between w:val="nil"/>
        <w:bar w:val="nil"/>
      </w:pBdr>
      <w:spacing w:after="0"/>
      <w:jc w:val="left"/>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numbering" w:customStyle="1" w:styleId="EstiloImportado1">
    <w:name w:val="Estilo Importado 1"/>
    <w:rsid w:val="00AF5B58"/>
    <w:pPr>
      <w:numPr>
        <w:numId w:val="8"/>
      </w:numPr>
    </w:pPr>
  </w:style>
  <w:style w:type="numbering" w:customStyle="1" w:styleId="EstiloImportado2">
    <w:name w:val="Estilo Importado 2"/>
    <w:rsid w:val="00AF5B58"/>
    <w:pPr>
      <w:numPr>
        <w:numId w:val="10"/>
      </w:numPr>
    </w:pPr>
  </w:style>
  <w:style w:type="numbering" w:customStyle="1" w:styleId="EstiloImportado4">
    <w:name w:val="Estilo Importado 4"/>
    <w:rsid w:val="00AF5B58"/>
    <w:pPr>
      <w:numPr>
        <w:numId w:val="13"/>
      </w:numPr>
    </w:pPr>
  </w:style>
  <w:style w:type="paragraph" w:customStyle="1" w:styleId="CorpoA">
    <w:name w:val="Corpo A"/>
    <w:rsid w:val="00AF5B58"/>
    <w:pPr>
      <w:pBdr>
        <w:top w:val="nil"/>
        <w:left w:val="nil"/>
        <w:bottom w:val="nil"/>
        <w:right w:val="nil"/>
        <w:between w:val="nil"/>
        <w:bar w:val="nil"/>
      </w:pBdr>
      <w:spacing w:after="160" w:line="259" w:lineRule="auto"/>
      <w:jc w:val="left"/>
    </w:pPr>
    <w:rPr>
      <w:rFonts w:ascii="Calibri" w:eastAsia="Calibri" w:hAnsi="Calibri" w:cs="Calibri"/>
      <w:color w:val="000000"/>
      <w:u w:color="000000"/>
      <w:bdr w:val="nil"/>
      <w:lang w:val="pt-PT" w:eastAsia="pt-BR"/>
    </w:rPr>
  </w:style>
  <w:style w:type="numbering" w:customStyle="1" w:styleId="Letras">
    <w:name w:val="Letras"/>
    <w:rsid w:val="00AF5B58"/>
    <w:pPr>
      <w:numPr>
        <w:numId w:val="15"/>
      </w:numPr>
    </w:pPr>
  </w:style>
  <w:style w:type="numbering" w:customStyle="1" w:styleId="EstiloImportado5">
    <w:name w:val="Estilo Importado 5"/>
    <w:rsid w:val="00AF5B58"/>
    <w:pPr>
      <w:numPr>
        <w:numId w:val="17"/>
      </w:numPr>
    </w:pPr>
  </w:style>
  <w:style w:type="numbering" w:customStyle="1" w:styleId="EstiloImportado6">
    <w:name w:val="Estilo Importado 6"/>
    <w:rsid w:val="00AF5B58"/>
    <w:pPr>
      <w:numPr>
        <w:numId w:val="26"/>
      </w:numPr>
    </w:pPr>
  </w:style>
  <w:style w:type="numbering" w:customStyle="1" w:styleId="EstiloImportado7">
    <w:name w:val="Estilo Importado 7"/>
    <w:rsid w:val="00AF5B58"/>
    <w:pPr>
      <w:numPr>
        <w:numId w:val="28"/>
      </w:numPr>
    </w:pPr>
  </w:style>
  <w:style w:type="numbering" w:customStyle="1" w:styleId="EstiloImportado8">
    <w:name w:val="Estilo Importado 8"/>
    <w:rsid w:val="00AF5B58"/>
    <w:pPr>
      <w:numPr>
        <w:numId w:val="30"/>
      </w:numPr>
    </w:pPr>
  </w:style>
  <w:style w:type="numbering" w:customStyle="1" w:styleId="EstiloImportado9">
    <w:name w:val="Estilo Importado 9"/>
    <w:rsid w:val="00AF5B58"/>
    <w:pPr>
      <w:numPr>
        <w:numId w:val="32"/>
      </w:numPr>
    </w:pPr>
  </w:style>
  <w:style w:type="numbering" w:customStyle="1" w:styleId="EstiloImportado10">
    <w:name w:val="Estilo Importado 10"/>
    <w:rsid w:val="00AF5B58"/>
    <w:pPr>
      <w:numPr>
        <w:numId w:val="34"/>
      </w:numPr>
    </w:pPr>
  </w:style>
  <w:style w:type="table" w:styleId="Tabelacomgrade">
    <w:name w:val="Table Grid"/>
    <w:basedOn w:val="Tabelanormal"/>
    <w:uiPriority w:val="39"/>
    <w:rsid w:val="00FA4944"/>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1F7873"/>
    <w:rPr>
      <w:color w:val="605E5C"/>
      <w:shd w:val="clear" w:color="auto" w:fill="E1DFDD"/>
    </w:rPr>
  </w:style>
  <w:style w:type="paragraph" w:customStyle="1" w:styleId="m-6065992371097815853gmail-msolistparagraph">
    <w:name w:val="m_-6065992371097815853gmail-msolistparagraph"/>
    <w:basedOn w:val="Normal"/>
    <w:rsid w:val="008D3BE2"/>
    <w:pPr>
      <w:spacing w:before="100" w:beforeAutospacing="1" w:after="100" w:afterAutospacing="1"/>
      <w:jc w:val="left"/>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586754">
      <w:bodyDiv w:val="1"/>
      <w:marLeft w:val="0"/>
      <w:marRight w:val="0"/>
      <w:marTop w:val="0"/>
      <w:marBottom w:val="0"/>
      <w:divBdr>
        <w:top w:val="none" w:sz="0" w:space="0" w:color="auto"/>
        <w:left w:val="none" w:sz="0" w:space="0" w:color="auto"/>
        <w:bottom w:val="none" w:sz="0" w:space="0" w:color="auto"/>
        <w:right w:val="none" w:sz="0" w:space="0" w:color="auto"/>
      </w:divBdr>
      <w:divsChild>
        <w:div w:id="907149483">
          <w:marLeft w:val="0"/>
          <w:marRight w:val="0"/>
          <w:marTop w:val="0"/>
          <w:marBottom w:val="0"/>
          <w:divBdr>
            <w:top w:val="none" w:sz="0" w:space="0" w:color="auto"/>
            <w:left w:val="none" w:sz="0" w:space="0" w:color="auto"/>
            <w:bottom w:val="none" w:sz="0" w:space="0" w:color="auto"/>
            <w:right w:val="none" w:sz="0" w:space="0" w:color="auto"/>
          </w:divBdr>
        </w:div>
      </w:divsChild>
    </w:div>
    <w:div w:id="910503048">
      <w:bodyDiv w:val="1"/>
      <w:marLeft w:val="0"/>
      <w:marRight w:val="0"/>
      <w:marTop w:val="0"/>
      <w:marBottom w:val="0"/>
      <w:divBdr>
        <w:top w:val="none" w:sz="0" w:space="0" w:color="auto"/>
        <w:left w:val="none" w:sz="0" w:space="0" w:color="auto"/>
        <w:bottom w:val="none" w:sz="0" w:space="0" w:color="auto"/>
        <w:right w:val="none" w:sz="0" w:space="0" w:color="auto"/>
      </w:divBdr>
      <w:divsChild>
        <w:div w:id="99498304">
          <w:marLeft w:val="0"/>
          <w:marRight w:val="0"/>
          <w:marTop w:val="0"/>
          <w:marBottom w:val="0"/>
          <w:divBdr>
            <w:top w:val="none" w:sz="0" w:space="0" w:color="auto"/>
            <w:left w:val="none" w:sz="0" w:space="0" w:color="auto"/>
            <w:bottom w:val="none" w:sz="0" w:space="0" w:color="auto"/>
            <w:right w:val="none" w:sz="0" w:space="0" w:color="auto"/>
          </w:divBdr>
        </w:div>
        <w:div w:id="1559701895">
          <w:marLeft w:val="0"/>
          <w:marRight w:val="0"/>
          <w:marTop w:val="0"/>
          <w:marBottom w:val="0"/>
          <w:divBdr>
            <w:top w:val="none" w:sz="0" w:space="0" w:color="auto"/>
            <w:left w:val="none" w:sz="0" w:space="0" w:color="auto"/>
            <w:bottom w:val="none" w:sz="0" w:space="0" w:color="auto"/>
            <w:right w:val="none" w:sz="0" w:space="0" w:color="auto"/>
          </w:divBdr>
        </w:div>
        <w:div w:id="887230538">
          <w:marLeft w:val="0"/>
          <w:marRight w:val="0"/>
          <w:marTop w:val="0"/>
          <w:marBottom w:val="0"/>
          <w:divBdr>
            <w:top w:val="none" w:sz="0" w:space="0" w:color="auto"/>
            <w:left w:val="none" w:sz="0" w:space="0" w:color="auto"/>
            <w:bottom w:val="none" w:sz="0" w:space="0" w:color="auto"/>
            <w:right w:val="none" w:sz="0" w:space="0" w:color="auto"/>
          </w:divBdr>
        </w:div>
        <w:div w:id="45178418">
          <w:marLeft w:val="0"/>
          <w:marRight w:val="0"/>
          <w:marTop w:val="0"/>
          <w:marBottom w:val="0"/>
          <w:divBdr>
            <w:top w:val="none" w:sz="0" w:space="0" w:color="auto"/>
            <w:left w:val="none" w:sz="0" w:space="0" w:color="auto"/>
            <w:bottom w:val="none" w:sz="0" w:space="0" w:color="auto"/>
            <w:right w:val="none" w:sz="0" w:space="0" w:color="auto"/>
          </w:divBdr>
        </w:div>
      </w:divsChild>
    </w:div>
    <w:div w:id="1662931756">
      <w:bodyDiv w:val="1"/>
      <w:marLeft w:val="0"/>
      <w:marRight w:val="0"/>
      <w:marTop w:val="0"/>
      <w:marBottom w:val="0"/>
      <w:divBdr>
        <w:top w:val="none" w:sz="0" w:space="0" w:color="auto"/>
        <w:left w:val="none" w:sz="0" w:space="0" w:color="auto"/>
        <w:bottom w:val="none" w:sz="0" w:space="0" w:color="auto"/>
        <w:right w:val="none" w:sz="0" w:space="0" w:color="auto"/>
      </w:divBdr>
      <w:divsChild>
        <w:div w:id="492188336">
          <w:marLeft w:val="0"/>
          <w:marRight w:val="0"/>
          <w:marTop w:val="0"/>
          <w:marBottom w:val="0"/>
          <w:divBdr>
            <w:top w:val="none" w:sz="0" w:space="0" w:color="auto"/>
            <w:left w:val="none" w:sz="0" w:space="0" w:color="auto"/>
            <w:bottom w:val="none" w:sz="0" w:space="0" w:color="auto"/>
            <w:right w:val="none" w:sz="0" w:space="0" w:color="auto"/>
          </w:divBdr>
        </w:div>
        <w:div w:id="853038263">
          <w:marLeft w:val="0"/>
          <w:marRight w:val="0"/>
          <w:marTop w:val="0"/>
          <w:marBottom w:val="0"/>
          <w:divBdr>
            <w:top w:val="none" w:sz="0" w:space="0" w:color="auto"/>
            <w:left w:val="none" w:sz="0" w:space="0" w:color="auto"/>
            <w:bottom w:val="none" w:sz="0" w:space="0" w:color="auto"/>
            <w:right w:val="none" w:sz="0" w:space="0" w:color="auto"/>
          </w:divBdr>
        </w:div>
        <w:div w:id="60955582">
          <w:marLeft w:val="0"/>
          <w:marRight w:val="0"/>
          <w:marTop w:val="0"/>
          <w:marBottom w:val="0"/>
          <w:divBdr>
            <w:top w:val="none" w:sz="0" w:space="0" w:color="auto"/>
            <w:left w:val="none" w:sz="0" w:space="0" w:color="auto"/>
            <w:bottom w:val="none" w:sz="0" w:space="0" w:color="auto"/>
            <w:right w:val="none" w:sz="0" w:space="0" w:color="auto"/>
          </w:divBdr>
        </w:div>
        <w:div w:id="118462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http://portaldecompras.sistemaindustria.com.br" TargetMode="External"/><Relationship Id="rId18" Type="http://schemas.openxmlformats.org/officeDocument/2006/relationships/hyperlink" Target="http://portaldecompras.sistemaindustria.com.br" TargetMode="External"/><Relationship Id="rId26" Type="http://schemas.openxmlformats.org/officeDocument/2006/relationships/hyperlink" Target="mailto:licita&#231;&#245;es@cni.com.br" TargetMode="External"/><Relationship Id="rId3" Type="http://schemas.openxmlformats.org/officeDocument/2006/relationships/styles" Target="styles.xml"/><Relationship Id="rId21" Type="http://schemas.openxmlformats.org/officeDocument/2006/relationships/hyperlink" Target="mailto:licenciamento@cni.com.br" TargetMode="External"/><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http://portaldecompras.sistemaindustria.com.br" TargetMode="External"/><Relationship Id="rId25" Type="http://schemas.openxmlformats.org/officeDocument/2006/relationships/hyperlink" Target="mailto:licitacoes@cni.com.br" TargetMode="External"/><Relationship Id="rId2" Type="http://schemas.openxmlformats.org/officeDocument/2006/relationships/numbering" Target="numbering.xml"/><Relationship Id="rId16" Type="http://schemas.openxmlformats.org/officeDocument/2006/relationships/hyperlink" Target="mailto:licitacoes@cni.com.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hyperlink" Target="mailto:licitacoes@cni.org.br" TargetMode="External"/><Relationship Id="rId5" Type="http://schemas.openxmlformats.org/officeDocument/2006/relationships/webSettings" Target="webSettings.xml"/><Relationship Id="rId15" Type="http://schemas.openxmlformats.org/officeDocument/2006/relationships/hyperlink" Target="http://portaldecompras.sistemaindustria.org.br" TargetMode="External"/><Relationship Id="rId23" Type="http://schemas.openxmlformats.org/officeDocument/2006/relationships/hyperlink" Target="http://portaldecompras.sistemaindustria.org.br" TargetMode="External"/><Relationship Id="rId28" Type="http://schemas.openxmlformats.org/officeDocument/2006/relationships/theme" Target="theme/theme1.xml"/><Relationship Id="rId10" Type="http://schemas.openxmlformats.org/officeDocument/2006/relationships/hyperlink" Target="http://www.portaldaindustria.com.br/licitacoe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hyperlink" Target="mailto:recebimento@cni.com.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BFFA0-9068-475E-8058-B46E90EBF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7474</TotalTime>
  <Pages>24</Pages>
  <Words>13352</Words>
  <Characters>72107</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85289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AJSilva</dc:creator>
  <cp:lastModifiedBy>Nígia Rafaela Fernandes Maluf</cp:lastModifiedBy>
  <cp:revision>82</cp:revision>
  <cp:lastPrinted>2020-07-30T18:02:00Z</cp:lastPrinted>
  <dcterms:created xsi:type="dcterms:W3CDTF">2020-07-07T11:47:00Z</dcterms:created>
  <dcterms:modified xsi:type="dcterms:W3CDTF">2021-08-26T13:54:00Z</dcterms:modified>
</cp:coreProperties>
</file>